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A0DBA" w14:textId="77777777" w:rsidR="00645D54" w:rsidRDefault="00155C46" w:rsidP="00AF23EB">
      <w:pPr>
        <w:tabs>
          <w:tab w:val="left" w:pos="284"/>
          <w:tab w:val="center" w:pos="5896"/>
        </w:tabs>
        <w:ind w:left="284"/>
        <w:rPr>
          <w:noProof/>
          <w:sz w:val="22"/>
        </w:rPr>
      </w:pPr>
      <w:r>
        <w:fldChar w:fldCharType="begin"/>
      </w:r>
      <w:r>
        <w:instrText xml:space="preserve"> TITLE  \* Upper  \* MERGEFORMAT </w:instrText>
      </w:r>
      <w:r>
        <w:fldChar w:fldCharType="separate"/>
      </w:r>
      <w:r w:rsidR="000C5CAB">
        <w:rPr>
          <w:noProof/>
          <w:sz w:val="22"/>
        </w:rPr>
        <w:t xml:space="preserve"> </w:t>
      </w:r>
      <w:r>
        <w:rPr>
          <w:noProof/>
          <w:sz w:val="22"/>
        </w:rPr>
        <w:fldChar w:fldCharType="end"/>
      </w:r>
      <w:r w:rsidR="00AF23EB">
        <w:rPr>
          <w:noProof/>
          <w:sz w:val="22"/>
        </w:rPr>
        <w:tab/>
      </w:r>
      <w:r w:rsidR="00AF23EB">
        <w:rPr>
          <w:noProof/>
          <w:sz w:val="22"/>
        </w:rPr>
        <w:tab/>
      </w:r>
      <w:r w:rsidR="00AF23EB">
        <w:rPr>
          <w:noProof/>
          <w:sz w:val="22"/>
        </w:rPr>
        <w:tab/>
      </w:r>
      <w:r w:rsidR="00093654">
        <w:rPr>
          <w:noProof/>
          <w:sz w:val="22"/>
        </w:rPr>
        <w:t xml:space="preserve">                                                                          </w:t>
      </w:r>
    </w:p>
    <w:p w14:paraId="551D6BAA" w14:textId="77777777" w:rsidR="00645D54" w:rsidRDefault="00645D54" w:rsidP="00645D54">
      <w:pPr>
        <w:jc w:val="center"/>
        <w:rPr>
          <w:noProof/>
          <w:sz w:val="22"/>
        </w:rPr>
      </w:pPr>
    </w:p>
    <w:p w14:paraId="64B84374" w14:textId="77777777" w:rsidR="00645D54" w:rsidRDefault="00645D54" w:rsidP="00645D54">
      <w:pPr>
        <w:jc w:val="center"/>
        <w:rPr>
          <w:noProof/>
          <w:sz w:val="22"/>
        </w:rPr>
      </w:pPr>
    </w:p>
    <w:p w14:paraId="0C00AC29" w14:textId="77777777" w:rsidR="00645D54" w:rsidRDefault="00645D54" w:rsidP="00645D54">
      <w:pPr>
        <w:jc w:val="center"/>
        <w:rPr>
          <w:noProof/>
          <w:sz w:val="22"/>
        </w:rPr>
      </w:pPr>
    </w:p>
    <w:p w14:paraId="10D94D68" w14:textId="77777777" w:rsidR="00645D54" w:rsidRDefault="00645D54" w:rsidP="00645D54">
      <w:pPr>
        <w:jc w:val="center"/>
        <w:rPr>
          <w:noProof/>
          <w:sz w:val="22"/>
        </w:rPr>
      </w:pPr>
    </w:p>
    <w:p w14:paraId="7B7B3E35" w14:textId="77777777" w:rsidR="00645D54" w:rsidRDefault="00645D54" w:rsidP="00645D54">
      <w:pPr>
        <w:jc w:val="center"/>
        <w:rPr>
          <w:noProof/>
          <w:sz w:val="22"/>
        </w:rPr>
      </w:pPr>
    </w:p>
    <w:p w14:paraId="420E76A2" w14:textId="77777777" w:rsidR="00B0217D" w:rsidRDefault="00B0217D" w:rsidP="00645D54">
      <w:pPr>
        <w:jc w:val="center"/>
        <w:rPr>
          <w:noProof/>
          <w:sz w:val="22"/>
        </w:rPr>
      </w:pPr>
    </w:p>
    <w:p w14:paraId="3FE9F699" w14:textId="77777777" w:rsidR="00B0217D" w:rsidRPr="005D48B5" w:rsidRDefault="00000000" w:rsidP="00B0217D">
      <w:pPr>
        <w:rPr>
          <w:rFonts w:ascii="Arial" w:hAnsi="Arial" w:cs="Arial"/>
          <w:noProof/>
          <w:sz w:val="22"/>
        </w:rPr>
      </w:pPr>
      <w:r>
        <w:rPr>
          <w:noProof/>
          <w:sz w:val="22"/>
        </w:rPr>
        <w:pict w14:anchorId="2984E291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411.95pt;margin-top:7.7pt;width:142.75pt;height:18.75pt;z-index:251665408" filled="f" stroked="f">
            <v:textbox>
              <w:txbxContent>
                <w:p w14:paraId="0C792320" w14:textId="10D7838A" w:rsidR="00074027" w:rsidRDefault="00074027">
                  <w:r w:rsidRPr="00722D34">
                    <w:rPr>
                      <w:rFonts w:ascii="Arial" w:hAnsi="Arial" w:cs="Arial"/>
                      <w:b/>
                      <w:noProof/>
                      <w:color w:val="002060"/>
                      <w:sz w:val="22"/>
                    </w:rPr>
                    <w:t xml:space="preserve">Zakázka č.: </w:t>
                  </w:r>
                  <w:r w:rsidR="00A84D9D" w:rsidRPr="00055F79">
                    <w:rPr>
                      <w:rFonts w:ascii="Arial" w:hAnsi="Arial" w:cs="Arial"/>
                      <w:b/>
                      <w:bCs/>
                      <w:iCs/>
                      <w:noProof/>
                      <w:color w:val="002060"/>
                      <w:sz w:val="24"/>
                      <w:szCs w:val="24"/>
                    </w:rPr>
                    <w:t>K</w:t>
                  </w:r>
                  <w:r w:rsidR="00B95F1D">
                    <w:rPr>
                      <w:rFonts w:ascii="Arial" w:hAnsi="Arial" w:cs="Arial"/>
                      <w:b/>
                      <w:bCs/>
                      <w:iCs/>
                      <w:noProof/>
                      <w:color w:val="002060"/>
                      <w:sz w:val="24"/>
                      <w:szCs w:val="24"/>
                    </w:rPr>
                    <w:t>21148016</w:t>
                  </w:r>
                </w:p>
              </w:txbxContent>
            </v:textbox>
          </v:shape>
        </w:pict>
      </w:r>
      <w:r>
        <w:rPr>
          <w:noProof/>
          <w:sz w:val="22"/>
        </w:rPr>
        <w:pict w14:anchorId="69F48BF8">
          <v:shape id="_x0000_s2055" type="#_x0000_t202" style="position:absolute;margin-left:157.15pt;margin-top:7.7pt;width:97.65pt;height:22.5pt;z-index:251666432" filled="f" stroked="f">
            <v:textbox>
              <w:txbxContent>
                <w:p w14:paraId="637AEF9C" w14:textId="474FB0D4" w:rsidR="00074027" w:rsidRDefault="00B95F1D">
                  <w:r>
                    <w:rPr>
                      <w:rFonts w:ascii="Arial" w:hAnsi="Arial" w:cs="Arial"/>
                      <w:b/>
                      <w:noProof/>
                      <w:color w:val="002060"/>
                      <w:sz w:val="22"/>
                    </w:rPr>
                    <w:t>Únor 2022</w:t>
                  </w:r>
                </w:p>
              </w:txbxContent>
            </v:textbox>
          </v:shape>
        </w:pict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</w:p>
    <w:p w14:paraId="0DA62BF1" w14:textId="77777777" w:rsidR="00B0217D" w:rsidRPr="00B77013" w:rsidRDefault="00B0217D" w:rsidP="00F90CB3">
      <w:pPr>
        <w:ind w:left="3261"/>
        <w:rPr>
          <w:rFonts w:ascii="Arial" w:hAnsi="Arial" w:cs="Arial"/>
          <w:b/>
          <w:noProof/>
          <w:color w:val="002060"/>
          <w:sz w:val="22"/>
        </w:rPr>
      </w:pP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</w:p>
    <w:p w14:paraId="3AF086A8" w14:textId="77777777" w:rsidR="00645D54" w:rsidRPr="00B77013" w:rsidRDefault="00645D54" w:rsidP="00645D54">
      <w:pPr>
        <w:jc w:val="center"/>
        <w:rPr>
          <w:rFonts w:ascii="Arial" w:hAnsi="Arial" w:cs="Arial"/>
          <w:noProof/>
          <w:sz w:val="22"/>
        </w:rPr>
      </w:pPr>
    </w:p>
    <w:p w14:paraId="386AA729" w14:textId="77777777" w:rsidR="00AF23EB" w:rsidRPr="00B77013" w:rsidRDefault="00AF23EB" w:rsidP="00C16F6F">
      <w:pPr>
        <w:tabs>
          <w:tab w:val="left" w:pos="10773"/>
        </w:tabs>
        <w:ind w:left="3119" w:right="310"/>
        <w:jc w:val="center"/>
        <w:rPr>
          <w:rFonts w:ascii="Arial" w:hAnsi="Arial" w:cs="Arial"/>
          <w:b/>
          <w:noProof/>
          <w:color w:val="002060"/>
          <w:spacing w:val="24"/>
          <w:sz w:val="36"/>
          <w:szCs w:val="36"/>
        </w:rPr>
      </w:pPr>
    </w:p>
    <w:p w14:paraId="6E9B9859" w14:textId="77777777" w:rsidR="00B0217D" w:rsidRPr="00B77013" w:rsidRDefault="00B0217D" w:rsidP="00315E8F">
      <w:pPr>
        <w:tabs>
          <w:tab w:val="left" w:pos="10773"/>
        </w:tabs>
        <w:ind w:left="2552" w:right="310"/>
        <w:jc w:val="center"/>
        <w:rPr>
          <w:rFonts w:ascii="Arial" w:hAnsi="Arial" w:cs="Arial"/>
          <w:b/>
          <w:noProof/>
          <w:color w:val="002060"/>
          <w:spacing w:val="24"/>
          <w:sz w:val="36"/>
          <w:szCs w:val="36"/>
        </w:rPr>
      </w:pPr>
    </w:p>
    <w:p w14:paraId="623080F8" w14:textId="77777777" w:rsidR="00645D54" w:rsidRPr="00B77013" w:rsidRDefault="00000000" w:rsidP="00EA0BAA">
      <w:pPr>
        <w:tabs>
          <w:tab w:val="left" w:pos="10773"/>
        </w:tabs>
        <w:ind w:left="2552" w:right="116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w:pict w14:anchorId="65AAAB3E">
          <v:shape id="_x0000_s2050" type="#_x0000_t202" style="position:absolute;left:0;text-align:left;margin-left:163.4pt;margin-top:0;width:378.15pt;height:132.4pt;z-index:251660288;mso-position-horizontal-relative:margin;mso-width-relative:margin;mso-height-relative:margin" stroked="f">
            <v:textbox style="mso-next-textbox:#_x0000_s2050">
              <w:txbxContent>
                <w:p w14:paraId="0BAC74EA" w14:textId="77777777" w:rsidR="00BB720A" w:rsidRDefault="00DA3171" w:rsidP="00BB720A">
                  <w:pPr>
                    <w:tabs>
                      <w:tab w:val="left" w:pos="10773"/>
                    </w:tabs>
                    <w:ind w:right="310"/>
                    <w:jc w:val="center"/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</w:pPr>
                  <w:r w:rsidRPr="006D38F3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>PROJEKTOVÁ DOKUMENTACE</w:t>
                  </w:r>
                  <w:r w:rsidR="00BB720A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 xml:space="preserve"> </w:t>
                  </w:r>
                </w:p>
                <w:p w14:paraId="720DE915" w14:textId="77777777" w:rsidR="00BB720A" w:rsidRPr="000E5207" w:rsidRDefault="00DA3171" w:rsidP="00BB720A">
                  <w:pPr>
                    <w:tabs>
                      <w:tab w:val="left" w:pos="10773"/>
                    </w:tabs>
                    <w:ind w:right="310"/>
                    <w:jc w:val="center"/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</w:pPr>
                  <w:r w:rsidRPr="006D38F3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 xml:space="preserve">PRO  </w:t>
                  </w:r>
                  <w:r w:rsidR="00A84D9D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>PROVÁDĚNÍ STAVBY</w:t>
                  </w:r>
                </w:p>
                <w:p w14:paraId="7A1AF181" w14:textId="77777777" w:rsidR="004D3EF1" w:rsidRPr="00E6526C" w:rsidRDefault="004D3EF1" w:rsidP="00FF63FC">
                  <w:pPr>
                    <w:tabs>
                      <w:tab w:val="left" w:pos="10773"/>
                      <w:tab w:val="left" w:pos="11340"/>
                    </w:tabs>
                    <w:ind w:right="85"/>
                    <w:jc w:val="center"/>
                    <w:rPr>
                      <w:rFonts w:ascii="Arial" w:hAnsi="Arial" w:cs="Arial"/>
                      <w:color w:val="002060"/>
                      <w:sz w:val="24"/>
                      <w:szCs w:val="24"/>
                    </w:rPr>
                  </w:pPr>
                </w:p>
                <w:p w14:paraId="76AFE762" w14:textId="77777777" w:rsidR="00861025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554C8ED0" w14:textId="77777777" w:rsidR="00861025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750FB746" w14:textId="77777777" w:rsidR="00861025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76F6DFFA" w14:textId="77777777" w:rsidR="00861025" w:rsidRPr="000C5CAB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</w:txbxContent>
            </v:textbox>
            <w10:wrap anchorx="margin"/>
          </v:shape>
        </w:pict>
      </w:r>
    </w:p>
    <w:p w14:paraId="79D0A6FF" w14:textId="77777777" w:rsidR="008601FE" w:rsidRPr="00B77013" w:rsidRDefault="00093654" w:rsidP="000D703D">
      <w:pPr>
        <w:pStyle w:val="Zhlav"/>
        <w:tabs>
          <w:tab w:val="clear" w:pos="4536"/>
          <w:tab w:val="clear" w:pos="9072"/>
          <w:tab w:val="left" w:pos="10773"/>
        </w:tabs>
        <w:ind w:left="709" w:right="1160"/>
        <w:jc w:val="both"/>
        <w:rPr>
          <w:rFonts w:ascii="Arial" w:hAnsi="Arial" w:cs="Arial"/>
          <w:noProof/>
          <w:sz w:val="22"/>
        </w:rPr>
      </w:pPr>
      <w:r w:rsidRPr="00B77013">
        <w:rPr>
          <w:rFonts w:ascii="Arial" w:hAnsi="Arial" w:cs="Arial"/>
          <w:noProof/>
          <w:sz w:val="22"/>
        </w:rPr>
        <w:t xml:space="preserve">                        </w:t>
      </w:r>
    </w:p>
    <w:p w14:paraId="54A37CF8" w14:textId="77777777" w:rsidR="008601FE" w:rsidRPr="00B77013" w:rsidRDefault="008601FE" w:rsidP="008601FE">
      <w:pPr>
        <w:rPr>
          <w:rFonts w:ascii="Arial" w:hAnsi="Arial" w:cs="Arial"/>
        </w:rPr>
      </w:pPr>
    </w:p>
    <w:p w14:paraId="1EFE2B82" w14:textId="77777777" w:rsidR="008601FE" w:rsidRPr="00B77013" w:rsidRDefault="008601FE" w:rsidP="008601FE">
      <w:pPr>
        <w:rPr>
          <w:rFonts w:ascii="Arial" w:hAnsi="Arial" w:cs="Arial"/>
        </w:rPr>
      </w:pPr>
    </w:p>
    <w:p w14:paraId="17D7E5E8" w14:textId="77777777" w:rsidR="008601FE" w:rsidRPr="00B77013" w:rsidRDefault="008601FE" w:rsidP="008601FE">
      <w:pPr>
        <w:rPr>
          <w:rFonts w:ascii="Arial" w:hAnsi="Arial" w:cs="Arial"/>
        </w:rPr>
      </w:pPr>
    </w:p>
    <w:p w14:paraId="509BBA4A" w14:textId="77777777" w:rsidR="008601FE" w:rsidRPr="00B77013" w:rsidRDefault="008601FE" w:rsidP="008601FE">
      <w:pPr>
        <w:rPr>
          <w:rFonts w:ascii="Arial" w:hAnsi="Arial" w:cs="Arial"/>
        </w:rPr>
      </w:pPr>
    </w:p>
    <w:p w14:paraId="01468DE4" w14:textId="77777777" w:rsidR="008601FE" w:rsidRPr="00B77013" w:rsidRDefault="008601FE" w:rsidP="008601FE">
      <w:pPr>
        <w:rPr>
          <w:rFonts w:ascii="Arial" w:hAnsi="Arial" w:cs="Arial"/>
        </w:rPr>
      </w:pPr>
    </w:p>
    <w:p w14:paraId="0ABE119D" w14:textId="77777777" w:rsidR="008601FE" w:rsidRPr="00B77013" w:rsidRDefault="008601FE" w:rsidP="008601FE">
      <w:pPr>
        <w:rPr>
          <w:rFonts w:ascii="Arial" w:hAnsi="Arial" w:cs="Arial"/>
        </w:rPr>
      </w:pPr>
    </w:p>
    <w:p w14:paraId="38B666D7" w14:textId="77777777" w:rsidR="008601FE" w:rsidRPr="00B77013" w:rsidRDefault="008601FE" w:rsidP="008601FE">
      <w:pPr>
        <w:rPr>
          <w:rFonts w:ascii="Arial" w:hAnsi="Arial" w:cs="Arial"/>
        </w:rPr>
      </w:pPr>
    </w:p>
    <w:p w14:paraId="48940AED" w14:textId="77777777" w:rsidR="008601FE" w:rsidRPr="00B77013" w:rsidRDefault="008601FE" w:rsidP="008601FE">
      <w:pPr>
        <w:rPr>
          <w:rFonts w:ascii="Arial" w:hAnsi="Arial" w:cs="Arial"/>
        </w:rPr>
      </w:pPr>
    </w:p>
    <w:p w14:paraId="72740CE6" w14:textId="77777777" w:rsidR="008601FE" w:rsidRPr="00B77013" w:rsidRDefault="00000000" w:rsidP="008601FE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5F7856EB">
          <v:shape id="_x0000_s2052" type="#_x0000_t202" style="position:absolute;margin-left:157.15pt;margin-top:10.05pt;width:393.2pt;height:221pt;z-index:251663360" filled="f" stroked="f">
            <v:textbox>
              <w:txbxContent>
                <w:p w14:paraId="05B307DC" w14:textId="5C627F47" w:rsidR="00793490" w:rsidRDefault="00793490" w:rsidP="007F063A">
                  <w:pPr>
                    <w:tabs>
                      <w:tab w:val="left" w:pos="1418"/>
                    </w:tabs>
                    <w:ind w:left="142" w:right="-354"/>
                    <w:rPr>
                      <w:rFonts w:ascii="Arial" w:hAnsi="Arial" w:cs="Arial"/>
                      <w:b/>
                      <w:bCs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2060"/>
                      <w:sz w:val="24"/>
                      <w:szCs w:val="24"/>
                    </w:rPr>
                    <w:tab/>
                  </w:r>
                </w:p>
                <w:p w14:paraId="402DCB04" w14:textId="77777777" w:rsidR="004B0191" w:rsidRDefault="004B0191" w:rsidP="004B0191">
                  <w:pPr>
                    <w:tabs>
                      <w:tab w:val="left" w:pos="1560"/>
                    </w:tabs>
                    <w:ind w:left="1701" w:right="-354"/>
                    <w:rPr>
                      <w:rFonts w:ascii="Arial" w:hAnsi="Arial" w:cs="Arial"/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</w:pPr>
                </w:p>
                <w:p w14:paraId="1367D55F" w14:textId="77777777" w:rsidR="004B0191" w:rsidRDefault="004B0191" w:rsidP="004B0191">
                  <w:pPr>
                    <w:tabs>
                      <w:tab w:val="left" w:pos="1560"/>
                    </w:tabs>
                    <w:ind w:left="1701" w:right="-354"/>
                    <w:rPr>
                      <w:rFonts w:ascii="Arial" w:hAnsi="Arial" w:cs="Arial"/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</w:pPr>
                </w:p>
                <w:p w14:paraId="46CEE275" w14:textId="77777777" w:rsidR="004B0191" w:rsidRDefault="004B0191" w:rsidP="004B0191">
                  <w:pPr>
                    <w:tabs>
                      <w:tab w:val="left" w:pos="1560"/>
                    </w:tabs>
                    <w:ind w:left="1701" w:right="-354"/>
                    <w:rPr>
                      <w:rFonts w:ascii="Arial" w:hAnsi="Arial" w:cs="Arial"/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</w:pPr>
                </w:p>
                <w:p w14:paraId="69FC1905" w14:textId="77777777" w:rsidR="004B0191" w:rsidRDefault="004B0191" w:rsidP="004B0191">
                  <w:pPr>
                    <w:tabs>
                      <w:tab w:val="left" w:pos="1560"/>
                    </w:tabs>
                    <w:ind w:left="1701" w:right="-354"/>
                    <w:rPr>
                      <w:rFonts w:ascii="Arial" w:hAnsi="Arial" w:cs="Arial"/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</w:pPr>
                </w:p>
                <w:p w14:paraId="72BAD779" w14:textId="77777777" w:rsidR="004B0191" w:rsidRDefault="004B0191" w:rsidP="004B0191">
                  <w:pPr>
                    <w:tabs>
                      <w:tab w:val="left" w:pos="1560"/>
                    </w:tabs>
                    <w:ind w:left="1701" w:right="-354"/>
                    <w:rPr>
                      <w:rFonts w:ascii="Arial" w:hAnsi="Arial" w:cs="Arial"/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</w:pPr>
                </w:p>
                <w:p w14:paraId="2AD4AEAC" w14:textId="619D599E" w:rsidR="004B0191" w:rsidRPr="00E03C1F" w:rsidRDefault="00572A51" w:rsidP="00572A51">
                  <w:pPr>
                    <w:tabs>
                      <w:tab w:val="left" w:pos="1560"/>
                    </w:tabs>
                    <w:ind w:right="-354"/>
                    <w:jc w:val="both"/>
                    <w:rPr>
                      <w:rFonts w:ascii="Arial" w:hAnsi="Arial" w:cs="Arial"/>
                      <w:b/>
                      <w:bCs/>
                      <w:i/>
                      <w:iCs/>
                      <w:color w:val="002060"/>
                      <w:sz w:val="32"/>
                      <w:szCs w:val="32"/>
                      <w:u w:val="single"/>
                    </w:rPr>
                  </w:pPr>
                  <w:r w:rsidRPr="00572A51">
                    <w:rPr>
                      <w:rFonts w:ascii="Arial" w:hAnsi="Arial" w:cs="Arial"/>
                      <w:b/>
                      <w:bCs/>
                      <w:color w:val="002060"/>
                      <w:sz w:val="32"/>
                      <w:szCs w:val="32"/>
                    </w:rPr>
                    <w:t xml:space="preserve">            </w:t>
                  </w:r>
                  <w:r w:rsidR="00AD6B1F">
                    <w:rPr>
                      <w:rFonts w:ascii="Arial" w:hAnsi="Arial" w:cs="Arial"/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  <w:t>B</w:t>
                  </w:r>
                  <w:r w:rsidR="004B0191" w:rsidRPr="00E03C1F">
                    <w:rPr>
                      <w:rFonts w:ascii="Arial" w:hAnsi="Arial" w:cs="Arial"/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  <w:t>.</w:t>
                  </w:r>
                  <w:r w:rsidR="004B0191" w:rsidRPr="00E03C1F">
                    <w:rPr>
                      <w:rFonts w:ascii="Arial" w:hAnsi="Arial" w:cs="Arial"/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  <w:tab/>
                  </w:r>
                  <w:r w:rsidR="00AD6B1F">
                    <w:rPr>
                      <w:rFonts w:ascii="Arial" w:hAnsi="Arial" w:cs="Arial"/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  <w:t>SOUHRNNÁ TECHNICKÁ</w:t>
                  </w:r>
                  <w:r w:rsidR="004B0191">
                    <w:rPr>
                      <w:rFonts w:ascii="Arial" w:hAnsi="Arial" w:cs="Arial"/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  <w:t xml:space="preserve"> </w:t>
                  </w:r>
                  <w:r w:rsidR="004B0191" w:rsidRPr="00E03C1F">
                    <w:rPr>
                      <w:rFonts w:ascii="Arial" w:hAnsi="Arial" w:cs="Arial"/>
                      <w:b/>
                      <w:bCs/>
                      <w:caps/>
                      <w:color w:val="002060"/>
                      <w:sz w:val="32"/>
                      <w:szCs w:val="32"/>
                      <w:u w:val="single"/>
                    </w:rPr>
                    <w:t>zpráva</w:t>
                  </w:r>
                </w:p>
                <w:p w14:paraId="404147C8" w14:textId="77777777" w:rsidR="00DA3171" w:rsidRPr="00266697" w:rsidRDefault="00DA3171" w:rsidP="00DA3171">
                  <w:pPr>
                    <w:tabs>
                      <w:tab w:val="left" w:pos="1418"/>
                    </w:tabs>
                    <w:ind w:left="851" w:right="-354"/>
                    <w:rPr>
                      <w:rFonts w:ascii="Arial" w:hAnsi="Arial" w:cs="Arial"/>
                      <w:b/>
                      <w:bCs/>
                      <w:color w:val="002060"/>
                      <w:sz w:val="24"/>
                      <w:szCs w:val="24"/>
                    </w:rPr>
                  </w:pPr>
                </w:p>
                <w:p w14:paraId="236B9ABA" w14:textId="77777777" w:rsidR="00861025" w:rsidRDefault="00861025" w:rsidP="000D6035">
                  <w:pPr>
                    <w:tabs>
                      <w:tab w:val="left" w:pos="1843"/>
                    </w:tabs>
                    <w:spacing w:before="60"/>
                    <w:ind w:left="1985"/>
                    <w:rPr>
                      <w:rFonts w:ascii="Arial" w:hAnsi="Arial" w:cs="Arial"/>
                      <w:b/>
                      <w:caps/>
                      <w:color w:val="002060"/>
                      <w:sz w:val="24"/>
                      <w:szCs w:val="24"/>
                    </w:rPr>
                  </w:pPr>
                </w:p>
                <w:p w14:paraId="721B8797" w14:textId="77777777" w:rsidR="00861025" w:rsidRDefault="00861025" w:rsidP="000D6035">
                  <w:pPr>
                    <w:tabs>
                      <w:tab w:val="left" w:pos="1843"/>
                    </w:tabs>
                    <w:spacing w:before="60"/>
                    <w:ind w:left="1985"/>
                    <w:rPr>
                      <w:rFonts w:ascii="Arial" w:hAnsi="Arial" w:cs="Arial"/>
                      <w:b/>
                      <w:caps/>
                      <w:color w:val="002060"/>
                      <w:sz w:val="24"/>
                      <w:szCs w:val="24"/>
                    </w:rPr>
                  </w:pPr>
                </w:p>
                <w:p w14:paraId="252DAAA3" w14:textId="77777777" w:rsidR="00861025" w:rsidRPr="0044475C" w:rsidRDefault="00861025" w:rsidP="000D6035">
                  <w:pPr>
                    <w:tabs>
                      <w:tab w:val="left" w:pos="1843"/>
                    </w:tabs>
                    <w:spacing w:before="60"/>
                    <w:ind w:left="1985"/>
                    <w:rPr>
                      <w:rFonts w:ascii="Arial" w:hAnsi="Arial" w:cs="Arial"/>
                      <w:b/>
                      <w:caps/>
                      <w:color w:val="002060"/>
                      <w:sz w:val="24"/>
                      <w:szCs w:val="24"/>
                    </w:rPr>
                  </w:pPr>
                </w:p>
                <w:p w14:paraId="63F7EF94" w14:textId="77777777" w:rsidR="000C5CAB" w:rsidRDefault="000C5CAB"/>
              </w:txbxContent>
            </v:textbox>
          </v:shape>
        </w:pict>
      </w:r>
    </w:p>
    <w:p w14:paraId="691FB57C" w14:textId="77777777" w:rsidR="008601FE" w:rsidRPr="00B77013" w:rsidRDefault="008601FE" w:rsidP="008601FE">
      <w:pPr>
        <w:rPr>
          <w:rFonts w:ascii="Arial" w:hAnsi="Arial" w:cs="Arial"/>
        </w:rPr>
      </w:pPr>
    </w:p>
    <w:p w14:paraId="00823F7A" w14:textId="77777777" w:rsidR="008601FE" w:rsidRPr="00B77013" w:rsidRDefault="008601FE" w:rsidP="008601FE">
      <w:pPr>
        <w:rPr>
          <w:rFonts w:ascii="Arial" w:hAnsi="Arial" w:cs="Arial"/>
        </w:rPr>
      </w:pPr>
    </w:p>
    <w:p w14:paraId="1FC9CE3D" w14:textId="77777777" w:rsidR="008601FE" w:rsidRPr="00B77013" w:rsidRDefault="008601FE" w:rsidP="008601FE">
      <w:pPr>
        <w:rPr>
          <w:rFonts w:ascii="Arial" w:hAnsi="Arial" w:cs="Arial"/>
        </w:rPr>
      </w:pPr>
    </w:p>
    <w:p w14:paraId="1BF9C65E" w14:textId="77777777" w:rsidR="008601FE" w:rsidRPr="00B77013" w:rsidRDefault="008601FE" w:rsidP="008601FE">
      <w:pPr>
        <w:rPr>
          <w:rFonts w:ascii="Arial" w:hAnsi="Arial" w:cs="Arial"/>
        </w:rPr>
      </w:pPr>
    </w:p>
    <w:p w14:paraId="583BB8B6" w14:textId="77777777" w:rsidR="008601FE" w:rsidRPr="00B77013" w:rsidRDefault="008601FE" w:rsidP="008601FE">
      <w:pPr>
        <w:rPr>
          <w:rFonts w:ascii="Arial" w:hAnsi="Arial" w:cs="Arial"/>
        </w:rPr>
      </w:pPr>
    </w:p>
    <w:p w14:paraId="0629F4ED" w14:textId="77777777" w:rsidR="008601FE" w:rsidRPr="00B77013" w:rsidRDefault="008601FE" w:rsidP="008601FE">
      <w:pPr>
        <w:rPr>
          <w:rFonts w:ascii="Arial" w:hAnsi="Arial" w:cs="Arial"/>
        </w:rPr>
      </w:pPr>
    </w:p>
    <w:p w14:paraId="12A5D8F4" w14:textId="77777777" w:rsidR="008601FE" w:rsidRPr="00B77013" w:rsidRDefault="008601FE" w:rsidP="008601FE">
      <w:pPr>
        <w:rPr>
          <w:rFonts w:ascii="Arial" w:hAnsi="Arial" w:cs="Arial"/>
        </w:rPr>
      </w:pPr>
    </w:p>
    <w:p w14:paraId="7F80CC99" w14:textId="77777777" w:rsidR="008601FE" w:rsidRPr="00B77013" w:rsidRDefault="008601FE" w:rsidP="008601FE">
      <w:pPr>
        <w:rPr>
          <w:rFonts w:ascii="Arial" w:hAnsi="Arial" w:cs="Arial"/>
        </w:rPr>
      </w:pPr>
    </w:p>
    <w:p w14:paraId="0B36001F" w14:textId="77777777" w:rsidR="008601FE" w:rsidRPr="00B77013" w:rsidRDefault="008601FE" w:rsidP="008601FE">
      <w:pPr>
        <w:rPr>
          <w:rFonts w:ascii="Arial" w:hAnsi="Arial" w:cs="Arial"/>
        </w:rPr>
      </w:pPr>
    </w:p>
    <w:p w14:paraId="31AF6687" w14:textId="77777777" w:rsidR="008601FE" w:rsidRPr="00B77013" w:rsidRDefault="008601FE" w:rsidP="008601FE">
      <w:pPr>
        <w:rPr>
          <w:rFonts w:ascii="Arial" w:hAnsi="Arial" w:cs="Arial"/>
        </w:rPr>
      </w:pPr>
    </w:p>
    <w:p w14:paraId="30FD048A" w14:textId="77777777" w:rsidR="008601FE" w:rsidRPr="00B77013" w:rsidRDefault="008601FE" w:rsidP="008601FE">
      <w:pPr>
        <w:rPr>
          <w:rFonts w:ascii="Arial" w:hAnsi="Arial" w:cs="Arial"/>
        </w:rPr>
      </w:pPr>
    </w:p>
    <w:p w14:paraId="75A3DE26" w14:textId="77777777" w:rsidR="008601FE" w:rsidRPr="00B77013" w:rsidRDefault="008601FE" w:rsidP="008601FE">
      <w:pPr>
        <w:rPr>
          <w:rFonts w:ascii="Arial" w:hAnsi="Arial" w:cs="Arial"/>
        </w:rPr>
      </w:pPr>
    </w:p>
    <w:p w14:paraId="2A8E449A" w14:textId="77777777" w:rsidR="008601FE" w:rsidRPr="00B77013" w:rsidRDefault="008601FE" w:rsidP="008601FE">
      <w:pPr>
        <w:rPr>
          <w:rFonts w:ascii="Arial" w:hAnsi="Arial" w:cs="Arial"/>
        </w:rPr>
      </w:pPr>
    </w:p>
    <w:p w14:paraId="2EEA97E5" w14:textId="77777777" w:rsidR="008601FE" w:rsidRPr="00B77013" w:rsidRDefault="008601FE" w:rsidP="008601FE">
      <w:pPr>
        <w:rPr>
          <w:rFonts w:ascii="Arial" w:hAnsi="Arial" w:cs="Arial"/>
        </w:rPr>
      </w:pPr>
    </w:p>
    <w:p w14:paraId="78D1FEC2" w14:textId="77777777" w:rsidR="008601FE" w:rsidRPr="00B77013" w:rsidRDefault="008601FE" w:rsidP="008601FE">
      <w:pPr>
        <w:rPr>
          <w:rFonts w:ascii="Arial" w:hAnsi="Arial" w:cs="Arial"/>
        </w:rPr>
      </w:pPr>
    </w:p>
    <w:p w14:paraId="2B275F20" w14:textId="77777777" w:rsidR="008601FE" w:rsidRPr="00B77013" w:rsidRDefault="008601FE" w:rsidP="008601FE">
      <w:pPr>
        <w:rPr>
          <w:rFonts w:ascii="Arial" w:hAnsi="Arial" w:cs="Arial"/>
        </w:rPr>
      </w:pPr>
    </w:p>
    <w:p w14:paraId="207911D7" w14:textId="77777777" w:rsidR="008601FE" w:rsidRPr="00B77013" w:rsidRDefault="008601FE" w:rsidP="00526ED2">
      <w:pPr>
        <w:tabs>
          <w:tab w:val="left" w:pos="1565"/>
        </w:tabs>
        <w:ind w:left="1560"/>
        <w:rPr>
          <w:rFonts w:ascii="Arial" w:hAnsi="Arial" w:cs="Arial"/>
        </w:rPr>
      </w:pPr>
      <w:r w:rsidRPr="00B77013">
        <w:rPr>
          <w:rFonts w:ascii="Arial" w:hAnsi="Arial" w:cs="Arial"/>
        </w:rPr>
        <w:tab/>
      </w:r>
    </w:p>
    <w:p w14:paraId="5FAE15F5" w14:textId="77777777" w:rsidR="008601FE" w:rsidRPr="00B77013" w:rsidRDefault="008601FE" w:rsidP="008601FE">
      <w:pPr>
        <w:rPr>
          <w:rFonts w:ascii="Arial" w:hAnsi="Arial" w:cs="Arial"/>
        </w:rPr>
      </w:pPr>
    </w:p>
    <w:p w14:paraId="348D4254" w14:textId="77777777" w:rsidR="00526ED2" w:rsidRPr="00B77013" w:rsidRDefault="00526ED2" w:rsidP="008601FE">
      <w:pPr>
        <w:rPr>
          <w:rFonts w:ascii="Arial" w:hAnsi="Arial" w:cs="Arial"/>
        </w:rPr>
      </w:pPr>
    </w:p>
    <w:p w14:paraId="2A3660B1" w14:textId="77777777" w:rsidR="00526ED2" w:rsidRPr="00B77013" w:rsidRDefault="00526ED2" w:rsidP="00526ED2">
      <w:pPr>
        <w:rPr>
          <w:rFonts w:ascii="Arial" w:hAnsi="Arial" w:cs="Arial"/>
        </w:rPr>
      </w:pPr>
    </w:p>
    <w:p w14:paraId="0328276B" w14:textId="77777777" w:rsidR="00526ED2" w:rsidRPr="00B77013" w:rsidRDefault="00526ED2" w:rsidP="00526ED2">
      <w:pPr>
        <w:rPr>
          <w:rFonts w:ascii="Arial" w:hAnsi="Arial" w:cs="Arial"/>
        </w:rPr>
      </w:pPr>
    </w:p>
    <w:p w14:paraId="367CE16E" w14:textId="77777777" w:rsidR="00526ED2" w:rsidRPr="00B77013" w:rsidRDefault="00526ED2" w:rsidP="00526ED2">
      <w:pPr>
        <w:rPr>
          <w:rFonts w:ascii="Arial" w:hAnsi="Arial" w:cs="Arial"/>
        </w:rPr>
      </w:pPr>
    </w:p>
    <w:p w14:paraId="6FE0FD38" w14:textId="77777777" w:rsidR="00526ED2" w:rsidRPr="00B77013" w:rsidRDefault="00526ED2" w:rsidP="00526ED2">
      <w:pPr>
        <w:rPr>
          <w:rFonts w:ascii="Arial" w:hAnsi="Arial" w:cs="Arial"/>
        </w:rPr>
      </w:pPr>
    </w:p>
    <w:p w14:paraId="255F5065" w14:textId="77777777" w:rsidR="00526ED2" w:rsidRPr="00B77013" w:rsidRDefault="00526ED2" w:rsidP="00526ED2">
      <w:pPr>
        <w:rPr>
          <w:rFonts w:ascii="Arial" w:hAnsi="Arial" w:cs="Arial"/>
        </w:rPr>
      </w:pPr>
    </w:p>
    <w:p w14:paraId="549C00B1" w14:textId="77777777" w:rsidR="00526ED2" w:rsidRPr="00B77013" w:rsidRDefault="00526ED2" w:rsidP="00526ED2">
      <w:pPr>
        <w:rPr>
          <w:rFonts w:ascii="Arial" w:hAnsi="Arial" w:cs="Arial"/>
        </w:rPr>
      </w:pPr>
    </w:p>
    <w:p w14:paraId="7FD36382" w14:textId="77777777" w:rsidR="00526ED2" w:rsidRPr="00B77013" w:rsidRDefault="00526ED2" w:rsidP="00526ED2">
      <w:pPr>
        <w:rPr>
          <w:rFonts w:ascii="Arial" w:hAnsi="Arial" w:cs="Arial"/>
        </w:rPr>
      </w:pPr>
    </w:p>
    <w:p w14:paraId="6B9D70EE" w14:textId="77777777" w:rsidR="00526ED2" w:rsidRPr="00B77013" w:rsidRDefault="00526ED2" w:rsidP="00526ED2">
      <w:pPr>
        <w:rPr>
          <w:rFonts w:ascii="Arial" w:hAnsi="Arial" w:cs="Arial"/>
        </w:rPr>
      </w:pPr>
    </w:p>
    <w:p w14:paraId="12023A4C" w14:textId="77777777" w:rsidR="00526ED2" w:rsidRPr="00B77013" w:rsidRDefault="00000000" w:rsidP="00526ED2">
      <w:pPr>
        <w:rPr>
          <w:rFonts w:ascii="Arial" w:hAnsi="Arial" w:cs="Arial"/>
        </w:rPr>
      </w:pPr>
      <w:r>
        <w:rPr>
          <w:rFonts w:ascii="Arial" w:hAnsi="Arial" w:cs="Arial"/>
          <w:noProof/>
          <w:color w:val="002060"/>
        </w:rPr>
        <w:pict w14:anchorId="26AB56B4">
          <v:shape id="_x0000_s2053" type="#_x0000_t202" style="position:absolute;margin-left:147.75pt;margin-top:.5pt;width:430.1pt;height:143.3pt;z-index:251664384" filled="f" stroked="f">
            <v:textbox style="mso-next-textbox:#_x0000_s2053">
              <w:txbxContent>
                <w:p w14:paraId="04305C0B" w14:textId="4E512BC4" w:rsidR="000C5CAB" w:rsidRPr="00AD6B1F" w:rsidRDefault="00445FA1" w:rsidP="000C5CAB">
                  <w:pPr>
                    <w:tabs>
                      <w:tab w:val="left" w:pos="1418"/>
                    </w:tabs>
                    <w:ind w:left="212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AD6B1F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STAVBA: </w:t>
                  </w:r>
                  <w:r w:rsidRPr="00AD6B1F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Pr="00AD6B1F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="00B95F1D" w:rsidRPr="00AD6B1F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Instalace nového náhradního zdroje elektrické energie 650kVA v Nemocnici Orlová</w:t>
                  </w:r>
                </w:p>
                <w:p w14:paraId="4E47D3EF" w14:textId="77777777" w:rsidR="00797F5E" w:rsidRPr="00AD6B1F" w:rsidRDefault="00797F5E" w:rsidP="00797F5E">
                  <w:pPr>
                    <w:tabs>
                      <w:tab w:val="left" w:pos="1418"/>
                    </w:tabs>
                    <w:ind w:left="212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</w:p>
                <w:p w14:paraId="349A4BAC" w14:textId="0C898087" w:rsidR="00797F5E" w:rsidRPr="00AD6B1F" w:rsidRDefault="00797F5E" w:rsidP="00797F5E">
                  <w:pPr>
                    <w:tabs>
                      <w:tab w:val="left" w:pos="1418"/>
                    </w:tabs>
                    <w:ind w:left="212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AD6B1F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MÍSTO STAVBY: </w:t>
                  </w:r>
                  <w:proofErr w:type="spellStart"/>
                  <w:r w:rsidR="00C64823" w:rsidRPr="000E3867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NsP</w:t>
                  </w:r>
                  <w:proofErr w:type="spellEnd"/>
                  <w:r w:rsidR="00C64823" w:rsidRPr="000E3867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 Karviná Ráj</w:t>
                  </w:r>
                  <w:r w:rsidR="00C64823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 pracoviště Orlová</w:t>
                  </w:r>
                </w:p>
                <w:p w14:paraId="1E55C2C7" w14:textId="77777777" w:rsidR="000C5CAB" w:rsidRPr="00AD6B1F" w:rsidRDefault="000C5CAB" w:rsidP="006E016A">
                  <w:pPr>
                    <w:tabs>
                      <w:tab w:val="left" w:pos="1560"/>
                    </w:tabs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AD6B1F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</w:p>
                <w:p w14:paraId="5B1E1619" w14:textId="7D5DF73F" w:rsidR="000C5CAB" w:rsidRPr="00AD6B1F" w:rsidRDefault="000C5CAB" w:rsidP="000C5CAB">
                  <w:pPr>
                    <w:tabs>
                      <w:tab w:val="left" w:pos="1560"/>
                    </w:tabs>
                    <w:ind w:left="212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AD6B1F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INVESTOR:</w:t>
                  </w:r>
                  <w:r w:rsidRPr="00AD6B1F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="00797F5E" w:rsidRPr="00AD6B1F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proofErr w:type="spellStart"/>
                  <w:r w:rsidR="00B95F1D" w:rsidRPr="00AD6B1F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NsP</w:t>
                  </w:r>
                  <w:proofErr w:type="spellEnd"/>
                  <w:r w:rsidR="00B95F1D" w:rsidRPr="00AD6B1F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 Karviná Ráj, </w:t>
                  </w:r>
                  <w:proofErr w:type="spellStart"/>
                  <w:r w:rsidR="00B95F1D" w:rsidRPr="00AD6B1F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p.o</w:t>
                  </w:r>
                  <w:proofErr w:type="spellEnd"/>
                  <w:r w:rsidR="00B95F1D" w:rsidRPr="00AD6B1F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.</w:t>
                  </w:r>
                </w:p>
                <w:p w14:paraId="2C4293B3" w14:textId="77777777" w:rsidR="000C5CAB" w:rsidRPr="00AD6B1F" w:rsidRDefault="000C5CAB" w:rsidP="000C5CAB">
                  <w:pPr>
                    <w:tabs>
                      <w:tab w:val="left" w:pos="1560"/>
                    </w:tabs>
                    <w:ind w:left="212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AD6B1F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</w:p>
                <w:p w14:paraId="112912F8" w14:textId="04E93213" w:rsidR="000C5CAB" w:rsidRPr="00AD6B1F" w:rsidRDefault="000C5CAB" w:rsidP="00445FA1">
                  <w:pPr>
                    <w:tabs>
                      <w:tab w:val="left" w:pos="1560"/>
                    </w:tabs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AD6B1F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HIP:</w:t>
                  </w:r>
                  <w:r w:rsidRPr="00AD6B1F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Pr="00AD6B1F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  <w:t xml:space="preserve">Ing. </w:t>
                  </w:r>
                  <w:r w:rsidR="00B95F1D" w:rsidRPr="00AD6B1F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Bohuslav Šulák</w:t>
                  </w:r>
                </w:p>
                <w:p w14:paraId="0132B2C9" w14:textId="11017F1F" w:rsidR="004B0191" w:rsidRDefault="004B0191" w:rsidP="00445FA1">
                  <w:pPr>
                    <w:tabs>
                      <w:tab w:val="left" w:pos="1560"/>
                    </w:tabs>
                    <w:rPr>
                      <w:rFonts w:ascii="Arial" w:hAnsi="Arial" w:cs="Arial"/>
                      <w:b/>
                      <w:color w:val="002060"/>
                      <w:sz w:val="30"/>
                      <w:szCs w:val="30"/>
                    </w:rPr>
                  </w:pPr>
                </w:p>
                <w:p w14:paraId="0176814A" w14:textId="3A4A9544" w:rsidR="004B0191" w:rsidRDefault="004B0191" w:rsidP="00445FA1">
                  <w:pPr>
                    <w:tabs>
                      <w:tab w:val="left" w:pos="1560"/>
                    </w:tabs>
                    <w:rPr>
                      <w:rFonts w:ascii="Arial" w:hAnsi="Arial" w:cs="Arial"/>
                      <w:b/>
                      <w:color w:val="002060"/>
                      <w:sz w:val="30"/>
                      <w:szCs w:val="30"/>
                    </w:rPr>
                  </w:pPr>
                </w:p>
                <w:p w14:paraId="5A4D1553" w14:textId="77777777" w:rsidR="004B0191" w:rsidRDefault="004B0191" w:rsidP="00445FA1">
                  <w:pPr>
                    <w:tabs>
                      <w:tab w:val="left" w:pos="1560"/>
                    </w:tabs>
                  </w:pPr>
                </w:p>
                <w:p w14:paraId="6FC97EDF" w14:textId="77777777" w:rsidR="00861025" w:rsidRDefault="00861025"/>
                <w:p w14:paraId="2015157E" w14:textId="77777777" w:rsidR="00861025" w:rsidRDefault="00861025"/>
              </w:txbxContent>
            </v:textbox>
          </v:shape>
        </w:pict>
      </w:r>
    </w:p>
    <w:p w14:paraId="7A83355F" w14:textId="77777777" w:rsidR="00526ED2" w:rsidRPr="00B77013" w:rsidRDefault="00526ED2" w:rsidP="00526ED2">
      <w:pPr>
        <w:rPr>
          <w:rFonts w:ascii="Arial" w:hAnsi="Arial" w:cs="Arial"/>
        </w:rPr>
      </w:pPr>
    </w:p>
    <w:p w14:paraId="16A36D75" w14:textId="77777777" w:rsidR="00526ED2" w:rsidRPr="00B77013" w:rsidRDefault="00526ED2" w:rsidP="00526ED2">
      <w:pPr>
        <w:rPr>
          <w:rFonts w:ascii="Arial" w:hAnsi="Arial" w:cs="Arial"/>
        </w:rPr>
      </w:pPr>
    </w:p>
    <w:p w14:paraId="16AAE35E" w14:textId="77777777" w:rsidR="00526ED2" w:rsidRPr="00B77013" w:rsidRDefault="00526ED2" w:rsidP="00526ED2">
      <w:pPr>
        <w:rPr>
          <w:rFonts w:ascii="Arial" w:hAnsi="Arial" w:cs="Arial"/>
        </w:rPr>
      </w:pPr>
    </w:p>
    <w:p w14:paraId="34E15A07" w14:textId="77777777" w:rsidR="00526ED2" w:rsidRPr="00B77013" w:rsidRDefault="00526ED2" w:rsidP="00526ED2">
      <w:pPr>
        <w:rPr>
          <w:rFonts w:ascii="Arial" w:hAnsi="Arial" w:cs="Arial"/>
        </w:rPr>
      </w:pPr>
    </w:p>
    <w:p w14:paraId="44477FF5" w14:textId="77777777" w:rsidR="00526ED2" w:rsidRPr="00B77013" w:rsidRDefault="00526ED2" w:rsidP="00B0217D">
      <w:pPr>
        <w:rPr>
          <w:rFonts w:ascii="Arial" w:hAnsi="Arial" w:cs="Arial"/>
          <w:color w:val="002060"/>
        </w:rPr>
      </w:pPr>
    </w:p>
    <w:p w14:paraId="0604A370" w14:textId="77777777" w:rsidR="00093654" w:rsidRPr="00B77013" w:rsidRDefault="00093654" w:rsidP="00367E76">
      <w:pPr>
        <w:ind w:left="1560"/>
        <w:rPr>
          <w:rFonts w:ascii="Arial" w:hAnsi="Arial" w:cs="Arial"/>
        </w:rPr>
      </w:pPr>
    </w:p>
    <w:p w14:paraId="7AFEB376" w14:textId="77777777" w:rsidR="000C5CAB" w:rsidRPr="00B77013" w:rsidRDefault="00000000" w:rsidP="00745754">
      <w:pPr>
        <w:rPr>
          <w:rFonts w:ascii="Arial" w:hAnsi="Arial" w:cs="Arial"/>
        </w:rPr>
        <w:sectPr w:rsidR="000C5CAB" w:rsidRPr="00B77013" w:rsidSect="008601FE">
          <w:headerReference w:type="default" r:id="rId7"/>
          <w:footerReference w:type="default" r:id="rId8"/>
          <w:pgSz w:w="11906" w:h="16838" w:code="9"/>
          <w:pgMar w:top="57" w:right="424" w:bottom="57" w:left="0" w:header="0" w:footer="0" w:gutter="0"/>
          <w:cols w:space="708"/>
        </w:sectPr>
      </w:pPr>
      <w:r>
        <w:rPr>
          <w:rFonts w:ascii="Arial" w:hAnsi="Arial" w:cs="Arial"/>
          <w:noProof/>
          <w:lang w:eastAsia="en-US"/>
        </w:rPr>
        <w:pict w14:anchorId="162A0F5C">
          <v:shape id="_x0000_s2051" type="#_x0000_t202" style="position:absolute;margin-left:72.05pt;margin-top:80.85pt;width:484.6pt;height:48.55pt;z-index:251662336;mso-width-relative:margin;mso-height-relative:margin" stroked="f">
            <v:textbox style="mso-next-textbox:#_x0000_s2051">
              <w:txbxContent>
                <w:p w14:paraId="1514A063" w14:textId="77777777" w:rsidR="000C5CAB" w:rsidRDefault="000C5CAB" w:rsidP="000C5CAB">
                  <w:pPr>
                    <w:keepNext/>
                    <w:spacing w:before="60"/>
                    <w:outlineLvl w:val="5"/>
                    <w:rPr>
                      <w:rFonts w:ascii="Arial" w:hAnsi="Arial" w:cs="Arial"/>
                      <w:color w:val="002060"/>
                    </w:rPr>
                  </w:pPr>
                  <w:r w:rsidRPr="00367E76">
                    <w:rPr>
                      <w:rFonts w:ascii="Arial" w:hAnsi="Arial" w:cs="Arial"/>
                      <w:b/>
                      <w:color w:val="002060"/>
                    </w:rPr>
                    <w:t>EP Rožnov, a.s.</w:t>
                  </w:r>
                  <w:r w:rsidRPr="00367E76">
                    <w:rPr>
                      <w:rFonts w:ascii="Arial" w:hAnsi="Arial" w:cs="Arial"/>
                      <w:color w:val="002060"/>
                    </w:rPr>
                    <w:t>, Boženy Němcové 1720, 756 61</w:t>
                  </w:r>
                  <w:r>
                    <w:rPr>
                      <w:rFonts w:ascii="Arial" w:hAnsi="Arial" w:cs="Arial"/>
                      <w:color w:val="002060"/>
                    </w:rPr>
                    <w:t xml:space="preserve"> Rožnov pod Radhoštěm          </w:t>
                  </w:r>
                </w:p>
                <w:p w14:paraId="5359A88A" w14:textId="77777777" w:rsidR="000C5CAB" w:rsidRPr="00367E76" w:rsidRDefault="000C5CAB" w:rsidP="000C5CAB">
                  <w:pPr>
                    <w:keepNext/>
                    <w:spacing w:before="60"/>
                    <w:outlineLvl w:val="5"/>
                    <w:rPr>
                      <w:rFonts w:ascii="Arial" w:hAnsi="Arial" w:cs="Arial"/>
                      <w:color w:val="002060"/>
                    </w:rPr>
                  </w:pPr>
                  <w:r>
                    <w:rPr>
                      <w:rFonts w:ascii="Arial" w:hAnsi="Arial" w:cs="Arial"/>
                      <w:color w:val="002060"/>
                    </w:rPr>
                    <w:t>t</w:t>
                  </w:r>
                  <w:r w:rsidRPr="00367E76">
                    <w:rPr>
                      <w:rFonts w:ascii="Arial" w:hAnsi="Arial" w:cs="Arial"/>
                      <w:color w:val="002060"/>
                    </w:rPr>
                    <w:t xml:space="preserve">el.: +420 571 664 111, e-mail: </w:t>
                  </w:r>
                  <w:hyperlink r:id="rId9" w:history="1">
                    <w:r w:rsidRPr="00367E76">
                      <w:rPr>
                        <w:rFonts w:ascii="Arial" w:hAnsi="Arial" w:cs="Arial"/>
                        <w:color w:val="002060"/>
                      </w:rPr>
                      <w:t>ep@eproznov.cz</w:t>
                    </w:r>
                  </w:hyperlink>
                  <w:r w:rsidRPr="00367E76">
                    <w:rPr>
                      <w:rFonts w:ascii="Arial" w:hAnsi="Arial" w:cs="Arial"/>
                      <w:color w:val="00206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2060"/>
                    </w:rPr>
                    <w:tab/>
                  </w:r>
                  <w:r>
                    <w:rPr>
                      <w:rFonts w:ascii="Arial" w:hAnsi="Arial" w:cs="Arial"/>
                      <w:color w:val="002060"/>
                    </w:rPr>
                    <w:tab/>
                  </w:r>
                  <w:r>
                    <w:rPr>
                      <w:rFonts w:ascii="Arial" w:hAnsi="Arial" w:cs="Arial"/>
                      <w:color w:val="002060"/>
                    </w:rPr>
                    <w:tab/>
                    <w:t xml:space="preserve">                       </w:t>
                  </w:r>
                  <w:r w:rsidRPr="00367E76">
                    <w:rPr>
                      <w:rFonts w:ascii="Arial" w:hAnsi="Arial" w:cs="Arial"/>
                      <w:b/>
                      <w:color w:val="002060"/>
                    </w:rPr>
                    <w:t>www.eproznov.cz</w:t>
                  </w:r>
                </w:p>
                <w:p w14:paraId="31A3A747" w14:textId="77777777" w:rsidR="000C5CAB" w:rsidRDefault="000C5CAB"/>
              </w:txbxContent>
            </v:textbox>
          </v:shape>
        </w:pict>
      </w:r>
    </w:p>
    <w:p w14:paraId="1281F829" w14:textId="77777777" w:rsidR="004B0191" w:rsidRPr="004F3BDB" w:rsidRDefault="004B0191" w:rsidP="004B0191">
      <w:pPr>
        <w:ind w:right="6"/>
        <w:rPr>
          <w:rFonts w:ascii="Arial" w:hAnsi="Arial" w:cs="Arial"/>
          <w:caps/>
          <w:sz w:val="22"/>
          <w:szCs w:val="22"/>
        </w:rPr>
      </w:pPr>
    </w:p>
    <w:p w14:paraId="5D3CEBB7" w14:textId="77777777" w:rsidR="00AD6B1F" w:rsidRPr="00C477EC" w:rsidRDefault="00AD6B1F" w:rsidP="00AD6B1F">
      <w:pPr>
        <w:tabs>
          <w:tab w:val="left" w:pos="709"/>
          <w:tab w:val="left" w:pos="1134"/>
        </w:tabs>
        <w:ind w:left="709" w:right="6"/>
        <w:rPr>
          <w:rFonts w:cs="Arial"/>
          <w:sz w:val="22"/>
          <w:lang w:eastAsia="zh-CN"/>
        </w:rPr>
      </w:pPr>
      <w:r w:rsidRPr="004F3BDB">
        <w:rPr>
          <w:rFonts w:ascii="Arial" w:hAnsi="Arial" w:cs="Arial"/>
          <w:b/>
          <w:caps/>
          <w:sz w:val="24"/>
          <w:u w:val="single"/>
          <w:lang w:eastAsia="zh-CN"/>
        </w:rPr>
        <w:t>obsah:</w:t>
      </w:r>
      <w:r w:rsidRPr="004F3BDB">
        <w:rPr>
          <w:rFonts w:ascii="Arial" w:hAnsi="Arial" w:cs="Arial"/>
          <w:b/>
          <w:caps/>
          <w:sz w:val="24"/>
          <w:lang w:eastAsia="zh-CN"/>
        </w:rPr>
        <w:tab/>
      </w:r>
      <w:r w:rsidRPr="00C345C8">
        <w:rPr>
          <w:rFonts w:cs="Arial"/>
          <w:b/>
          <w:caps/>
          <w:sz w:val="24"/>
          <w:lang w:eastAsia="zh-CN"/>
        </w:rPr>
        <w:t xml:space="preserve"> </w:t>
      </w:r>
      <w:r w:rsidRPr="00C345C8">
        <w:rPr>
          <w:rFonts w:cs="Arial"/>
          <w:b/>
          <w:caps/>
          <w:sz w:val="24"/>
          <w:lang w:eastAsia="zh-CN"/>
        </w:rPr>
        <w:tab/>
      </w:r>
      <w:r w:rsidRPr="00C345C8">
        <w:rPr>
          <w:rFonts w:cs="Arial"/>
          <w:b/>
          <w:caps/>
          <w:sz w:val="24"/>
          <w:lang w:eastAsia="zh-CN"/>
        </w:rPr>
        <w:tab/>
      </w:r>
      <w:r w:rsidRPr="00C345C8">
        <w:rPr>
          <w:rFonts w:cs="Arial"/>
          <w:b/>
          <w:caps/>
          <w:sz w:val="24"/>
          <w:lang w:eastAsia="zh-CN"/>
        </w:rPr>
        <w:tab/>
      </w:r>
      <w:r w:rsidRPr="00C345C8">
        <w:rPr>
          <w:rFonts w:cs="Arial"/>
          <w:b/>
          <w:caps/>
          <w:sz w:val="24"/>
          <w:lang w:eastAsia="zh-CN"/>
        </w:rPr>
        <w:tab/>
      </w:r>
      <w:r w:rsidRPr="00C345C8">
        <w:rPr>
          <w:rFonts w:cs="Arial"/>
          <w:b/>
          <w:caps/>
          <w:sz w:val="24"/>
          <w:lang w:eastAsia="zh-CN"/>
        </w:rPr>
        <w:tab/>
      </w:r>
      <w:r w:rsidRPr="00C345C8">
        <w:rPr>
          <w:rFonts w:cs="Arial"/>
          <w:b/>
          <w:caps/>
          <w:sz w:val="24"/>
          <w:lang w:eastAsia="zh-CN"/>
        </w:rPr>
        <w:tab/>
      </w:r>
      <w:r w:rsidRPr="00C345C8">
        <w:rPr>
          <w:rFonts w:cs="Arial"/>
          <w:b/>
          <w:caps/>
          <w:sz w:val="24"/>
          <w:lang w:eastAsia="zh-CN"/>
        </w:rPr>
        <w:tab/>
      </w:r>
      <w:r w:rsidRPr="00C345C8">
        <w:rPr>
          <w:rFonts w:cs="Arial"/>
          <w:b/>
          <w:caps/>
          <w:sz w:val="24"/>
          <w:lang w:eastAsia="zh-CN"/>
        </w:rPr>
        <w:tab/>
      </w:r>
      <w:r w:rsidRPr="00C345C8">
        <w:rPr>
          <w:rFonts w:cs="Arial"/>
          <w:b/>
          <w:caps/>
          <w:sz w:val="24"/>
          <w:lang w:eastAsia="zh-CN"/>
        </w:rPr>
        <w:tab/>
      </w:r>
      <w:r w:rsidRPr="00C345C8">
        <w:rPr>
          <w:rFonts w:cs="Arial"/>
          <w:caps/>
          <w:sz w:val="24"/>
          <w:lang w:eastAsia="zh-CN"/>
        </w:rPr>
        <w:tab/>
      </w:r>
      <w:r>
        <w:rPr>
          <w:rFonts w:cs="Arial"/>
          <w:caps/>
          <w:sz w:val="24"/>
          <w:lang w:eastAsia="zh-CN"/>
        </w:rPr>
        <w:t xml:space="preserve">         </w:t>
      </w:r>
      <w:r w:rsidRPr="00C345C8">
        <w:rPr>
          <w:rFonts w:cs="Arial"/>
          <w:sz w:val="22"/>
          <w:lang w:eastAsia="zh-CN"/>
        </w:rPr>
        <w:t>strana</w:t>
      </w:r>
    </w:p>
    <w:p w14:paraId="052BB06A" w14:textId="77777777" w:rsidR="00AD6B1F" w:rsidRDefault="00AD6B1F" w:rsidP="00AD6B1F">
      <w:pPr>
        <w:ind w:right="6"/>
        <w:rPr>
          <w:rFonts w:cs="Arial"/>
          <w:sz w:val="22"/>
          <w:szCs w:val="22"/>
        </w:rPr>
      </w:pPr>
    </w:p>
    <w:p w14:paraId="781B7951" w14:textId="77777777" w:rsidR="00AD6B1F" w:rsidRDefault="00AD6B1F" w:rsidP="00AD6B1F">
      <w:pPr>
        <w:pStyle w:val="Obsah1"/>
        <w:rPr>
          <w:rFonts w:asciiTheme="minorHAnsi" w:eastAsiaTheme="minorEastAsia" w:hAnsiTheme="minorHAnsi" w:cstheme="minorBidi"/>
          <w:b w:val="0"/>
          <w:bCs/>
        </w:rPr>
      </w:pPr>
      <w:r>
        <w:rPr>
          <w:bCs/>
        </w:rPr>
        <w:fldChar w:fldCharType="begin"/>
      </w:r>
      <w:r>
        <w:instrText xml:space="preserve"> TOC \o "1-2" \h \z \u \t "Nadpis 4;3" </w:instrText>
      </w:r>
      <w:r>
        <w:rPr>
          <w:bCs/>
        </w:rPr>
        <w:fldChar w:fldCharType="separate"/>
      </w:r>
      <w:hyperlink w:anchor="_Toc22637581" w:history="1">
        <w:r w:rsidRPr="00C83551">
          <w:rPr>
            <w:rStyle w:val="Hypertextovodkaz"/>
          </w:rPr>
          <w:t>B. SOUHRNNÁ TECHNICKÁ ZPRÁVA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_Toc22637581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10A1C13" w14:textId="77777777" w:rsidR="00AD6B1F" w:rsidRDefault="00AD6B1F" w:rsidP="00AD6B1F">
      <w:pPr>
        <w:pStyle w:val="Obsah2"/>
        <w:rPr>
          <w:rFonts w:asciiTheme="minorHAnsi" w:eastAsiaTheme="minorEastAsia" w:hAnsiTheme="minorHAnsi" w:cstheme="minorBidi"/>
          <w:b/>
          <w:iCs/>
          <w:noProof/>
          <w:szCs w:val="22"/>
        </w:rPr>
      </w:pPr>
      <w:hyperlink w:anchor="_Toc22637582" w:history="1">
        <w:r w:rsidRPr="00C83551">
          <w:rPr>
            <w:rStyle w:val="Hypertextovodkaz"/>
            <w:noProof/>
          </w:rPr>
          <w:t>B.1 Popis území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_Toc22637582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BE3E44A" w14:textId="77777777" w:rsidR="00AD6B1F" w:rsidRDefault="00AD6B1F" w:rsidP="00AD6B1F">
      <w:pPr>
        <w:pStyle w:val="Obsah2"/>
        <w:rPr>
          <w:rFonts w:asciiTheme="minorHAnsi" w:eastAsiaTheme="minorEastAsia" w:hAnsiTheme="minorHAnsi" w:cstheme="minorBidi"/>
          <w:b/>
          <w:iCs/>
          <w:noProof/>
          <w:szCs w:val="22"/>
        </w:rPr>
      </w:pPr>
      <w:hyperlink w:anchor="_Toc22637583" w:history="1">
        <w:r w:rsidRPr="00C83551">
          <w:rPr>
            <w:rStyle w:val="Hypertextovodkaz"/>
            <w:noProof/>
          </w:rPr>
          <w:t>B.2 Celkový popis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_Toc22637583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0B9A720" w14:textId="77777777" w:rsidR="00AD6B1F" w:rsidRDefault="00AD6B1F" w:rsidP="00AD6B1F">
      <w:pPr>
        <w:pStyle w:val="Obsah1"/>
        <w:rPr>
          <w:rFonts w:asciiTheme="minorHAnsi" w:eastAsiaTheme="minorEastAsia" w:hAnsiTheme="minorHAnsi" w:cstheme="minorBidi"/>
          <w:b w:val="0"/>
          <w:bCs/>
        </w:rPr>
      </w:pPr>
    </w:p>
    <w:p w14:paraId="2D4D51F7" w14:textId="77777777" w:rsidR="00AD6B1F" w:rsidRPr="0042405B" w:rsidRDefault="00AD6B1F" w:rsidP="00AD6B1F">
      <w:pPr>
        <w:ind w:left="709" w:right="6"/>
        <w:rPr>
          <w:rFonts w:cs="Arial"/>
          <w:sz w:val="22"/>
          <w:szCs w:val="22"/>
          <w:u w:val="single"/>
        </w:rPr>
      </w:pPr>
      <w:r>
        <w:rPr>
          <w:rFonts w:cs="Arial"/>
          <w:noProof/>
          <w:sz w:val="22"/>
          <w:szCs w:val="22"/>
        </w:rPr>
        <w:fldChar w:fldCharType="end"/>
      </w:r>
    </w:p>
    <w:p w14:paraId="0A4E3452" w14:textId="77777777" w:rsidR="00AD6B1F" w:rsidRPr="0042405B" w:rsidRDefault="00AD6B1F" w:rsidP="00AD6B1F">
      <w:pPr>
        <w:ind w:left="709" w:right="6"/>
        <w:rPr>
          <w:rFonts w:cs="Arial"/>
          <w:sz w:val="22"/>
          <w:szCs w:val="22"/>
          <w:u w:val="single"/>
        </w:rPr>
      </w:pPr>
    </w:p>
    <w:p w14:paraId="7539DB1E" w14:textId="77777777" w:rsidR="00AD6B1F" w:rsidRPr="00E83002" w:rsidRDefault="00AD6B1F" w:rsidP="00AD6B1F">
      <w:pPr>
        <w:ind w:left="993" w:right="6"/>
        <w:rPr>
          <w:rFonts w:cs="Arial"/>
          <w:sz w:val="22"/>
          <w:szCs w:val="22"/>
          <w:u w:val="single"/>
        </w:rPr>
      </w:pPr>
    </w:p>
    <w:p w14:paraId="479809FB" w14:textId="77777777" w:rsidR="00AD6B1F" w:rsidRPr="00346AD8" w:rsidRDefault="00AD6B1F" w:rsidP="00AD6B1F">
      <w:pPr>
        <w:ind w:left="993" w:right="6"/>
        <w:rPr>
          <w:rFonts w:cs="Arial"/>
          <w:sz w:val="22"/>
          <w:szCs w:val="22"/>
          <w:u w:val="single"/>
        </w:rPr>
      </w:pPr>
    </w:p>
    <w:p w14:paraId="2EC3B43B" w14:textId="77777777" w:rsidR="00AD6B1F" w:rsidRPr="00346AD8" w:rsidRDefault="00AD6B1F" w:rsidP="00AD6B1F">
      <w:pPr>
        <w:ind w:left="993" w:right="6"/>
        <w:rPr>
          <w:rFonts w:cs="Arial"/>
          <w:sz w:val="22"/>
          <w:szCs w:val="22"/>
          <w:u w:val="single"/>
        </w:rPr>
      </w:pPr>
    </w:p>
    <w:p w14:paraId="24E6114E" w14:textId="77777777" w:rsidR="00AD6B1F" w:rsidRPr="00346AD8" w:rsidRDefault="00AD6B1F" w:rsidP="00AD6B1F">
      <w:pPr>
        <w:ind w:left="993" w:right="6"/>
        <w:rPr>
          <w:rFonts w:cs="Arial"/>
          <w:sz w:val="22"/>
          <w:szCs w:val="22"/>
          <w:u w:val="single"/>
        </w:rPr>
      </w:pPr>
    </w:p>
    <w:p w14:paraId="293296F5" w14:textId="77777777" w:rsidR="00AD6B1F" w:rsidRPr="00346AD8" w:rsidRDefault="00AD6B1F" w:rsidP="00AD6B1F">
      <w:pPr>
        <w:ind w:left="993" w:right="6"/>
        <w:rPr>
          <w:rFonts w:cs="Arial"/>
          <w:sz w:val="22"/>
          <w:szCs w:val="22"/>
          <w:u w:val="single"/>
        </w:rPr>
      </w:pPr>
    </w:p>
    <w:p w14:paraId="14D602A2" w14:textId="77777777" w:rsidR="00AD6B1F" w:rsidRPr="00346AD8" w:rsidRDefault="00AD6B1F" w:rsidP="00AD6B1F">
      <w:pPr>
        <w:ind w:left="993" w:right="6"/>
        <w:rPr>
          <w:rFonts w:cs="Arial"/>
          <w:sz w:val="22"/>
          <w:szCs w:val="22"/>
          <w:u w:val="single"/>
        </w:rPr>
      </w:pPr>
    </w:p>
    <w:p w14:paraId="712FBB38" w14:textId="77777777" w:rsidR="00AD6B1F" w:rsidRPr="00346AD8" w:rsidRDefault="00AD6B1F" w:rsidP="00AD6B1F">
      <w:pPr>
        <w:ind w:left="993" w:right="6"/>
        <w:rPr>
          <w:rFonts w:cs="Arial"/>
          <w:sz w:val="22"/>
          <w:szCs w:val="22"/>
          <w:u w:val="single"/>
        </w:rPr>
      </w:pPr>
    </w:p>
    <w:p w14:paraId="4F2E404A" w14:textId="77777777" w:rsidR="00AD6B1F" w:rsidRPr="00346AD8" w:rsidRDefault="00AD6B1F" w:rsidP="00AD6B1F">
      <w:pPr>
        <w:ind w:left="993" w:right="6"/>
        <w:rPr>
          <w:rFonts w:cs="Arial"/>
          <w:sz w:val="22"/>
          <w:szCs w:val="22"/>
          <w:u w:val="single"/>
        </w:rPr>
      </w:pPr>
    </w:p>
    <w:p w14:paraId="3C6534EB" w14:textId="77777777" w:rsidR="00AD6B1F" w:rsidRPr="00346AD8" w:rsidRDefault="00AD6B1F" w:rsidP="00AD6B1F">
      <w:pPr>
        <w:ind w:left="993" w:right="6"/>
        <w:rPr>
          <w:rFonts w:cs="Arial"/>
          <w:sz w:val="22"/>
          <w:szCs w:val="22"/>
          <w:u w:val="single"/>
        </w:rPr>
      </w:pPr>
    </w:p>
    <w:p w14:paraId="11ABF3A4" w14:textId="77777777" w:rsidR="00AD6B1F" w:rsidRPr="00346AD8" w:rsidRDefault="00AD6B1F" w:rsidP="00AD6B1F">
      <w:pPr>
        <w:ind w:left="993" w:right="6"/>
        <w:rPr>
          <w:rFonts w:cs="Arial"/>
          <w:sz w:val="22"/>
          <w:szCs w:val="22"/>
          <w:u w:val="single"/>
        </w:rPr>
      </w:pPr>
    </w:p>
    <w:p w14:paraId="0CAE8D02" w14:textId="77777777" w:rsidR="00AD6B1F" w:rsidRDefault="00AD6B1F" w:rsidP="00AD6B1F">
      <w:pPr>
        <w:ind w:left="993" w:right="6"/>
        <w:rPr>
          <w:rFonts w:cs="Arial"/>
          <w:sz w:val="22"/>
          <w:szCs w:val="22"/>
        </w:rPr>
      </w:pPr>
    </w:p>
    <w:p w14:paraId="1F644292" w14:textId="77777777" w:rsidR="00AD6B1F" w:rsidRDefault="00AD6B1F" w:rsidP="00AD6B1F">
      <w:pPr>
        <w:ind w:left="993" w:right="6"/>
        <w:rPr>
          <w:rFonts w:cs="Arial"/>
          <w:sz w:val="22"/>
          <w:szCs w:val="22"/>
        </w:rPr>
      </w:pPr>
    </w:p>
    <w:p w14:paraId="645AA165" w14:textId="77777777" w:rsidR="00AD6B1F" w:rsidRDefault="00AD6B1F" w:rsidP="00AD6B1F">
      <w:pPr>
        <w:ind w:left="993" w:right="6"/>
        <w:rPr>
          <w:rFonts w:cs="Arial"/>
          <w:sz w:val="22"/>
          <w:szCs w:val="22"/>
        </w:rPr>
      </w:pPr>
    </w:p>
    <w:p w14:paraId="03EE8F0A" w14:textId="77777777" w:rsidR="00AD6B1F" w:rsidRDefault="00AD6B1F" w:rsidP="00AD6B1F">
      <w:pPr>
        <w:ind w:left="993" w:right="6"/>
        <w:rPr>
          <w:rFonts w:cs="Arial"/>
          <w:sz w:val="22"/>
          <w:szCs w:val="22"/>
        </w:rPr>
      </w:pPr>
    </w:p>
    <w:p w14:paraId="71F222F5" w14:textId="77777777" w:rsidR="00AD6B1F" w:rsidRDefault="00AD6B1F" w:rsidP="00AD6B1F">
      <w:pPr>
        <w:ind w:left="993" w:right="6"/>
        <w:rPr>
          <w:rFonts w:cs="Arial"/>
          <w:sz w:val="22"/>
          <w:szCs w:val="22"/>
        </w:rPr>
      </w:pPr>
    </w:p>
    <w:p w14:paraId="71341746" w14:textId="77777777" w:rsidR="00AD6B1F" w:rsidRDefault="00AD6B1F" w:rsidP="00AD6B1F">
      <w:pPr>
        <w:ind w:left="993" w:right="6"/>
        <w:rPr>
          <w:rFonts w:cs="Arial"/>
          <w:sz w:val="22"/>
          <w:szCs w:val="22"/>
        </w:rPr>
      </w:pPr>
    </w:p>
    <w:p w14:paraId="766DC573" w14:textId="77777777" w:rsidR="00AD6B1F" w:rsidRDefault="00AD6B1F" w:rsidP="00AD6B1F">
      <w:pPr>
        <w:ind w:left="993" w:right="6"/>
        <w:rPr>
          <w:rFonts w:cs="Arial"/>
          <w:sz w:val="22"/>
          <w:szCs w:val="22"/>
        </w:rPr>
      </w:pPr>
    </w:p>
    <w:p w14:paraId="6C3CB1B4" w14:textId="77777777" w:rsidR="00AD6B1F" w:rsidRDefault="00AD6B1F" w:rsidP="00AD6B1F">
      <w:pPr>
        <w:ind w:left="993" w:right="6"/>
        <w:rPr>
          <w:rFonts w:cs="Arial"/>
          <w:sz w:val="22"/>
          <w:szCs w:val="22"/>
        </w:rPr>
      </w:pPr>
    </w:p>
    <w:p w14:paraId="6F7A3A01" w14:textId="77777777" w:rsidR="00AD6B1F" w:rsidRDefault="00AD6B1F" w:rsidP="00AD6B1F">
      <w:pPr>
        <w:ind w:left="993" w:right="6"/>
        <w:rPr>
          <w:rFonts w:cs="Arial"/>
          <w:sz w:val="22"/>
          <w:szCs w:val="22"/>
        </w:rPr>
      </w:pPr>
    </w:p>
    <w:p w14:paraId="3F101CB1" w14:textId="77777777" w:rsidR="00AD6B1F" w:rsidRDefault="00AD6B1F" w:rsidP="00AD6B1F">
      <w:pPr>
        <w:ind w:left="993" w:right="6"/>
        <w:rPr>
          <w:rFonts w:cs="Arial"/>
          <w:sz w:val="22"/>
          <w:szCs w:val="22"/>
        </w:rPr>
      </w:pPr>
    </w:p>
    <w:p w14:paraId="68299488" w14:textId="77777777" w:rsidR="00AD6B1F" w:rsidRDefault="00AD6B1F" w:rsidP="00AD6B1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1E340445" w14:textId="77777777" w:rsidR="00AD6B1F" w:rsidRPr="00AD6B1F" w:rsidRDefault="00AD6B1F" w:rsidP="00AD6B1F">
      <w:pPr>
        <w:pStyle w:val="Nadpis1"/>
        <w:ind w:left="425" w:firstLine="709"/>
        <w:jc w:val="both"/>
        <w:rPr>
          <w:color w:val="auto"/>
          <w:sz w:val="28"/>
          <w:u w:val="single"/>
        </w:rPr>
      </w:pPr>
      <w:bookmarkStart w:id="0" w:name="_Toc22637581"/>
      <w:r w:rsidRPr="00AD6B1F">
        <w:rPr>
          <w:color w:val="auto"/>
          <w:sz w:val="28"/>
          <w:u w:val="single"/>
        </w:rPr>
        <w:lastRenderedPageBreak/>
        <w:t>B. SOUHRNNÁ TECHNICKÁ ZPRÁVA</w:t>
      </w:r>
      <w:bookmarkEnd w:id="0"/>
    </w:p>
    <w:p w14:paraId="4C947CE5" w14:textId="77777777" w:rsidR="00AD6B1F" w:rsidRDefault="00AD6B1F" w:rsidP="00AD6B1F">
      <w:pPr>
        <w:ind w:left="1134"/>
        <w:jc w:val="center"/>
      </w:pPr>
    </w:p>
    <w:p w14:paraId="77882F03" w14:textId="77777777" w:rsidR="00AD6B1F" w:rsidRDefault="00AD6B1F" w:rsidP="00AD6B1F">
      <w:pPr>
        <w:ind w:left="1134"/>
        <w:jc w:val="center"/>
      </w:pPr>
    </w:p>
    <w:p w14:paraId="3E806D6B" w14:textId="7B2E3AEF" w:rsidR="00AD6B1F" w:rsidRPr="00AD6B1F" w:rsidRDefault="00AD6B1F" w:rsidP="00AD6B1F">
      <w:pPr>
        <w:pStyle w:val="Nadpis2"/>
        <w:ind w:left="425" w:firstLine="709"/>
        <w:jc w:val="both"/>
        <w:rPr>
          <w:rFonts w:ascii="Arial" w:hAnsi="Arial"/>
          <w:b/>
          <w:i w:val="0"/>
          <w:color w:val="auto"/>
          <w:sz w:val="24"/>
          <w:u w:val="single"/>
        </w:rPr>
      </w:pPr>
      <w:bookmarkStart w:id="1" w:name="_Toc22637582"/>
      <w:r w:rsidRPr="00AD6B1F">
        <w:rPr>
          <w:rFonts w:ascii="Arial" w:hAnsi="Arial"/>
          <w:b/>
          <w:i w:val="0"/>
          <w:color w:val="auto"/>
          <w:sz w:val="24"/>
          <w:u w:val="single"/>
        </w:rPr>
        <w:t xml:space="preserve">B.1 </w:t>
      </w:r>
      <w:proofErr w:type="spellStart"/>
      <w:r w:rsidRPr="00AD6B1F">
        <w:rPr>
          <w:rFonts w:ascii="Arial" w:hAnsi="Arial"/>
          <w:b/>
          <w:i w:val="0"/>
          <w:color w:val="auto"/>
          <w:sz w:val="24"/>
          <w:u w:val="single"/>
        </w:rPr>
        <w:t>Popis</w:t>
      </w:r>
      <w:proofErr w:type="spellEnd"/>
      <w:r>
        <w:rPr>
          <w:rFonts w:ascii="Arial" w:hAnsi="Arial"/>
          <w:b/>
          <w:i w:val="0"/>
          <w:color w:val="auto"/>
          <w:sz w:val="24"/>
          <w:u w:val="single"/>
        </w:rPr>
        <w:t xml:space="preserve"> </w:t>
      </w:r>
      <w:proofErr w:type="spellStart"/>
      <w:r w:rsidRPr="00AD6B1F">
        <w:rPr>
          <w:rFonts w:ascii="Arial" w:hAnsi="Arial"/>
          <w:b/>
          <w:i w:val="0"/>
          <w:color w:val="auto"/>
          <w:sz w:val="24"/>
          <w:u w:val="single"/>
        </w:rPr>
        <w:t>území</w:t>
      </w:r>
      <w:bookmarkEnd w:id="1"/>
      <w:proofErr w:type="spellEnd"/>
      <w:r w:rsidRPr="00AD6B1F">
        <w:rPr>
          <w:rFonts w:ascii="Arial" w:hAnsi="Arial"/>
          <w:b/>
          <w:i w:val="0"/>
          <w:color w:val="auto"/>
          <w:sz w:val="24"/>
          <w:u w:val="single"/>
        </w:rPr>
        <w:t xml:space="preserve"> </w:t>
      </w:r>
    </w:p>
    <w:p w14:paraId="5FF267ED" w14:textId="77777777" w:rsidR="00AD6B1F" w:rsidRDefault="00AD6B1F" w:rsidP="00AD6B1F">
      <w:pPr>
        <w:ind w:left="993"/>
      </w:pPr>
    </w:p>
    <w:p w14:paraId="7189E8EE" w14:textId="77777777" w:rsidR="00AD6B1F" w:rsidRPr="00AD6B1F" w:rsidRDefault="00AD6B1F" w:rsidP="004F3BDB">
      <w:pPr>
        <w:pStyle w:val="Odstavecseseznamem"/>
        <w:numPr>
          <w:ilvl w:val="0"/>
          <w:numId w:val="30"/>
        </w:numPr>
        <w:ind w:left="1560" w:hanging="426"/>
        <w:jc w:val="both"/>
        <w:rPr>
          <w:rFonts w:cs="Arial"/>
          <w:color w:val="000000" w:themeColor="text1"/>
          <w:u w:val="single"/>
        </w:rPr>
      </w:pPr>
      <w:r w:rsidRPr="00AD6B1F">
        <w:rPr>
          <w:rFonts w:cs="Arial"/>
          <w:color w:val="000000" w:themeColor="text1"/>
          <w:u w:val="single"/>
        </w:rPr>
        <w:t xml:space="preserve">Charakteristika území a stavebního pozemku, zastavěné území a nezastavěné území, soulad navrhované stavby s charakterem území, dosavadní využití a zastavěnost území </w:t>
      </w:r>
    </w:p>
    <w:p w14:paraId="52B9D9A3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  <w:color w:val="000000" w:themeColor="text1"/>
        </w:rPr>
      </w:pPr>
    </w:p>
    <w:p w14:paraId="3EDF20B3" w14:textId="46542E3D" w:rsidR="00AD6B1F" w:rsidRPr="00AD6B1F" w:rsidRDefault="00AD6B1F" w:rsidP="004F3BDB">
      <w:pPr>
        <w:pStyle w:val="Odstavecseseznamem"/>
        <w:ind w:left="1560"/>
        <w:jc w:val="both"/>
        <w:rPr>
          <w:rFonts w:cs="Arial"/>
          <w:color w:val="000000" w:themeColor="text1"/>
        </w:rPr>
      </w:pPr>
      <w:r w:rsidRPr="00AD6B1F">
        <w:rPr>
          <w:rFonts w:cs="Arial"/>
          <w:color w:val="000000" w:themeColor="text1"/>
        </w:rPr>
        <w:t xml:space="preserve">Stávající objekt </w:t>
      </w:r>
      <w:r w:rsidR="00C64823">
        <w:rPr>
          <w:rFonts w:cs="Arial"/>
          <w:color w:val="000000" w:themeColor="text1"/>
        </w:rPr>
        <w:t>energobloku</w:t>
      </w:r>
      <w:r w:rsidRPr="00AD6B1F">
        <w:rPr>
          <w:rFonts w:cs="Arial"/>
          <w:color w:val="000000" w:themeColor="text1"/>
        </w:rPr>
        <w:t xml:space="preserve"> </w:t>
      </w:r>
      <w:r w:rsidR="00C64823" w:rsidRPr="00D970B2">
        <w:rPr>
          <w:rFonts w:cs="Arial"/>
          <w:lang w:eastAsia="zh-CN"/>
        </w:rPr>
        <w:t>(</w:t>
      </w:r>
      <w:r w:rsidR="00C64823">
        <w:rPr>
          <w:rFonts w:cs="Arial"/>
          <w:lang w:eastAsia="zh-CN"/>
        </w:rPr>
        <w:t>strojovna DA, trafostanice a rozvodna VN+NN</w:t>
      </w:r>
      <w:r w:rsidR="00C64823" w:rsidRPr="00D970B2">
        <w:rPr>
          <w:rFonts w:cs="Arial"/>
          <w:lang w:eastAsia="zh-CN"/>
        </w:rPr>
        <w:t>)</w:t>
      </w:r>
      <w:r w:rsidR="00C64823">
        <w:rPr>
          <w:rFonts w:cs="Arial"/>
          <w:lang w:eastAsia="zh-CN"/>
        </w:rPr>
        <w:t xml:space="preserve"> </w:t>
      </w:r>
      <w:r w:rsidRPr="00AD6B1F">
        <w:rPr>
          <w:rFonts w:cs="Arial"/>
          <w:color w:val="000000" w:themeColor="text1"/>
        </w:rPr>
        <w:t xml:space="preserve">je situován v areálu </w:t>
      </w:r>
      <w:proofErr w:type="spellStart"/>
      <w:r w:rsidRPr="00AD6B1F">
        <w:rPr>
          <w:rFonts w:cs="Arial"/>
          <w:color w:val="000000" w:themeColor="text1"/>
        </w:rPr>
        <w:t>NsP</w:t>
      </w:r>
      <w:proofErr w:type="spellEnd"/>
      <w:r w:rsidRPr="00AD6B1F">
        <w:rPr>
          <w:rFonts w:cs="Arial"/>
          <w:color w:val="000000" w:themeColor="text1"/>
        </w:rPr>
        <w:t xml:space="preserve"> Karviná Ráj</w:t>
      </w:r>
      <w:r w:rsidR="004F3BDB">
        <w:rPr>
          <w:rFonts w:cs="Arial"/>
          <w:color w:val="000000" w:themeColor="text1"/>
        </w:rPr>
        <w:t xml:space="preserve"> pracoviště Orlová. </w:t>
      </w:r>
      <w:r w:rsidRPr="00AD6B1F">
        <w:rPr>
          <w:rFonts w:cs="Arial"/>
          <w:color w:val="000000" w:themeColor="text1"/>
        </w:rPr>
        <w:t>Jedná se o zastavěný pozemek se stávající technickou infrastrukturou.</w:t>
      </w:r>
    </w:p>
    <w:p w14:paraId="10F64EBE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  <w:color w:val="000000" w:themeColor="text1"/>
        </w:rPr>
      </w:pPr>
    </w:p>
    <w:p w14:paraId="54378F16" w14:textId="77777777" w:rsidR="00AD6B1F" w:rsidRPr="00AD6B1F" w:rsidRDefault="00AD6B1F" w:rsidP="004F3BDB">
      <w:pPr>
        <w:pStyle w:val="Odstavecseseznamem"/>
        <w:numPr>
          <w:ilvl w:val="0"/>
          <w:numId w:val="30"/>
        </w:numPr>
        <w:ind w:left="1560" w:hanging="426"/>
        <w:jc w:val="both"/>
        <w:rPr>
          <w:rFonts w:cs="Arial"/>
          <w:color w:val="000000" w:themeColor="text1"/>
        </w:rPr>
      </w:pPr>
      <w:r w:rsidRPr="00AD6B1F">
        <w:rPr>
          <w:rFonts w:cs="Arial"/>
          <w:color w:val="000000" w:themeColor="text1"/>
          <w:u w:val="single"/>
        </w:rPr>
        <w:t>Údaje o souladu s územním rozhodnutím nebo regulačním plánem nebo veřejnoprávní smlouvou územní rozhodnutí nahrazující nebo územním souhlasem</w:t>
      </w:r>
    </w:p>
    <w:p w14:paraId="72792471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  <w:bCs/>
          <w:color w:val="000000" w:themeColor="text1"/>
          <w:szCs w:val="22"/>
        </w:rPr>
      </w:pPr>
    </w:p>
    <w:p w14:paraId="2C780102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  <w:color w:val="000000" w:themeColor="text1"/>
          <w:lang w:eastAsia="zh-CN"/>
        </w:rPr>
      </w:pPr>
      <w:r w:rsidRPr="00AD6B1F">
        <w:rPr>
          <w:rFonts w:cs="Arial"/>
          <w:color w:val="000000" w:themeColor="text1"/>
        </w:rPr>
        <w:t xml:space="preserve">Nedochází ke změně. </w:t>
      </w:r>
    </w:p>
    <w:p w14:paraId="12CB6A3E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  <w:color w:val="000000" w:themeColor="text1"/>
        </w:rPr>
      </w:pPr>
    </w:p>
    <w:p w14:paraId="20B78F10" w14:textId="77777777" w:rsidR="00AD6B1F" w:rsidRPr="00AD6B1F" w:rsidRDefault="00AD6B1F" w:rsidP="004F3BDB">
      <w:pPr>
        <w:pStyle w:val="Odstavecseseznamem"/>
        <w:numPr>
          <w:ilvl w:val="0"/>
          <w:numId w:val="30"/>
        </w:numPr>
        <w:ind w:left="1560" w:hanging="426"/>
        <w:jc w:val="both"/>
        <w:rPr>
          <w:rFonts w:cs="Arial"/>
          <w:u w:val="single"/>
        </w:rPr>
      </w:pPr>
      <w:r w:rsidRPr="00AD6B1F">
        <w:rPr>
          <w:rFonts w:cs="Arial"/>
          <w:u w:val="single"/>
        </w:rPr>
        <w:t>Údaje o souladu s územně plánovací dokumentací, v případě stavebních úprav podmiňujících změnu v užívání stavby</w:t>
      </w:r>
    </w:p>
    <w:p w14:paraId="3CF817AE" w14:textId="77777777" w:rsidR="00AD6B1F" w:rsidRPr="00AD6B1F" w:rsidRDefault="00AD6B1F" w:rsidP="004F3BDB">
      <w:pPr>
        <w:jc w:val="both"/>
        <w:rPr>
          <w:rFonts w:ascii="Arial" w:hAnsi="Arial" w:cs="Arial"/>
        </w:rPr>
      </w:pPr>
    </w:p>
    <w:p w14:paraId="14B130E6" w14:textId="4CDFF518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  <w:r w:rsidRPr="00AD6B1F">
        <w:rPr>
          <w:rFonts w:cs="Arial"/>
        </w:rPr>
        <w:t xml:space="preserve">Stávající objekt </w:t>
      </w:r>
      <w:r w:rsidR="004F3BDB">
        <w:rPr>
          <w:rFonts w:cs="Arial"/>
          <w:color w:val="000000" w:themeColor="text1"/>
        </w:rPr>
        <w:t>energobloku</w:t>
      </w:r>
      <w:r w:rsidR="004F3BDB" w:rsidRPr="00AD6B1F">
        <w:rPr>
          <w:rFonts w:cs="Arial"/>
          <w:color w:val="000000" w:themeColor="text1"/>
        </w:rPr>
        <w:t xml:space="preserve"> </w:t>
      </w:r>
      <w:r w:rsidR="004F3BDB" w:rsidRPr="00D970B2">
        <w:rPr>
          <w:rFonts w:cs="Arial"/>
          <w:lang w:eastAsia="zh-CN"/>
        </w:rPr>
        <w:t>(</w:t>
      </w:r>
      <w:r w:rsidR="004F3BDB">
        <w:rPr>
          <w:rFonts w:cs="Arial"/>
          <w:lang w:eastAsia="zh-CN"/>
        </w:rPr>
        <w:t>strojovna DA, trafostanice a rozvodna VN+NN</w:t>
      </w:r>
      <w:r w:rsidR="004F3BDB" w:rsidRPr="00D970B2">
        <w:rPr>
          <w:rFonts w:cs="Arial"/>
          <w:lang w:eastAsia="zh-CN"/>
        </w:rPr>
        <w:t>)</w:t>
      </w:r>
      <w:r w:rsidR="004F3BDB">
        <w:rPr>
          <w:rFonts w:cs="Arial"/>
          <w:lang w:eastAsia="zh-CN"/>
        </w:rPr>
        <w:t xml:space="preserve"> </w:t>
      </w:r>
      <w:r w:rsidRPr="00AD6B1F">
        <w:rPr>
          <w:rFonts w:cs="Arial"/>
        </w:rPr>
        <w:t xml:space="preserve">se nachází </w:t>
      </w:r>
      <w:r w:rsidRPr="00AD6B1F">
        <w:rPr>
          <w:rFonts w:cs="Arial"/>
          <w:color w:val="000000" w:themeColor="text1"/>
        </w:rPr>
        <w:t>v areálu nemocnice.</w:t>
      </w:r>
      <w:r w:rsidRPr="00AD6B1F">
        <w:rPr>
          <w:rFonts w:cs="Arial"/>
        </w:rPr>
        <w:t xml:space="preserve"> Nedochází ke změně územního plánu.</w:t>
      </w:r>
      <w:r w:rsidRPr="00AD6B1F">
        <w:rPr>
          <w:rFonts w:cs="Arial"/>
          <w:color w:val="000000" w:themeColor="text1"/>
        </w:rPr>
        <w:t xml:space="preserve"> Umístění stavby je v souladu se schválenou územně plánovací dokumentací a vyhovuje obecným požadavkům na využívání území. Nedochází ke změně územního plánu. Kompozice a prostorové uspořádání, dispoziční řešení zůstává ve stávajícím prostoru.</w:t>
      </w:r>
    </w:p>
    <w:p w14:paraId="6CADB45B" w14:textId="77777777" w:rsidR="00AD6B1F" w:rsidRPr="00AD6B1F" w:rsidRDefault="00AD6B1F" w:rsidP="004F3BDB">
      <w:pPr>
        <w:jc w:val="both"/>
        <w:rPr>
          <w:rFonts w:ascii="Arial" w:hAnsi="Arial" w:cs="Arial"/>
        </w:rPr>
      </w:pPr>
    </w:p>
    <w:p w14:paraId="5EECE7DD" w14:textId="77777777" w:rsidR="00AD6B1F" w:rsidRPr="00AD6B1F" w:rsidRDefault="00AD6B1F" w:rsidP="004F3BDB">
      <w:pPr>
        <w:pStyle w:val="Odstavecseseznamem"/>
        <w:numPr>
          <w:ilvl w:val="0"/>
          <w:numId w:val="30"/>
        </w:numPr>
        <w:ind w:left="1560" w:hanging="426"/>
        <w:jc w:val="both"/>
        <w:rPr>
          <w:rFonts w:cs="Arial"/>
        </w:rPr>
      </w:pPr>
      <w:r w:rsidRPr="00AD6B1F">
        <w:rPr>
          <w:rFonts w:cs="Arial"/>
          <w:u w:val="single"/>
        </w:rPr>
        <w:t>Informace o vydaných rozhodnutích o povolení výjimky z obecných požadavků na využívání území</w:t>
      </w:r>
    </w:p>
    <w:p w14:paraId="4187FD33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1909674B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  <w:color w:val="000000" w:themeColor="text1"/>
          <w:lang w:eastAsia="zh-CN"/>
        </w:rPr>
      </w:pPr>
      <w:r w:rsidRPr="00AD6B1F">
        <w:rPr>
          <w:rFonts w:cs="Arial"/>
          <w:color w:val="000000" w:themeColor="text1"/>
          <w:lang w:eastAsia="zh-CN"/>
        </w:rPr>
        <w:t>Stavba nevyžaduje výjimky z obecných požadavků na využívání území.</w:t>
      </w:r>
    </w:p>
    <w:p w14:paraId="18CC72F4" w14:textId="77777777" w:rsidR="00AD6B1F" w:rsidRPr="00AD6B1F" w:rsidRDefault="00AD6B1F" w:rsidP="004F3BDB">
      <w:pPr>
        <w:pStyle w:val="Odstavecseseznamem"/>
        <w:ind w:left="1560" w:hanging="426"/>
        <w:jc w:val="both"/>
        <w:rPr>
          <w:rFonts w:cs="Arial"/>
        </w:rPr>
      </w:pPr>
    </w:p>
    <w:p w14:paraId="7662B1C9" w14:textId="77777777" w:rsidR="00AD6B1F" w:rsidRPr="00AD6B1F" w:rsidRDefault="00AD6B1F" w:rsidP="004F3BDB">
      <w:pPr>
        <w:pStyle w:val="Odstavecseseznamem"/>
        <w:numPr>
          <w:ilvl w:val="0"/>
          <w:numId w:val="30"/>
        </w:numPr>
        <w:ind w:left="1560" w:hanging="426"/>
        <w:jc w:val="both"/>
        <w:rPr>
          <w:rFonts w:cs="Arial"/>
          <w:u w:val="single"/>
        </w:rPr>
      </w:pPr>
      <w:r w:rsidRPr="00AD6B1F">
        <w:rPr>
          <w:rFonts w:cs="Arial"/>
          <w:u w:val="single"/>
        </w:rPr>
        <w:t>Informace o tom, zda a v jakých částech dokumentace jsou zohledněny podmínky závazných stanovisek dotčených orgánů,</w:t>
      </w:r>
    </w:p>
    <w:p w14:paraId="434B603C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  <w:u w:val="single"/>
        </w:rPr>
      </w:pPr>
    </w:p>
    <w:p w14:paraId="3DB7AD25" w14:textId="491863F5" w:rsidR="00AD6B1F" w:rsidRPr="00AD6B1F" w:rsidRDefault="00AD6B1F" w:rsidP="004F3BDB">
      <w:pPr>
        <w:pStyle w:val="Odstavecseseznamem"/>
        <w:ind w:left="1560"/>
        <w:jc w:val="both"/>
        <w:rPr>
          <w:rFonts w:cs="Arial"/>
          <w:color w:val="000000" w:themeColor="text1"/>
          <w:lang w:eastAsia="zh-CN"/>
        </w:rPr>
      </w:pPr>
      <w:r w:rsidRPr="00AD6B1F">
        <w:rPr>
          <w:rFonts w:eastAsia="SimSun" w:cs="Arial"/>
          <w:lang w:eastAsia="zh-CN"/>
        </w:rPr>
        <w:t xml:space="preserve">Jedná se o drobné stavební úpravy vč. doplnění a úprav příslušné </w:t>
      </w:r>
      <w:r w:rsidR="004F3BDB">
        <w:rPr>
          <w:rFonts w:eastAsia="SimSun" w:cs="Arial"/>
          <w:lang w:eastAsia="zh-CN"/>
        </w:rPr>
        <w:t>t</w:t>
      </w:r>
      <w:r w:rsidRPr="00AD6B1F">
        <w:rPr>
          <w:rFonts w:eastAsia="SimSun" w:cs="Arial"/>
          <w:lang w:eastAsia="zh-CN"/>
        </w:rPr>
        <w:t>echnologie související s instalací nového náhradního zdroje</w:t>
      </w:r>
      <w:r w:rsidR="004F3BDB">
        <w:rPr>
          <w:rFonts w:eastAsia="SimSun" w:cs="Arial"/>
          <w:lang w:eastAsia="zh-CN"/>
        </w:rPr>
        <w:t xml:space="preserve"> elektrické energie</w:t>
      </w:r>
      <w:r w:rsidRPr="00AD6B1F">
        <w:rPr>
          <w:rFonts w:eastAsia="SimSun" w:cs="Arial"/>
          <w:lang w:eastAsia="zh-CN"/>
        </w:rPr>
        <w:t>.</w:t>
      </w:r>
      <w:r w:rsidRPr="00AD6B1F">
        <w:rPr>
          <w:rFonts w:cs="Arial"/>
          <w:color w:val="000000" w:themeColor="text1"/>
        </w:rPr>
        <w:t xml:space="preserve"> </w:t>
      </w:r>
    </w:p>
    <w:p w14:paraId="4A7A4BFE" w14:textId="77777777" w:rsidR="00AD6B1F" w:rsidRPr="00AD6B1F" w:rsidRDefault="00AD6B1F" w:rsidP="004F3BDB">
      <w:pPr>
        <w:ind w:left="1560"/>
        <w:jc w:val="both"/>
        <w:rPr>
          <w:rFonts w:ascii="Arial" w:hAnsi="Arial" w:cs="Arial"/>
          <w:bCs/>
          <w:color w:val="000000" w:themeColor="text1"/>
          <w:szCs w:val="22"/>
        </w:rPr>
      </w:pPr>
    </w:p>
    <w:p w14:paraId="50C22A29" w14:textId="77777777" w:rsidR="00AD6B1F" w:rsidRPr="00AD6B1F" w:rsidRDefault="00AD6B1F" w:rsidP="004F3BDB">
      <w:pPr>
        <w:pStyle w:val="Odstavecseseznamem"/>
        <w:numPr>
          <w:ilvl w:val="0"/>
          <w:numId w:val="30"/>
        </w:numPr>
        <w:ind w:left="1560" w:hanging="426"/>
        <w:jc w:val="both"/>
        <w:rPr>
          <w:rFonts w:cs="Arial"/>
        </w:rPr>
      </w:pPr>
      <w:r w:rsidRPr="00AD6B1F">
        <w:rPr>
          <w:rFonts w:cs="Arial"/>
          <w:u w:val="single"/>
        </w:rPr>
        <w:t xml:space="preserve">Výčet a závěry provedených průzkumů a </w:t>
      </w:r>
      <w:proofErr w:type="gramStart"/>
      <w:r w:rsidRPr="00AD6B1F">
        <w:rPr>
          <w:rFonts w:cs="Arial"/>
          <w:u w:val="single"/>
        </w:rPr>
        <w:t>rozborů - geologický</w:t>
      </w:r>
      <w:proofErr w:type="gramEnd"/>
      <w:r w:rsidRPr="00AD6B1F">
        <w:rPr>
          <w:rFonts w:cs="Arial"/>
          <w:u w:val="single"/>
        </w:rPr>
        <w:t xml:space="preserve"> průzkum, hydrogeologický průzkum, stavebně historický průzkum apod.,</w:t>
      </w:r>
      <w:r w:rsidRPr="00AD6B1F">
        <w:rPr>
          <w:rFonts w:cs="Arial"/>
        </w:rPr>
        <w:t xml:space="preserve"> </w:t>
      </w:r>
    </w:p>
    <w:p w14:paraId="43D84D66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5C1E081C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  <w:r w:rsidRPr="00AD6B1F">
        <w:rPr>
          <w:rFonts w:cs="Arial"/>
        </w:rPr>
        <w:t xml:space="preserve">Geologické, hydrogeologické, stavebně historické průzkumy nebyly prováděny. </w:t>
      </w:r>
    </w:p>
    <w:p w14:paraId="072A1402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744E5189" w14:textId="77777777" w:rsidR="00AD6B1F" w:rsidRPr="00AD6B1F" w:rsidRDefault="00AD6B1F" w:rsidP="004F3BDB">
      <w:pPr>
        <w:pStyle w:val="Odstavecseseznamem"/>
        <w:numPr>
          <w:ilvl w:val="0"/>
          <w:numId w:val="30"/>
        </w:numPr>
        <w:ind w:left="1560" w:hanging="426"/>
        <w:jc w:val="both"/>
        <w:rPr>
          <w:rFonts w:cs="Arial"/>
          <w:u w:val="single"/>
        </w:rPr>
      </w:pPr>
      <w:r w:rsidRPr="00AD6B1F">
        <w:rPr>
          <w:rFonts w:cs="Arial"/>
          <w:u w:val="single"/>
        </w:rPr>
        <w:t>Ochrana území podle jiných právních předpisů</w:t>
      </w:r>
    </w:p>
    <w:p w14:paraId="7B9AF98A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  <w:u w:val="single"/>
        </w:rPr>
      </w:pPr>
    </w:p>
    <w:p w14:paraId="03641E3E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  <w:r w:rsidRPr="00AD6B1F">
        <w:rPr>
          <w:rFonts w:cs="Arial"/>
        </w:rPr>
        <w:t>Stavba se nenachází v památkově chráněném území.</w:t>
      </w:r>
    </w:p>
    <w:p w14:paraId="32E8F4C9" w14:textId="77777777" w:rsidR="00AD6B1F" w:rsidRPr="00AD6B1F" w:rsidRDefault="00AD6B1F" w:rsidP="004F3BDB">
      <w:pPr>
        <w:pStyle w:val="Odstavecseseznamem"/>
        <w:ind w:left="1560" w:hanging="426"/>
        <w:jc w:val="both"/>
        <w:rPr>
          <w:rFonts w:cs="Arial"/>
        </w:rPr>
      </w:pPr>
    </w:p>
    <w:p w14:paraId="2E0388B4" w14:textId="77777777" w:rsidR="00AD6B1F" w:rsidRPr="00AD6B1F" w:rsidRDefault="00AD6B1F" w:rsidP="004F3BDB">
      <w:pPr>
        <w:pStyle w:val="Odstavecseseznamem"/>
        <w:numPr>
          <w:ilvl w:val="0"/>
          <w:numId w:val="30"/>
        </w:numPr>
        <w:ind w:left="1560" w:hanging="426"/>
        <w:jc w:val="both"/>
        <w:rPr>
          <w:rFonts w:cs="Arial"/>
        </w:rPr>
      </w:pPr>
      <w:r w:rsidRPr="00AD6B1F">
        <w:rPr>
          <w:rFonts w:cs="Arial"/>
          <w:u w:val="single"/>
        </w:rPr>
        <w:t>Poloha vzhledem k záplavovému území, poddolovanému území apod.,</w:t>
      </w:r>
    </w:p>
    <w:p w14:paraId="58A03862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159FDD06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  <w:r w:rsidRPr="00AD6B1F">
        <w:rPr>
          <w:rFonts w:cs="Arial"/>
        </w:rPr>
        <w:t>Místo realizace záměru se nenachází v záplavovém ani v území poddolovaném.</w:t>
      </w:r>
    </w:p>
    <w:p w14:paraId="30EEE55B" w14:textId="77777777" w:rsidR="00AD6B1F" w:rsidRPr="00AD6B1F" w:rsidRDefault="00AD6B1F" w:rsidP="004F3BDB">
      <w:pPr>
        <w:pStyle w:val="Odstavecseseznamem"/>
        <w:ind w:left="1560" w:hanging="426"/>
        <w:jc w:val="both"/>
        <w:rPr>
          <w:rFonts w:cs="Arial"/>
        </w:rPr>
      </w:pPr>
    </w:p>
    <w:p w14:paraId="57E1940C" w14:textId="77777777" w:rsidR="00AD6B1F" w:rsidRPr="00AD6B1F" w:rsidRDefault="00AD6B1F" w:rsidP="004F3BDB">
      <w:pPr>
        <w:pStyle w:val="Odstavecseseznamem"/>
        <w:numPr>
          <w:ilvl w:val="0"/>
          <w:numId w:val="30"/>
        </w:numPr>
        <w:ind w:left="1560" w:hanging="426"/>
        <w:jc w:val="both"/>
        <w:rPr>
          <w:rFonts w:cs="Arial"/>
        </w:rPr>
      </w:pPr>
      <w:r w:rsidRPr="00AD6B1F">
        <w:rPr>
          <w:rFonts w:cs="Arial"/>
          <w:u w:val="single"/>
        </w:rPr>
        <w:t>Vliv stavby na okolní stavby a pozemky, ochrana okolí, vliv stavby na odtokové poměry v území,</w:t>
      </w:r>
    </w:p>
    <w:p w14:paraId="03F96ED9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  <w:u w:val="single"/>
        </w:rPr>
      </w:pPr>
    </w:p>
    <w:p w14:paraId="131E302F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  <w:r w:rsidRPr="00AD6B1F">
        <w:rPr>
          <w:rFonts w:cs="Arial"/>
        </w:rPr>
        <w:t xml:space="preserve">Stavba nebude mít negativní vliv na okolní stavby a pozemky.  </w:t>
      </w:r>
    </w:p>
    <w:p w14:paraId="082B3B24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7D88932A" w14:textId="77777777" w:rsidR="00AD6B1F" w:rsidRPr="00AD6B1F" w:rsidRDefault="00AD6B1F" w:rsidP="004F3BDB">
      <w:pPr>
        <w:pStyle w:val="Odstavecseseznamem"/>
        <w:numPr>
          <w:ilvl w:val="0"/>
          <w:numId w:val="30"/>
        </w:numPr>
        <w:ind w:left="1560" w:hanging="426"/>
        <w:jc w:val="both"/>
        <w:rPr>
          <w:rFonts w:cs="Arial"/>
        </w:rPr>
      </w:pPr>
      <w:r w:rsidRPr="00AD6B1F">
        <w:rPr>
          <w:rFonts w:cs="Arial"/>
          <w:u w:val="single"/>
        </w:rPr>
        <w:t>Požadavky na asanace, demolice, kácení dřevin,</w:t>
      </w:r>
    </w:p>
    <w:p w14:paraId="7B82B035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5FAEEE7E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  <w:r w:rsidRPr="00AD6B1F">
        <w:rPr>
          <w:rFonts w:cs="Arial"/>
        </w:rPr>
        <w:t>Nejsou vyžadovány.</w:t>
      </w:r>
    </w:p>
    <w:p w14:paraId="550040BF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05C0CB96" w14:textId="77777777" w:rsidR="00AD6B1F" w:rsidRPr="00AD6B1F" w:rsidRDefault="00AD6B1F" w:rsidP="004F3BDB">
      <w:pPr>
        <w:pStyle w:val="Odstavecseseznamem"/>
        <w:numPr>
          <w:ilvl w:val="0"/>
          <w:numId w:val="30"/>
        </w:numPr>
        <w:ind w:left="1560" w:hanging="426"/>
        <w:jc w:val="both"/>
        <w:rPr>
          <w:rFonts w:cs="Arial"/>
        </w:rPr>
      </w:pPr>
      <w:r w:rsidRPr="00AD6B1F">
        <w:rPr>
          <w:rFonts w:cs="Arial"/>
          <w:u w:val="single"/>
        </w:rPr>
        <w:t>Požadavky na maximální dočasné a trvalé zábory zemědělského půdního fondu nebo pozemků určených k plnění funkce lesa,</w:t>
      </w:r>
    </w:p>
    <w:p w14:paraId="504EF80F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008F24A1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  <w:r w:rsidRPr="00AD6B1F">
        <w:rPr>
          <w:rFonts w:cs="Arial"/>
        </w:rPr>
        <w:t>Nejsou vyžadovány.</w:t>
      </w:r>
    </w:p>
    <w:p w14:paraId="0E7CEB6A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695FFA74" w14:textId="77777777" w:rsidR="00AD6B1F" w:rsidRPr="00AD6B1F" w:rsidRDefault="00AD6B1F" w:rsidP="004F3BDB">
      <w:pPr>
        <w:pStyle w:val="Odstavecseseznamem"/>
        <w:numPr>
          <w:ilvl w:val="0"/>
          <w:numId w:val="30"/>
        </w:numPr>
        <w:ind w:left="1560" w:hanging="426"/>
        <w:jc w:val="both"/>
        <w:rPr>
          <w:rFonts w:cs="Arial"/>
        </w:rPr>
      </w:pPr>
      <w:r w:rsidRPr="00AD6B1F">
        <w:rPr>
          <w:rFonts w:cs="Arial"/>
          <w:u w:val="single"/>
        </w:rPr>
        <w:lastRenderedPageBreak/>
        <w:t>Územně technické podmínky – zejména možnost napojení na stávající dopravní a technickou infrastrukturu, možnost bezbariérového přístupu k navrhované stavbě,</w:t>
      </w:r>
    </w:p>
    <w:p w14:paraId="22181B48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11DB60F1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  <w:r w:rsidRPr="00AD6B1F">
        <w:rPr>
          <w:rFonts w:cs="Arial"/>
        </w:rPr>
        <w:t>Napojení na stávající dopravní infrastrukturu zůstává stávající, beze změn.</w:t>
      </w:r>
    </w:p>
    <w:p w14:paraId="2822B17A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55FF6A70" w14:textId="77777777" w:rsidR="00AD6B1F" w:rsidRPr="00AD6B1F" w:rsidRDefault="00AD6B1F" w:rsidP="004F3BDB">
      <w:pPr>
        <w:pStyle w:val="Odstavecseseznamem"/>
        <w:numPr>
          <w:ilvl w:val="0"/>
          <w:numId w:val="30"/>
        </w:numPr>
        <w:ind w:left="1560" w:hanging="426"/>
        <w:jc w:val="both"/>
        <w:rPr>
          <w:rFonts w:cs="Arial"/>
        </w:rPr>
      </w:pPr>
      <w:r w:rsidRPr="00AD6B1F">
        <w:rPr>
          <w:rFonts w:cs="Arial"/>
          <w:u w:val="single"/>
        </w:rPr>
        <w:t>Věcné a časové vazby stavby, podmiňující, vyvolané, související investice,</w:t>
      </w:r>
    </w:p>
    <w:p w14:paraId="42A331B7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4E05B2A0" w14:textId="5C13086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  <w:r w:rsidRPr="00AD6B1F">
        <w:rPr>
          <w:rFonts w:cs="Arial"/>
        </w:rPr>
        <w:t>Vyvolané a související investice nejsou požadovány.</w:t>
      </w:r>
    </w:p>
    <w:p w14:paraId="4BA28DEC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362B82DB" w14:textId="6F694DBB" w:rsidR="00AD6B1F" w:rsidRPr="000E3551" w:rsidRDefault="00AD6B1F" w:rsidP="004F3BDB">
      <w:pPr>
        <w:pStyle w:val="Odstavecseseznamem"/>
        <w:numPr>
          <w:ilvl w:val="0"/>
          <w:numId w:val="30"/>
        </w:numPr>
        <w:ind w:left="1560" w:hanging="426"/>
        <w:jc w:val="both"/>
        <w:rPr>
          <w:rFonts w:cs="Arial"/>
        </w:rPr>
      </w:pPr>
      <w:r w:rsidRPr="00AD6B1F">
        <w:rPr>
          <w:rFonts w:cs="Arial"/>
          <w:u w:val="single"/>
        </w:rPr>
        <w:t xml:space="preserve">Seznam pozemků podle katastru nemovitostí, na kterých se stavba umísťuje a provádí, </w:t>
      </w:r>
    </w:p>
    <w:p w14:paraId="35D7E297" w14:textId="2F975785" w:rsidR="000E3551" w:rsidRDefault="000E3551" w:rsidP="000E3551">
      <w:pPr>
        <w:jc w:val="both"/>
        <w:rPr>
          <w:rFonts w:cs="Arial"/>
        </w:rPr>
      </w:pPr>
    </w:p>
    <w:p w14:paraId="18013232" w14:textId="3F76EFA8" w:rsidR="000E3551" w:rsidRDefault="000E3551" w:rsidP="000E3551">
      <w:pPr>
        <w:tabs>
          <w:tab w:val="left" w:pos="851"/>
          <w:tab w:val="left" w:pos="1560"/>
        </w:tabs>
        <w:ind w:left="3686" w:hanging="2835"/>
        <w:rPr>
          <w:rFonts w:ascii="Arial" w:hAnsi="Arial" w:cs="Arial"/>
          <w:iCs/>
          <w:lang w:eastAsia="zh-CN"/>
        </w:rPr>
      </w:pPr>
      <w:r>
        <w:rPr>
          <w:rFonts w:ascii="Arial" w:hAnsi="Arial" w:cs="Arial"/>
          <w:iCs/>
          <w:lang w:eastAsia="zh-CN"/>
        </w:rPr>
        <w:tab/>
        <w:t>Obec</w:t>
      </w:r>
      <w:r w:rsidRPr="00C345C8">
        <w:rPr>
          <w:rFonts w:ascii="Arial" w:hAnsi="Arial" w:cs="Arial"/>
          <w:iCs/>
          <w:lang w:eastAsia="zh-CN"/>
        </w:rPr>
        <w:t>:</w:t>
      </w:r>
      <w:r>
        <w:rPr>
          <w:rFonts w:ascii="Arial" w:hAnsi="Arial" w:cs="Arial"/>
          <w:iCs/>
          <w:lang w:eastAsia="zh-CN"/>
        </w:rPr>
        <w:t xml:space="preserve"> </w:t>
      </w:r>
      <w:r>
        <w:rPr>
          <w:rFonts w:ascii="Arial" w:hAnsi="Arial" w:cs="Arial"/>
          <w:iCs/>
          <w:lang w:eastAsia="zh-CN"/>
        </w:rPr>
        <w:tab/>
        <w:t>Orlová (599069)</w:t>
      </w:r>
    </w:p>
    <w:p w14:paraId="00EF6276" w14:textId="0B290379" w:rsidR="000E3551" w:rsidRPr="00C345C8" w:rsidRDefault="000E3551" w:rsidP="000E3551">
      <w:pPr>
        <w:tabs>
          <w:tab w:val="left" w:pos="851"/>
          <w:tab w:val="left" w:pos="1560"/>
        </w:tabs>
        <w:ind w:left="3686" w:hanging="2835"/>
        <w:rPr>
          <w:rFonts w:ascii="Arial" w:hAnsi="Arial" w:cs="Arial"/>
          <w:iCs/>
          <w:lang w:eastAsia="zh-CN"/>
        </w:rPr>
      </w:pPr>
      <w:r>
        <w:rPr>
          <w:rFonts w:ascii="Arial" w:hAnsi="Arial" w:cs="Arial"/>
          <w:iCs/>
          <w:lang w:eastAsia="zh-CN"/>
        </w:rPr>
        <w:tab/>
      </w:r>
      <w:r w:rsidRPr="00C345C8">
        <w:rPr>
          <w:rFonts w:ascii="Arial" w:hAnsi="Arial" w:cs="Arial"/>
          <w:iCs/>
          <w:lang w:eastAsia="zh-CN"/>
        </w:rPr>
        <w:t>Katastrální území:</w:t>
      </w:r>
      <w:r>
        <w:rPr>
          <w:rFonts w:ascii="Arial" w:hAnsi="Arial" w:cs="Arial"/>
          <w:iCs/>
          <w:lang w:eastAsia="zh-CN"/>
        </w:rPr>
        <w:tab/>
        <w:t>Horní Lutyně (712531)</w:t>
      </w:r>
    </w:p>
    <w:p w14:paraId="5C055D29" w14:textId="77777777" w:rsidR="000E3551" w:rsidRPr="000E3551" w:rsidRDefault="000E3551" w:rsidP="000E3551">
      <w:pPr>
        <w:ind w:left="1134"/>
        <w:jc w:val="both"/>
        <w:rPr>
          <w:rFonts w:cs="Arial"/>
        </w:rPr>
      </w:pPr>
    </w:p>
    <w:p w14:paraId="3E47E985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tbl>
      <w:tblPr>
        <w:tblW w:w="9246" w:type="dxa"/>
        <w:tblInd w:w="120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6"/>
        <w:gridCol w:w="3959"/>
        <w:gridCol w:w="1574"/>
        <w:gridCol w:w="2107"/>
      </w:tblGrid>
      <w:tr w:rsidR="00AD6B1F" w:rsidRPr="00AD6B1F" w14:paraId="31AE9C4A" w14:textId="77777777" w:rsidTr="00062CBE">
        <w:trPr>
          <w:trHeight w:val="409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6DDE8"/>
            <w:vAlign w:val="center"/>
          </w:tcPr>
          <w:p w14:paraId="67D6649D" w14:textId="77777777" w:rsidR="00AD6B1F" w:rsidRPr="00AD6B1F" w:rsidRDefault="00AD6B1F" w:rsidP="004F3BDB">
            <w:pPr>
              <w:tabs>
                <w:tab w:val="left" w:pos="3828"/>
                <w:tab w:val="right" w:pos="7938"/>
              </w:tabs>
              <w:ind w:left="116" w:right="-152"/>
              <w:jc w:val="both"/>
              <w:rPr>
                <w:rFonts w:ascii="Arial" w:hAnsi="Arial" w:cs="Arial"/>
                <w:b/>
              </w:rPr>
            </w:pPr>
            <w:bookmarkStart w:id="2" w:name="_Hlk956016"/>
            <w:r w:rsidRPr="00AD6B1F">
              <w:rPr>
                <w:rFonts w:ascii="Arial" w:hAnsi="Arial" w:cs="Arial"/>
                <w:b/>
              </w:rPr>
              <w:t>Parcela č.</w:t>
            </w:r>
          </w:p>
        </w:tc>
        <w:tc>
          <w:tcPr>
            <w:tcW w:w="39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6DDE8"/>
            <w:vAlign w:val="center"/>
          </w:tcPr>
          <w:p w14:paraId="26DEB7F3" w14:textId="77777777" w:rsidR="00AD6B1F" w:rsidRPr="00AD6B1F" w:rsidRDefault="00AD6B1F" w:rsidP="004F3BDB">
            <w:pPr>
              <w:tabs>
                <w:tab w:val="left" w:pos="3828"/>
                <w:tab w:val="right" w:pos="7938"/>
              </w:tabs>
              <w:ind w:left="143" w:right="284"/>
              <w:jc w:val="both"/>
              <w:rPr>
                <w:rFonts w:ascii="Arial" w:hAnsi="Arial" w:cs="Arial"/>
                <w:b/>
              </w:rPr>
            </w:pPr>
            <w:r w:rsidRPr="00AD6B1F">
              <w:rPr>
                <w:rFonts w:ascii="Arial" w:hAnsi="Arial" w:cs="Arial"/>
                <w:b/>
              </w:rPr>
              <w:t>Vlastnické právo</w:t>
            </w:r>
          </w:p>
        </w:tc>
        <w:tc>
          <w:tcPr>
            <w:tcW w:w="15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6DDE8"/>
            <w:vAlign w:val="center"/>
          </w:tcPr>
          <w:p w14:paraId="4943A1BF" w14:textId="77777777" w:rsidR="00AD6B1F" w:rsidRPr="00AD6B1F" w:rsidRDefault="00AD6B1F" w:rsidP="004F3BDB">
            <w:pPr>
              <w:tabs>
                <w:tab w:val="left" w:pos="3828"/>
                <w:tab w:val="right" w:pos="7938"/>
              </w:tabs>
              <w:ind w:left="143" w:right="284"/>
              <w:jc w:val="both"/>
              <w:rPr>
                <w:rFonts w:ascii="Arial" w:hAnsi="Arial" w:cs="Arial"/>
                <w:b/>
              </w:rPr>
            </w:pPr>
            <w:r w:rsidRPr="00AD6B1F">
              <w:rPr>
                <w:rFonts w:ascii="Arial" w:hAnsi="Arial" w:cs="Arial"/>
                <w:b/>
              </w:rPr>
              <w:t>Výměra</w:t>
            </w:r>
          </w:p>
        </w:tc>
        <w:tc>
          <w:tcPr>
            <w:tcW w:w="2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6DDE8"/>
            <w:vAlign w:val="center"/>
          </w:tcPr>
          <w:p w14:paraId="42A0E644" w14:textId="77777777" w:rsidR="00AD6B1F" w:rsidRPr="00AD6B1F" w:rsidRDefault="00AD6B1F" w:rsidP="004F3BDB">
            <w:pPr>
              <w:tabs>
                <w:tab w:val="left" w:pos="3828"/>
                <w:tab w:val="right" w:pos="7938"/>
              </w:tabs>
              <w:ind w:left="143" w:right="210"/>
              <w:jc w:val="both"/>
              <w:rPr>
                <w:rFonts w:ascii="Arial" w:hAnsi="Arial" w:cs="Arial"/>
                <w:b/>
              </w:rPr>
            </w:pPr>
            <w:r w:rsidRPr="00AD6B1F">
              <w:rPr>
                <w:rFonts w:ascii="Arial" w:hAnsi="Arial" w:cs="Arial"/>
                <w:b/>
              </w:rPr>
              <w:t>Druh pozemku</w:t>
            </w:r>
          </w:p>
        </w:tc>
      </w:tr>
      <w:tr w:rsidR="00AD6B1F" w:rsidRPr="00AD6B1F" w14:paraId="1D05DDE3" w14:textId="77777777" w:rsidTr="00062CBE">
        <w:trPr>
          <w:trHeight w:val="711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2AE97B4" w14:textId="60F61F94" w:rsidR="00AD6B1F" w:rsidRPr="00AD6B1F" w:rsidRDefault="0001035E" w:rsidP="004F3BDB">
            <w:pPr>
              <w:tabs>
                <w:tab w:val="left" w:pos="3828"/>
                <w:tab w:val="right" w:pos="7938"/>
              </w:tabs>
              <w:ind w:left="214" w:right="28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639</w:t>
            </w:r>
          </w:p>
        </w:tc>
        <w:tc>
          <w:tcPr>
            <w:tcW w:w="39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EFE9F8B" w14:textId="6062F6B1" w:rsidR="00AD6B1F" w:rsidRDefault="00AD6B1F" w:rsidP="004F3BDB">
            <w:pPr>
              <w:tabs>
                <w:tab w:val="left" w:pos="14442"/>
              </w:tabs>
              <w:jc w:val="both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AD6B1F">
              <w:rPr>
                <w:rFonts w:ascii="Arial" w:hAnsi="Arial" w:cs="Arial"/>
                <w:color w:val="000000"/>
                <w:sz w:val="18"/>
                <w:szCs w:val="18"/>
              </w:rPr>
              <w:t>Moravskoslezský kraj, 28. října 2771/117, Moravská Ostrava, 70200 Ostrava</w:t>
            </w:r>
            <w:r w:rsidRPr="00AD6B1F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 svěřeným </w:t>
            </w:r>
          </w:p>
          <w:p w14:paraId="4F9ECB54" w14:textId="77777777" w:rsidR="0001035E" w:rsidRPr="00AD6B1F" w:rsidRDefault="0001035E" w:rsidP="004F3BDB">
            <w:pPr>
              <w:tabs>
                <w:tab w:val="left" w:pos="14442"/>
              </w:tabs>
              <w:jc w:val="both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  <w:p w14:paraId="193B7875" w14:textId="77777777" w:rsidR="00AD6B1F" w:rsidRPr="00AD6B1F" w:rsidRDefault="00AD6B1F" w:rsidP="004F3BDB">
            <w:pPr>
              <w:tabs>
                <w:tab w:val="left" w:pos="14442"/>
              </w:tabs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6B1F">
              <w:rPr>
                <w:rFonts w:ascii="Arial" w:hAnsi="Arial" w:cs="Arial"/>
                <w:b/>
                <w:bCs/>
                <w:sz w:val="18"/>
                <w:szCs w:val="18"/>
              </w:rPr>
              <w:t>Hospodaření se svěřeným majetkem kraje:</w:t>
            </w:r>
          </w:p>
          <w:p w14:paraId="1B0B4769" w14:textId="77777777" w:rsidR="00AD6B1F" w:rsidRDefault="00AD6B1F" w:rsidP="004F3BDB">
            <w:pPr>
              <w:tabs>
                <w:tab w:val="left" w:pos="3828"/>
                <w:tab w:val="right" w:pos="7938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B1F">
              <w:rPr>
                <w:rFonts w:ascii="Arial" w:hAnsi="Arial" w:cs="Arial"/>
                <w:color w:val="000000"/>
                <w:sz w:val="18"/>
                <w:szCs w:val="18"/>
              </w:rPr>
              <w:t xml:space="preserve">Nemocnice s poliklinikou Karviná-Ráj, příspěvková organizace, </w:t>
            </w:r>
            <w:proofErr w:type="spellStart"/>
            <w:r w:rsidRPr="00AD6B1F">
              <w:rPr>
                <w:rFonts w:ascii="Arial" w:hAnsi="Arial" w:cs="Arial"/>
                <w:color w:val="000000"/>
                <w:sz w:val="18"/>
                <w:szCs w:val="18"/>
              </w:rPr>
              <w:t>Vydmuchov</w:t>
            </w:r>
            <w:proofErr w:type="spellEnd"/>
            <w:r w:rsidRPr="00AD6B1F">
              <w:rPr>
                <w:rFonts w:ascii="Arial" w:hAnsi="Arial" w:cs="Arial"/>
                <w:color w:val="000000"/>
                <w:sz w:val="18"/>
                <w:szCs w:val="18"/>
              </w:rPr>
              <w:t xml:space="preserve"> 399/5, Ráj, 73401 Karviná</w:t>
            </w:r>
          </w:p>
          <w:p w14:paraId="1988D5A1" w14:textId="3D024484" w:rsidR="0001035E" w:rsidRPr="00AD6B1F" w:rsidRDefault="0001035E" w:rsidP="004F3BDB">
            <w:pPr>
              <w:tabs>
                <w:tab w:val="left" w:pos="3828"/>
                <w:tab w:val="right" w:pos="7938"/>
              </w:tabs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785303" w14:textId="661765CA" w:rsidR="00AD6B1F" w:rsidRPr="00AD6B1F" w:rsidRDefault="0001035E" w:rsidP="004F3BDB">
            <w:pPr>
              <w:tabs>
                <w:tab w:val="left" w:pos="3828"/>
                <w:tab w:val="right" w:pos="7938"/>
              </w:tabs>
              <w:ind w:left="143" w:right="28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309</w:t>
            </w:r>
            <w:r w:rsidR="00AD6B1F" w:rsidRPr="00AD6B1F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AD6B1F" w:rsidRPr="00AD6B1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15658A" w14:textId="77777777" w:rsidR="00AD6B1F" w:rsidRPr="00AD6B1F" w:rsidRDefault="00AD6B1F" w:rsidP="004F3BDB">
            <w:pPr>
              <w:spacing w:line="286" w:lineRule="atLeast"/>
              <w:ind w:right="2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B1F">
              <w:rPr>
                <w:rFonts w:ascii="Arial" w:hAnsi="Arial" w:cs="Arial"/>
                <w:color w:val="000000"/>
                <w:sz w:val="18"/>
                <w:szCs w:val="18"/>
              </w:rPr>
              <w:t>zastavěná plocha a nádvoří</w:t>
            </w:r>
          </w:p>
          <w:p w14:paraId="7FE55BF6" w14:textId="77777777" w:rsidR="00AD6B1F" w:rsidRPr="00AD6B1F" w:rsidRDefault="00AD6B1F" w:rsidP="004F3BDB">
            <w:pPr>
              <w:tabs>
                <w:tab w:val="left" w:pos="3828"/>
                <w:tab w:val="right" w:pos="7938"/>
              </w:tabs>
              <w:ind w:left="143" w:right="28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2"/>
    </w:tbl>
    <w:p w14:paraId="64BA237D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53F05025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453F7E32" w14:textId="77777777" w:rsidR="00AD6B1F" w:rsidRPr="00AD6B1F" w:rsidRDefault="00AD6B1F" w:rsidP="004F3BDB">
      <w:pPr>
        <w:pStyle w:val="Odstavecseseznamem"/>
        <w:numPr>
          <w:ilvl w:val="0"/>
          <w:numId w:val="30"/>
        </w:numPr>
        <w:ind w:left="1560" w:hanging="426"/>
        <w:jc w:val="both"/>
        <w:rPr>
          <w:rFonts w:cs="Arial"/>
        </w:rPr>
      </w:pPr>
      <w:r w:rsidRPr="00AD6B1F">
        <w:rPr>
          <w:rFonts w:cs="Arial"/>
          <w:u w:val="single"/>
        </w:rPr>
        <w:t xml:space="preserve">Seznam pozemků podle katastru nemovitostí, na kterých vznikne ochranné nebo bezpečnostní pásmo. </w:t>
      </w:r>
    </w:p>
    <w:p w14:paraId="2FD92D71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39B10365" w14:textId="77777777" w:rsidR="00AD6B1F" w:rsidRPr="00AD6B1F" w:rsidRDefault="00AD6B1F" w:rsidP="004F3BDB">
      <w:pPr>
        <w:tabs>
          <w:tab w:val="left" w:pos="851"/>
        </w:tabs>
        <w:ind w:left="1560"/>
        <w:jc w:val="both"/>
        <w:rPr>
          <w:rFonts w:ascii="Arial" w:hAnsi="Arial" w:cs="Arial"/>
          <w:i/>
          <w:iCs/>
          <w:lang w:eastAsia="zh-CN"/>
        </w:rPr>
      </w:pPr>
      <w:r w:rsidRPr="00AD6B1F">
        <w:rPr>
          <w:rFonts w:ascii="Arial" w:hAnsi="Arial" w:cs="Arial"/>
          <w:lang w:eastAsia="zh-CN"/>
        </w:rPr>
        <w:t>Nejsou řešeny žádná ochranná ani bezpečnostní pásma.</w:t>
      </w:r>
    </w:p>
    <w:p w14:paraId="56DC0E22" w14:textId="77777777" w:rsidR="00AD6B1F" w:rsidRDefault="00AD6B1F" w:rsidP="004F3BDB">
      <w:pPr>
        <w:pStyle w:val="Odstavecseseznamem"/>
        <w:ind w:left="1560"/>
        <w:jc w:val="both"/>
      </w:pPr>
    </w:p>
    <w:p w14:paraId="53172364" w14:textId="77777777" w:rsidR="00AD6B1F" w:rsidRDefault="00AD6B1F" w:rsidP="004F3BDB">
      <w:pPr>
        <w:pStyle w:val="Odstavecseseznamem"/>
        <w:ind w:left="1353"/>
        <w:jc w:val="both"/>
      </w:pPr>
    </w:p>
    <w:p w14:paraId="39B58287" w14:textId="77777777" w:rsidR="00AD6B1F" w:rsidRPr="00AD6B1F" w:rsidRDefault="00AD6B1F" w:rsidP="004F3BDB">
      <w:pPr>
        <w:pStyle w:val="Nadpis2"/>
        <w:ind w:left="425" w:firstLine="709"/>
        <w:jc w:val="both"/>
        <w:rPr>
          <w:rFonts w:ascii="Arial" w:hAnsi="Arial"/>
          <w:b/>
          <w:i w:val="0"/>
          <w:color w:val="auto"/>
          <w:sz w:val="24"/>
          <w:u w:val="single"/>
        </w:rPr>
      </w:pPr>
      <w:bookmarkStart w:id="3" w:name="_Toc2671638"/>
      <w:bookmarkStart w:id="4" w:name="_Toc22637583"/>
      <w:r w:rsidRPr="00AD6B1F">
        <w:rPr>
          <w:rFonts w:ascii="Arial" w:hAnsi="Arial"/>
          <w:b/>
          <w:i w:val="0"/>
          <w:color w:val="auto"/>
          <w:sz w:val="24"/>
          <w:u w:val="single"/>
        </w:rPr>
        <w:t xml:space="preserve">B.2 </w:t>
      </w:r>
      <w:proofErr w:type="spellStart"/>
      <w:r w:rsidRPr="00AD6B1F">
        <w:rPr>
          <w:rFonts w:ascii="Arial" w:hAnsi="Arial"/>
          <w:b/>
          <w:i w:val="0"/>
          <w:color w:val="auto"/>
          <w:sz w:val="24"/>
          <w:u w:val="single"/>
        </w:rPr>
        <w:t>Celkový</w:t>
      </w:r>
      <w:proofErr w:type="spellEnd"/>
      <w:r w:rsidRPr="00AD6B1F">
        <w:rPr>
          <w:rFonts w:ascii="Arial" w:hAnsi="Arial"/>
          <w:b/>
          <w:i w:val="0"/>
          <w:color w:val="auto"/>
          <w:sz w:val="24"/>
          <w:u w:val="single"/>
        </w:rPr>
        <w:t xml:space="preserve"> </w:t>
      </w:r>
      <w:proofErr w:type="spellStart"/>
      <w:r w:rsidRPr="00AD6B1F">
        <w:rPr>
          <w:rFonts w:ascii="Arial" w:hAnsi="Arial"/>
          <w:b/>
          <w:i w:val="0"/>
          <w:color w:val="auto"/>
          <w:sz w:val="24"/>
          <w:u w:val="single"/>
        </w:rPr>
        <w:t>popis</w:t>
      </w:r>
      <w:proofErr w:type="spellEnd"/>
      <w:r w:rsidRPr="00AD6B1F">
        <w:rPr>
          <w:rFonts w:ascii="Arial" w:hAnsi="Arial"/>
          <w:b/>
          <w:i w:val="0"/>
          <w:color w:val="auto"/>
          <w:sz w:val="24"/>
          <w:u w:val="single"/>
        </w:rPr>
        <w:t xml:space="preserve"> </w:t>
      </w:r>
      <w:proofErr w:type="spellStart"/>
      <w:r w:rsidRPr="00AD6B1F">
        <w:rPr>
          <w:rFonts w:ascii="Arial" w:hAnsi="Arial"/>
          <w:b/>
          <w:i w:val="0"/>
          <w:color w:val="auto"/>
          <w:sz w:val="24"/>
          <w:u w:val="single"/>
        </w:rPr>
        <w:t>stavby</w:t>
      </w:r>
      <w:bookmarkEnd w:id="3"/>
      <w:bookmarkEnd w:id="4"/>
      <w:proofErr w:type="spellEnd"/>
    </w:p>
    <w:p w14:paraId="035D4EA9" w14:textId="77777777" w:rsidR="00AD6B1F" w:rsidRDefault="00AD6B1F" w:rsidP="004F3BDB">
      <w:pPr>
        <w:pStyle w:val="Odstavecseseznamem"/>
        <w:jc w:val="both"/>
      </w:pPr>
    </w:p>
    <w:p w14:paraId="2D9F662A" w14:textId="77777777" w:rsidR="00AD6B1F" w:rsidRPr="00AD6B1F" w:rsidRDefault="00AD6B1F" w:rsidP="004F3BDB">
      <w:pPr>
        <w:pStyle w:val="Odstavecseseznamem"/>
        <w:numPr>
          <w:ilvl w:val="0"/>
          <w:numId w:val="31"/>
        </w:numPr>
        <w:ind w:left="1560" w:hanging="426"/>
        <w:jc w:val="both"/>
        <w:rPr>
          <w:rFonts w:cs="Arial"/>
          <w:u w:val="single"/>
        </w:rPr>
      </w:pPr>
      <w:r w:rsidRPr="00AD6B1F">
        <w:rPr>
          <w:rFonts w:cs="Arial"/>
          <w:u w:val="single"/>
        </w:rPr>
        <w:t xml:space="preserve">Nová stavba nebo změna dokončené stavby; u změny stavby údaje o jejich současném stavu, závěry stavebně technického, případně stavebně historického průzkumu a výsledky statického posouzení nosných konstrukcí </w:t>
      </w:r>
    </w:p>
    <w:p w14:paraId="571F18A5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5F016568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  <w:r w:rsidRPr="00AD6B1F">
        <w:rPr>
          <w:rFonts w:cs="Arial"/>
        </w:rPr>
        <w:t xml:space="preserve">Projekt řeší změnu dokončené stavby. </w:t>
      </w:r>
    </w:p>
    <w:p w14:paraId="539C1D19" w14:textId="61C1BDFE" w:rsidR="00AD6B1F" w:rsidRPr="00AD6B1F" w:rsidRDefault="00AD6B1F" w:rsidP="004F3BDB">
      <w:pPr>
        <w:ind w:left="1560"/>
        <w:jc w:val="both"/>
        <w:rPr>
          <w:rFonts w:ascii="Arial" w:hAnsi="Arial" w:cs="Arial"/>
          <w:lang w:eastAsia="zh-CN"/>
        </w:rPr>
      </w:pPr>
      <w:r w:rsidRPr="00AD6B1F">
        <w:rPr>
          <w:rFonts w:ascii="Arial" w:hAnsi="Arial" w:cs="Arial"/>
          <w:lang w:eastAsia="zh-CN"/>
        </w:rPr>
        <w:t>Předmětem řešení jsou nezbytné stavební a jiné potřebné úpravy a doplnění technologií (elektro, vzduchotechnika</w:t>
      </w:r>
      <w:r w:rsidR="0001035E">
        <w:rPr>
          <w:rFonts w:ascii="Arial" w:hAnsi="Arial" w:cs="Arial"/>
          <w:lang w:eastAsia="zh-CN"/>
        </w:rPr>
        <w:t>, zdravotechnika, vytápění</w:t>
      </w:r>
      <w:r w:rsidRPr="00AD6B1F">
        <w:rPr>
          <w:rFonts w:ascii="Arial" w:hAnsi="Arial" w:cs="Arial"/>
          <w:lang w:eastAsia="zh-CN"/>
        </w:rPr>
        <w:t xml:space="preserve"> atp.) ve stávajícím objektu </w:t>
      </w:r>
      <w:r w:rsidR="0001035E">
        <w:rPr>
          <w:rFonts w:ascii="Arial" w:hAnsi="Arial" w:cs="Arial"/>
          <w:lang w:eastAsia="zh-CN"/>
        </w:rPr>
        <w:t>energobloku</w:t>
      </w:r>
      <w:r w:rsidRPr="00AD6B1F">
        <w:rPr>
          <w:rFonts w:ascii="Arial" w:hAnsi="Arial" w:cs="Arial"/>
          <w:lang w:eastAsia="zh-CN"/>
        </w:rPr>
        <w:t xml:space="preserve"> v areálu </w:t>
      </w:r>
      <w:proofErr w:type="spellStart"/>
      <w:r w:rsidRPr="00AD6B1F">
        <w:rPr>
          <w:rFonts w:ascii="Arial" w:hAnsi="Arial" w:cs="Arial"/>
          <w:lang w:eastAsia="zh-CN"/>
        </w:rPr>
        <w:t>NsP</w:t>
      </w:r>
      <w:proofErr w:type="spellEnd"/>
      <w:r w:rsidRPr="00AD6B1F">
        <w:rPr>
          <w:rFonts w:ascii="Arial" w:hAnsi="Arial" w:cs="Arial"/>
          <w:lang w:eastAsia="zh-CN"/>
        </w:rPr>
        <w:t xml:space="preserve"> Karviná Ráj</w:t>
      </w:r>
      <w:r w:rsidR="0001035E">
        <w:rPr>
          <w:rFonts w:ascii="Arial" w:hAnsi="Arial" w:cs="Arial"/>
          <w:lang w:eastAsia="zh-CN"/>
        </w:rPr>
        <w:t xml:space="preserve"> provozovna Orlová,</w:t>
      </w:r>
      <w:r w:rsidRPr="00AD6B1F">
        <w:rPr>
          <w:rFonts w:ascii="Arial" w:hAnsi="Arial" w:cs="Arial"/>
          <w:lang w:eastAsia="zh-CN"/>
        </w:rPr>
        <w:t xml:space="preserve"> související s instalací nového náhradního zdroje elektrické energie</w:t>
      </w:r>
      <w:r w:rsidR="0001035E">
        <w:rPr>
          <w:rFonts w:ascii="Arial" w:hAnsi="Arial" w:cs="Arial"/>
          <w:lang w:eastAsia="zh-CN"/>
        </w:rPr>
        <w:t xml:space="preserve"> 650kVA</w:t>
      </w:r>
      <w:r w:rsidRPr="00AD6B1F">
        <w:rPr>
          <w:rFonts w:ascii="Arial" w:hAnsi="Arial" w:cs="Arial"/>
          <w:lang w:eastAsia="zh-CN"/>
        </w:rPr>
        <w:t>.</w:t>
      </w:r>
    </w:p>
    <w:p w14:paraId="27152B84" w14:textId="55BEE83D" w:rsidR="00AD6B1F" w:rsidRPr="00AD6B1F" w:rsidRDefault="00AD6B1F" w:rsidP="004F3BDB">
      <w:pPr>
        <w:ind w:left="1560"/>
        <w:jc w:val="both"/>
        <w:rPr>
          <w:rFonts w:ascii="Arial" w:hAnsi="Arial" w:cs="Arial"/>
          <w:lang w:eastAsia="zh-CN"/>
        </w:rPr>
      </w:pPr>
      <w:r w:rsidRPr="00AD6B1F">
        <w:rPr>
          <w:rFonts w:ascii="Arial" w:hAnsi="Arial" w:cs="Arial"/>
          <w:lang w:eastAsia="zh-CN"/>
        </w:rPr>
        <w:t xml:space="preserve">Jedná se o </w:t>
      </w:r>
      <w:r w:rsidR="0001035E">
        <w:rPr>
          <w:rFonts w:ascii="Arial" w:hAnsi="Arial" w:cs="Arial"/>
          <w:lang w:eastAsia="zh-CN"/>
        </w:rPr>
        <w:t>instalaci</w:t>
      </w:r>
      <w:r w:rsidRPr="00AD6B1F">
        <w:rPr>
          <w:rFonts w:ascii="Arial" w:hAnsi="Arial" w:cs="Arial"/>
          <w:lang w:eastAsia="zh-CN"/>
        </w:rPr>
        <w:t xml:space="preserve"> náhradní</w:t>
      </w:r>
      <w:r w:rsidR="0001035E">
        <w:rPr>
          <w:rFonts w:ascii="Arial" w:hAnsi="Arial" w:cs="Arial"/>
          <w:lang w:eastAsia="zh-CN"/>
        </w:rPr>
        <w:t>ho</w:t>
      </w:r>
      <w:r w:rsidRPr="00AD6B1F">
        <w:rPr>
          <w:rFonts w:ascii="Arial" w:hAnsi="Arial" w:cs="Arial"/>
          <w:lang w:eastAsia="zh-CN"/>
        </w:rPr>
        <w:t xml:space="preserve"> zdroj</w:t>
      </w:r>
      <w:r w:rsidR="0001035E">
        <w:rPr>
          <w:rFonts w:ascii="Arial" w:hAnsi="Arial" w:cs="Arial"/>
          <w:lang w:eastAsia="zh-CN"/>
        </w:rPr>
        <w:t>e</w:t>
      </w:r>
      <w:r w:rsidRPr="00AD6B1F">
        <w:rPr>
          <w:rFonts w:ascii="Arial" w:hAnsi="Arial" w:cs="Arial"/>
          <w:lang w:eastAsia="zh-CN"/>
        </w:rPr>
        <w:t xml:space="preserve"> potřebných parametrů, který vyhoví současným potřebám moderního záložního napájení nemocnice. </w:t>
      </w:r>
    </w:p>
    <w:p w14:paraId="72331BDA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2DC05D2D" w14:textId="77777777" w:rsidR="00AD6B1F" w:rsidRPr="00AD6B1F" w:rsidRDefault="00AD6B1F" w:rsidP="004F3BDB">
      <w:pPr>
        <w:pStyle w:val="Odstavecseseznamem"/>
        <w:numPr>
          <w:ilvl w:val="0"/>
          <w:numId w:val="31"/>
        </w:numPr>
        <w:ind w:left="1560" w:hanging="426"/>
        <w:jc w:val="both"/>
        <w:rPr>
          <w:rFonts w:cs="Arial"/>
        </w:rPr>
      </w:pPr>
      <w:r w:rsidRPr="00AD6B1F">
        <w:rPr>
          <w:rFonts w:cs="Arial"/>
          <w:u w:val="single"/>
        </w:rPr>
        <w:t>Účel užívání stavby</w:t>
      </w:r>
    </w:p>
    <w:p w14:paraId="47C35F3D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2D298379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  <w:r w:rsidRPr="00AD6B1F">
        <w:rPr>
          <w:rFonts w:cs="Arial"/>
        </w:rPr>
        <w:t xml:space="preserve">Účel užívání stavby se nemění. </w:t>
      </w:r>
    </w:p>
    <w:p w14:paraId="2CA58A68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65BB7C44" w14:textId="77777777" w:rsidR="00AD6B1F" w:rsidRPr="00AD6B1F" w:rsidRDefault="00AD6B1F" w:rsidP="004F3BDB">
      <w:pPr>
        <w:spacing w:line="276" w:lineRule="auto"/>
        <w:ind w:left="1560"/>
        <w:jc w:val="both"/>
        <w:rPr>
          <w:rFonts w:ascii="Arial" w:hAnsi="Arial" w:cs="Arial"/>
        </w:rPr>
      </w:pPr>
      <w:r w:rsidRPr="00AD6B1F">
        <w:rPr>
          <w:rFonts w:ascii="Arial" w:hAnsi="Arial" w:cs="Arial"/>
        </w:rPr>
        <w:t>Popis technické řešení jednotlivých profesí – viz technické zprávy jednotlivých SO a PS.</w:t>
      </w:r>
    </w:p>
    <w:p w14:paraId="649B174A" w14:textId="77777777" w:rsidR="00AD6B1F" w:rsidRPr="00AD6B1F" w:rsidRDefault="00AD6B1F" w:rsidP="004F3BDB">
      <w:pPr>
        <w:ind w:left="851"/>
        <w:jc w:val="both"/>
        <w:rPr>
          <w:rFonts w:ascii="Arial" w:hAnsi="Arial" w:cs="Arial"/>
        </w:rPr>
      </w:pPr>
    </w:p>
    <w:p w14:paraId="2CD962E0" w14:textId="77777777" w:rsidR="00AD6B1F" w:rsidRPr="00AD6B1F" w:rsidRDefault="00AD6B1F" w:rsidP="004F3BDB">
      <w:pPr>
        <w:pStyle w:val="Odstavecseseznamem"/>
        <w:numPr>
          <w:ilvl w:val="0"/>
          <w:numId w:val="31"/>
        </w:numPr>
        <w:ind w:left="1560" w:hanging="426"/>
        <w:jc w:val="both"/>
        <w:rPr>
          <w:rFonts w:cs="Arial"/>
        </w:rPr>
      </w:pPr>
      <w:r w:rsidRPr="00AD6B1F">
        <w:rPr>
          <w:rFonts w:cs="Arial"/>
          <w:u w:val="single"/>
        </w:rPr>
        <w:t>Trvalá nebo dočasná stavba</w:t>
      </w:r>
    </w:p>
    <w:p w14:paraId="2AB301EB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305D6658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  <w:r w:rsidRPr="00AD6B1F">
        <w:rPr>
          <w:rFonts w:cs="Arial"/>
        </w:rPr>
        <w:t>Jedná se o trvalou stavbu.</w:t>
      </w:r>
    </w:p>
    <w:p w14:paraId="0A2C0CDF" w14:textId="77777777" w:rsidR="00AD6B1F" w:rsidRPr="00AD6B1F" w:rsidRDefault="00AD6B1F" w:rsidP="004F3BDB">
      <w:pPr>
        <w:pStyle w:val="Odstavecseseznamem"/>
        <w:jc w:val="both"/>
        <w:rPr>
          <w:rFonts w:cs="Arial"/>
        </w:rPr>
      </w:pPr>
    </w:p>
    <w:p w14:paraId="56F684C0" w14:textId="77777777" w:rsidR="00AD6B1F" w:rsidRPr="00AD6B1F" w:rsidRDefault="00AD6B1F" w:rsidP="004F3BDB">
      <w:pPr>
        <w:pStyle w:val="Odstavecseseznamem"/>
        <w:numPr>
          <w:ilvl w:val="0"/>
          <w:numId w:val="31"/>
        </w:numPr>
        <w:ind w:left="1560" w:hanging="426"/>
        <w:jc w:val="both"/>
        <w:rPr>
          <w:rFonts w:cs="Arial"/>
        </w:rPr>
      </w:pPr>
      <w:r w:rsidRPr="00AD6B1F">
        <w:rPr>
          <w:rFonts w:cs="Arial"/>
          <w:u w:val="single"/>
        </w:rPr>
        <w:t>Informace o vydaných rozhodnutích o povolení výjimky z technických požadavků na stavby a technických požadavků zabezpečujících bezbariérové užívání stavby</w:t>
      </w:r>
    </w:p>
    <w:p w14:paraId="4A4FAD5D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6DBAAD09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  <w:r w:rsidRPr="00AD6B1F">
        <w:rPr>
          <w:rFonts w:cs="Arial"/>
        </w:rPr>
        <w:t>Vstupy a výstupy do objektu zůstávají stávající, beze změn.</w:t>
      </w:r>
    </w:p>
    <w:p w14:paraId="2D8D33D2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1D09DB61" w14:textId="77E1435E" w:rsidR="00AD6B1F" w:rsidRPr="00AD6B1F" w:rsidRDefault="00AD6B1F" w:rsidP="004F3BDB">
      <w:pPr>
        <w:tabs>
          <w:tab w:val="left" w:pos="2835"/>
          <w:tab w:val="left" w:pos="3119"/>
          <w:tab w:val="left" w:pos="3828"/>
          <w:tab w:val="right" w:pos="7938"/>
        </w:tabs>
        <w:ind w:left="1560" w:right="6"/>
        <w:jc w:val="both"/>
        <w:rPr>
          <w:rFonts w:ascii="Arial" w:eastAsia="SimSun" w:hAnsi="Arial" w:cs="Arial"/>
          <w:lang w:eastAsia="zh-CN"/>
        </w:rPr>
      </w:pPr>
      <w:r w:rsidRPr="00AD6B1F">
        <w:rPr>
          <w:rFonts w:ascii="Arial" w:eastAsia="SimSun" w:hAnsi="Arial" w:cs="Arial"/>
          <w:lang w:eastAsia="zh-CN"/>
        </w:rPr>
        <w:lastRenderedPageBreak/>
        <w:t xml:space="preserve">Veškeré materiály použité při výstavbě budou mít platné certifikáty a prohlášení o shodě. Stavební materiály budou splňovat podmínky uvádění na trh dle Zákona o technických požadavcích na výrobky 22/1997 Sb. a nařízení vlády 163/2002 Sb. technické požadavky na vybrané stavební výrobky. </w:t>
      </w:r>
      <w:r w:rsidR="00DF246A">
        <w:rPr>
          <w:rFonts w:ascii="Arial" w:eastAsia="SimSun" w:hAnsi="Arial" w:cs="Arial"/>
          <w:lang w:eastAsia="zh-CN"/>
        </w:rPr>
        <w:t xml:space="preserve">Oba zákony v platném </w:t>
      </w:r>
      <w:r w:rsidR="008836E6">
        <w:rPr>
          <w:rFonts w:ascii="Arial" w:eastAsia="SimSun" w:hAnsi="Arial" w:cs="Arial"/>
          <w:lang w:eastAsia="zh-CN"/>
        </w:rPr>
        <w:t xml:space="preserve">aktuálním </w:t>
      </w:r>
      <w:r w:rsidR="00DF246A">
        <w:rPr>
          <w:rFonts w:ascii="Arial" w:eastAsia="SimSun" w:hAnsi="Arial" w:cs="Arial"/>
          <w:lang w:eastAsia="zh-CN"/>
        </w:rPr>
        <w:t xml:space="preserve">znění. </w:t>
      </w:r>
      <w:r w:rsidRPr="00AD6B1F">
        <w:rPr>
          <w:rFonts w:ascii="Arial" w:eastAsia="SimSun" w:hAnsi="Arial" w:cs="Arial"/>
          <w:lang w:eastAsia="zh-CN"/>
        </w:rPr>
        <w:t>Po provedení rozvodů médií budou provedeny tlakové zkoušky a jiné příslušné zkoušky a vydány revizní zprávy.</w:t>
      </w:r>
    </w:p>
    <w:p w14:paraId="1E31D4C8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</w:rPr>
      </w:pPr>
    </w:p>
    <w:p w14:paraId="78BCCD80" w14:textId="77777777" w:rsidR="00AD6B1F" w:rsidRPr="00AD6B1F" w:rsidRDefault="00AD6B1F" w:rsidP="004F3BDB">
      <w:pPr>
        <w:pStyle w:val="Odstavecseseznamem"/>
        <w:numPr>
          <w:ilvl w:val="0"/>
          <w:numId w:val="31"/>
        </w:numPr>
        <w:ind w:left="1560" w:hanging="426"/>
        <w:jc w:val="both"/>
        <w:rPr>
          <w:rFonts w:cs="Arial"/>
          <w:u w:val="single"/>
        </w:rPr>
      </w:pPr>
      <w:r w:rsidRPr="00AD6B1F">
        <w:rPr>
          <w:rFonts w:cs="Arial"/>
          <w:u w:val="single"/>
        </w:rPr>
        <w:t>Informace o tom, zda a v jakých částech dokumentace jsou zohledněny podmínky závazných stanovisek dotčených orgánů</w:t>
      </w:r>
    </w:p>
    <w:p w14:paraId="7E24A753" w14:textId="77777777" w:rsidR="00AD6B1F" w:rsidRPr="00AD6B1F" w:rsidRDefault="00AD6B1F" w:rsidP="004F3BDB">
      <w:pPr>
        <w:jc w:val="both"/>
        <w:rPr>
          <w:rFonts w:ascii="Arial" w:hAnsi="Arial" w:cs="Arial"/>
          <w:u w:val="single"/>
        </w:rPr>
      </w:pPr>
    </w:p>
    <w:p w14:paraId="5F3416DB" w14:textId="77777777" w:rsidR="00AD6B1F" w:rsidRPr="00AD6B1F" w:rsidRDefault="00AD6B1F" w:rsidP="004F3BDB">
      <w:pPr>
        <w:ind w:left="1560"/>
        <w:jc w:val="both"/>
        <w:rPr>
          <w:rFonts w:ascii="Arial" w:eastAsia="SimSun" w:hAnsi="Arial" w:cs="Arial"/>
          <w:lang w:eastAsia="zh-CN"/>
        </w:rPr>
      </w:pPr>
      <w:r w:rsidRPr="00AD6B1F">
        <w:rPr>
          <w:rFonts w:ascii="Arial" w:eastAsia="SimSun" w:hAnsi="Arial" w:cs="Arial"/>
          <w:lang w:eastAsia="zh-CN"/>
        </w:rPr>
        <w:t>Nebylo řešeno.</w:t>
      </w:r>
    </w:p>
    <w:p w14:paraId="6C5DCB90" w14:textId="77777777" w:rsidR="00AD6B1F" w:rsidRPr="00AD6B1F" w:rsidRDefault="00AD6B1F" w:rsidP="004F3BDB">
      <w:pPr>
        <w:ind w:left="1560"/>
        <w:jc w:val="both"/>
        <w:rPr>
          <w:rFonts w:ascii="Arial" w:hAnsi="Arial" w:cs="Arial"/>
        </w:rPr>
      </w:pPr>
    </w:p>
    <w:p w14:paraId="655744C1" w14:textId="77777777" w:rsidR="00AD6B1F" w:rsidRPr="00AD6B1F" w:rsidRDefault="00AD6B1F" w:rsidP="004F3BDB">
      <w:pPr>
        <w:pStyle w:val="Odstavecseseznamem"/>
        <w:numPr>
          <w:ilvl w:val="0"/>
          <w:numId w:val="31"/>
        </w:numPr>
        <w:ind w:left="1560" w:hanging="426"/>
        <w:jc w:val="both"/>
        <w:rPr>
          <w:rFonts w:cs="Arial"/>
          <w:u w:val="single"/>
        </w:rPr>
      </w:pPr>
      <w:r w:rsidRPr="00AD6B1F">
        <w:rPr>
          <w:rFonts w:cs="Arial"/>
          <w:u w:val="single"/>
        </w:rPr>
        <w:t xml:space="preserve">Ochrana stavby podle jiných právních předpisů </w:t>
      </w:r>
    </w:p>
    <w:p w14:paraId="5FF57A40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  <w:u w:val="single"/>
        </w:rPr>
      </w:pPr>
    </w:p>
    <w:p w14:paraId="675FD6CB" w14:textId="77777777" w:rsidR="00AD6B1F" w:rsidRPr="00AD6B1F" w:rsidRDefault="00AD6B1F" w:rsidP="004F3BDB">
      <w:pPr>
        <w:ind w:left="1560"/>
        <w:jc w:val="both"/>
        <w:rPr>
          <w:rFonts w:ascii="Arial" w:hAnsi="Arial" w:cs="Arial"/>
          <w:color w:val="000000" w:themeColor="text1"/>
          <w:lang w:eastAsia="zh-CN"/>
        </w:rPr>
      </w:pPr>
      <w:r w:rsidRPr="00AD6B1F">
        <w:rPr>
          <w:rFonts w:ascii="Arial" w:hAnsi="Arial" w:cs="Arial"/>
          <w:color w:val="000000" w:themeColor="text1"/>
          <w:lang w:eastAsia="zh-CN"/>
        </w:rPr>
        <w:t>Stavba není chráněna.</w:t>
      </w:r>
    </w:p>
    <w:p w14:paraId="62C01903" w14:textId="77777777" w:rsidR="00AD6B1F" w:rsidRPr="00AD6B1F" w:rsidRDefault="00AD6B1F" w:rsidP="004F3BDB">
      <w:pPr>
        <w:pStyle w:val="Odstavecseseznamem"/>
        <w:ind w:left="1560"/>
        <w:jc w:val="both"/>
        <w:rPr>
          <w:rFonts w:cs="Arial"/>
          <w:u w:val="single"/>
        </w:rPr>
      </w:pPr>
    </w:p>
    <w:p w14:paraId="7E8C7E2C" w14:textId="77777777" w:rsidR="00AD6B1F" w:rsidRPr="00AD6B1F" w:rsidRDefault="00AD6B1F" w:rsidP="004F3BDB">
      <w:pPr>
        <w:pStyle w:val="Odstavecseseznamem"/>
        <w:numPr>
          <w:ilvl w:val="0"/>
          <w:numId w:val="31"/>
        </w:numPr>
        <w:ind w:left="1560" w:hanging="426"/>
        <w:jc w:val="both"/>
        <w:rPr>
          <w:rFonts w:cs="Arial"/>
          <w:u w:val="single"/>
        </w:rPr>
      </w:pPr>
      <w:r w:rsidRPr="00AD6B1F">
        <w:rPr>
          <w:rFonts w:cs="Arial"/>
          <w:u w:val="single"/>
        </w:rPr>
        <w:t xml:space="preserve">Navrhované parametry stavby – zastavěná plocha, obestavěný prostor, užitná plocha, počet funkčních jednotek a jejich velikosti apod. </w:t>
      </w:r>
    </w:p>
    <w:p w14:paraId="6ED16860" w14:textId="77777777" w:rsidR="00AD6B1F" w:rsidRPr="00AD6B1F" w:rsidRDefault="00AD6B1F" w:rsidP="004F3BDB">
      <w:pPr>
        <w:pStyle w:val="Odstavecseseznamem"/>
        <w:jc w:val="both"/>
        <w:rPr>
          <w:rFonts w:cs="Arial"/>
          <w:u w:val="single"/>
        </w:rPr>
      </w:pPr>
    </w:p>
    <w:p w14:paraId="729E1798" w14:textId="77777777" w:rsidR="00AD6B1F" w:rsidRPr="00AD6B1F" w:rsidRDefault="00AD6B1F" w:rsidP="004F3BDB">
      <w:pPr>
        <w:ind w:left="993" w:right="425" w:firstLine="567"/>
        <w:jc w:val="both"/>
        <w:rPr>
          <w:rFonts w:ascii="Arial" w:hAnsi="Arial" w:cs="Arial"/>
          <w:u w:val="single"/>
        </w:rPr>
      </w:pPr>
      <w:r w:rsidRPr="00AD6B1F">
        <w:rPr>
          <w:rFonts w:ascii="Arial" w:hAnsi="Arial" w:cs="Arial"/>
          <w:u w:val="single"/>
        </w:rPr>
        <w:t>Rekonstruovaný prostor</w:t>
      </w:r>
    </w:p>
    <w:p w14:paraId="272F804A" w14:textId="0D297F9F" w:rsidR="00715EE0" w:rsidRDefault="00715EE0" w:rsidP="004F3BDB">
      <w:pPr>
        <w:pStyle w:val="Odstavecseseznamem"/>
        <w:tabs>
          <w:tab w:val="left" w:pos="6096"/>
        </w:tabs>
        <w:ind w:left="1560" w:right="425"/>
        <w:jc w:val="both"/>
        <w:rPr>
          <w:rFonts w:cs="Arial"/>
        </w:rPr>
      </w:pPr>
      <w:r>
        <w:rPr>
          <w:rFonts w:cs="Arial"/>
        </w:rPr>
        <w:t>Zastavěná plocha řešené části objektu</w:t>
      </w:r>
      <w:r w:rsidR="0001035E">
        <w:rPr>
          <w:rFonts w:cs="Arial"/>
        </w:rPr>
        <w:t>:</w:t>
      </w:r>
      <w:r w:rsidR="00AD6B1F" w:rsidRPr="00AD6B1F">
        <w:rPr>
          <w:rFonts w:cs="Arial"/>
        </w:rPr>
        <w:tab/>
      </w:r>
      <w:r w:rsidR="0001035E">
        <w:rPr>
          <w:rFonts w:cs="Arial"/>
        </w:rPr>
        <w:t>13</w:t>
      </w:r>
      <w:r>
        <w:rPr>
          <w:rFonts w:cs="Arial"/>
        </w:rPr>
        <w:t>0</w:t>
      </w:r>
      <w:r w:rsidR="00AD6B1F" w:rsidRPr="00AD6B1F">
        <w:rPr>
          <w:rFonts w:cs="Arial"/>
        </w:rPr>
        <w:t xml:space="preserve"> m</w:t>
      </w:r>
      <w:r w:rsidR="0001035E">
        <w:rPr>
          <w:rFonts w:cs="Arial"/>
        </w:rPr>
        <w:t>²</w:t>
      </w:r>
    </w:p>
    <w:p w14:paraId="35FC11A3" w14:textId="6C47FCF6" w:rsidR="00AD6B1F" w:rsidRPr="00AD6B1F" w:rsidRDefault="00715EE0" w:rsidP="004F3BDB">
      <w:pPr>
        <w:pStyle w:val="Odstavecseseznamem"/>
        <w:tabs>
          <w:tab w:val="left" w:pos="6096"/>
        </w:tabs>
        <w:ind w:left="1560" w:right="425"/>
        <w:jc w:val="both"/>
        <w:rPr>
          <w:rFonts w:cs="Arial"/>
        </w:rPr>
      </w:pPr>
      <w:r>
        <w:rPr>
          <w:rFonts w:cs="Arial"/>
        </w:rPr>
        <w:t>Podlahová plocha řešené části objektu:</w:t>
      </w:r>
      <w:r>
        <w:rPr>
          <w:rFonts w:cs="Arial"/>
        </w:rPr>
        <w:tab/>
        <w:t>101,5</w:t>
      </w:r>
      <w:r w:rsidRPr="00AD6B1F">
        <w:rPr>
          <w:rFonts w:cs="Arial"/>
        </w:rPr>
        <w:t xml:space="preserve"> m</w:t>
      </w:r>
      <w:r>
        <w:rPr>
          <w:rFonts w:cs="Arial"/>
        </w:rPr>
        <w:t>²</w:t>
      </w:r>
      <w:r w:rsidR="00AD6B1F" w:rsidRPr="00AD6B1F">
        <w:rPr>
          <w:rFonts w:cs="Arial"/>
        </w:rPr>
        <w:tab/>
      </w:r>
      <w:r w:rsidR="00AD6B1F" w:rsidRPr="00AD6B1F">
        <w:rPr>
          <w:rFonts w:cs="Arial"/>
        </w:rPr>
        <w:tab/>
      </w:r>
    </w:p>
    <w:p w14:paraId="223D77F4" w14:textId="07C60012" w:rsidR="00AD6B1F" w:rsidRPr="00AD6B1F" w:rsidRDefault="00AD6B1F" w:rsidP="004F3BDB">
      <w:pPr>
        <w:pStyle w:val="Odstavecseseznamem"/>
        <w:tabs>
          <w:tab w:val="left" w:pos="6096"/>
        </w:tabs>
        <w:ind w:left="1560" w:right="425"/>
        <w:jc w:val="both"/>
        <w:rPr>
          <w:rFonts w:cs="Arial"/>
        </w:rPr>
      </w:pPr>
      <w:r w:rsidRPr="00715EE0">
        <w:rPr>
          <w:rFonts w:cs="Arial"/>
        </w:rPr>
        <w:t xml:space="preserve">Využitý obestavěný prostor </w:t>
      </w:r>
      <w:r w:rsidR="0001035E" w:rsidRPr="00715EE0">
        <w:rPr>
          <w:rFonts w:cs="Arial"/>
        </w:rPr>
        <w:t>energobloku</w:t>
      </w:r>
      <w:r w:rsidRPr="00715EE0">
        <w:rPr>
          <w:rFonts w:cs="Arial"/>
        </w:rPr>
        <w:t>:</w:t>
      </w:r>
      <w:r w:rsidR="0001035E" w:rsidRPr="00715EE0">
        <w:rPr>
          <w:rFonts w:cs="Arial"/>
        </w:rPr>
        <w:tab/>
        <w:t>910</w:t>
      </w:r>
      <w:r w:rsidRPr="00715EE0">
        <w:rPr>
          <w:rFonts w:cs="Arial"/>
        </w:rPr>
        <w:t xml:space="preserve"> m</w:t>
      </w:r>
      <w:r w:rsidR="0001035E" w:rsidRPr="00715EE0">
        <w:rPr>
          <w:rFonts w:cs="Arial"/>
        </w:rPr>
        <w:t>³</w:t>
      </w:r>
    </w:p>
    <w:p w14:paraId="2B2F8809" w14:textId="77777777" w:rsidR="00AD6B1F" w:rsidRPr="00AD6B1F" w:rsidRDefault="00AD6B1F" w:rsidP="004F3BDB">
      <w:pPr>
        <w:tabs>
          <w:tab w:val="left" w:pos="6096"/>
        </w:tabs>
        <w:ind w:left="1560" w:right="425"/>
        <w:jc w:val="both"/>
        <w:rPr>
          <w:rFonts w:ascii="Arial" w:hAnsi="Arial" w:cs="Arial"/>
          <w:vertAlign w:val="superscript"/>
        </w:rPr>
      </w:pPr>
      <w:r w:rsidRPr="00AD6B1F">
        <w:rPr>
          <w:rFonts w:ascii="Arial" w:hAnsi="Arial" w:cs="Arial"/>
          <w:vertAlign w:val="superscript"/>
        </w:rPr>
        <w:t xml:space="preserve">                                                                                                                         </w:t>
      </w:r>
      <w:r w:rsidRPr="00AD6B1F">
        <w:rPr>
          <w:rFonts w:ascii="Arial" w:hAnsi="Arial" w:cs="Arial"/>
          <w:vertAlign w:val="superscript"/>
        </w:rPr>
        <w:tab/>
      </w:r>
    </w:p>
    <w:p w14:paraId="5982842E" w14:textId="77777777" w:rsidR="00AD6B1F" w:rsidRPr="00AD6B1F" w:rsidRDefault="00AD6B1F" w:rsidP="004F3BDB">
      <w:pPr>
        <w:pStyle w:val="Odstavecseseznamem"/>
        <w:numPr>
          <w:ilvl w:val="0"/>
          <w:numId w:val="31"/>
        </w:numPr>
        <w:ind w:left="1560" w:hanging="426"/>
        <w:jc w:val="both"/>
        <w:rPr>
          <w:rFonts w:cs="Arial"/>
          <w:u w:val="single"/>
        </w:rPr>
      </w:pPr>
      <w:r w:rsidRPr="00AD6B1F">
        <w:rPr>
          <w:rFonts w:cs="Arial"/>
          <w:u w:val="single"/>
        </w:rPr>
        <w:t>Základní bilance stavby – potřeby a spotřeby médií a hmot, hospodaření s dešťovou vodou, celkové produkované množství a druhy odpadů a emisí, třída energetické náročnosti budov apod.</w:t>
      </w:r>
    </w:p>
    <w:p w14:paraId="7F15BA6A" w14:textId="77777777" w:rsidR="00AD6B1F" w:rsidRPr="00AD6B1F" w:rsidRDefault="00AD6B1F" w:rsidP="004F3BDB">
      <w:pPr>
        <w:spacing w:before="240"/>
        <w:ind w:left="1560"/>
        <w:jc w:val="both"/>
        <w:outlineLvl w:val="0"/>
        <w:rPr>
          <w:rFonts w:ascii="Arial" w:hAnsi="Arial" w:cs="Arial"/>
          <w:u w:val="single"/>
        </w:rPr>
      </w:pPr>
      <w:bookmarkStart w:id="5" w:name="_Toc19186035"/>
      <w:bookmarkStart w:id="6" w:name="_Toc22637584"/>
      <w:r w:rsidRPr="00AD6B1F">
        <w:rPr>
          <w:rFonts w:ascii="Arial" w:hAnsi="Arial" w:cs="Arial"/>
          <w:u w:val="single"/>
        </w:rPr>
        <w:t>Množství odpadních vod splaškových</w:t>
      </w:r>
      <w:bookmarkEnd w:id="5"/>
      <w:bookmarkEnd w:id="6"/>
      <w:r w:rsidRPr="00AD6B1F">
        <w:rPr>
          <w:rFonts w:ascii="Arial" w:hAnsi="Arial" w:cs="Arial"/>
          <w:u w:val="single"/>
        </w:rPr>
        <w:t xml:space="preserve"> </w:t>
      </w:r>
    </w:p>
    <w:p w14:paraId="7F9D6F50" w14:textId="77777777" w:rsidR="00AD6B1F" w:rsidRPr="00AD6B1F" w:rsidRDefault="00AD6B1F" w:rsidP="004F3BDB">
      <w:pPr>
        <w:pStyle w:val="Zhlav"/>
        <w:tabs>
          <w:tab w:val="clear" w:pos="4536"/>
          <w:tab w:val="clear" w:pos="9072"/>
          <w:tab w:val="left" w:pos="-709"/>
          <w:tab w:val="left" w:pos="4253"/>
          <w:tab w:val="left" w:pos="9356"/>
          <w:tab w:val="right" w:pos="10490"/>
        </w:tabs>
        <w:ind w:left="1560" w:right="-30"/>
        <w:jc w:val="both"/>
        <w:rPr>
          <w:rFonts w:ascii="Arial" w:hAnsi="Arial" w:cs="Arial"/>
          <w:noProof/>
        </w:rPr>
      </w:pPr>
      <w:r w:rsidRPr="00AD6B1F">
        <w:rPr>
          <w:rFonts w:ascii="Arial" w:hAnsi="Arial" w:cs="Arial"/>
          <w:noProof/>
        </w:rPr>
        <w:t xml:space="preserve">Nedochází k navýšení množství splaškových vod. </w:t>
      </w:r>
    </w:p>
    <w:p w14:paraId="55C4452D" w14:textId="77777777" w:rsidR="00AD6B1F" w:rsidRPr="00AD6B1F" w:rsidRDefault="00AD6B1F" w:rsidP="004F3BDB">
      <w:pPr>
        <w:ind w:left="1560"/>
        <w:jc w:val="both"/>
        <w:rPr>
          <w:rFonts w:ascii="Arial" w:hAnsi="Arial" w:cs="Arial"/>
          <w:u w:val="single"/>
        </w:rPr>
      </w:pPr>
    </w:p>
    <w:p w14:paraId="659EA597" w14:textId="77777777" w:rsidR="00AD6B1F" w:rsidRPr="00AD6B1F" w:rsidRDefault="00AD6B1F" w:rsidP="004F3BDB">
      <w:pPr>
        <w:ind w:left="1560"/>
        <w:jc w:val="both"/>
        <w:rPr>
          <w:rFonts w:ascii="Arial" w:hAnsi="Arial" w:cs="Arial"/>
          <w:u w:val="single"/>
        </w:rPr>
      </w:pPr>
      <w:r w:rsidRPr="00AD6B1F">
        <w:rPr>
          <w:rFonts w:ascii="Arial" w:hAnsi="Arial" w:cs="Arial"/>
          <w:u w:val="single"/>
        </w:rPr>
        <w:t>Kanalizace dešťová</w:t>
      </w:r>
    </w:p>
    <w:p w14:paraId="12436E52" w14:textId="77777777" w:rsidR="00AD6B1F" w:rsidRPr="00AD6B1F" w:rsidRDefault="00AD6B1F" w:rsidP="004F3BDB">
      <w:pPr>
        <w:pStyle w:val="Zhlav"/>
        <w:tabs>
          <w:tab w:val="clear" w:pos="4536"/>
          <w:tab w:val="clear" w:pos="9072"/>
          <w:tab w:val="left" w:pos="-709"/>
          <w:tab w:val="left" w:pos="4253"/>
          <w:tab w:val="left" w:pos="9356"/>
          <w:tab w:val="right" w:pos="10490"/>
        </w:tabs>
        <w:ind w:left="1560" w:right="-30"/>
        <w:jc w:val="both"/>
        <w:rPr>
          <w:rFonts w:ascii="Arial" w:hAnsi="Arial" w:cs="Arial"/>
        </w:rPr>
      </w:pPr>
      <w:r w:rsidRPr="00AD6B1F">
        <w:rPr>
          <w:rFonts w:ascii="Arial" w:hAnsi="Arial" w:cs="Arial"/>
          <w:noProof/>
        </w:rPr>
        <w:t xml:space="preserve">Není řešena, odvodnění střechy z objektu zůstává stávající.  </w:t>
      </w:r>
    </w:p>
    <w:p w14:paraId="3FEBF8CF" w14:textId="77777777" w:rsidR="00AD6B1F" w:rsidRPr="00AD6B1F" w:rsidRDefault="00AD6B1F" w:rsidP="004F3BDB">
      <w:pPr>
        <w:ind w:left="1560" w:right="798"/>
        <w:jc w:val="both"/>
        <w:rPr>
          <w:rFonts w:ascii="Arial" w:hAnsi="Arial" w:cs="Arial"/>
        </w:rPr>
      </w:pPr>
    </w:p>
    <w:p w14:paraId="5AB4FFCE" w14:textId="77777777" w:rsidR="00AD6B1F" w:rsidRPr="00AD6B1F" w:rsidRDefault="00AD6B1F" w:rsidP="004F3BDB">
      <w:pPr>
        <w:tabs>
          <w:tab w:val="left" w:pos="426"/>
        </w:tabs>
        <w:ind w:left="1560" w:right="798"/>
        <w:jc w:val="both"/>
        <w:rPr>
          <w:rFonts w:ascii="Arial" w:hAnsi="Arial" w:cs="Arial"/>
          <w:color w:val="000000"/>
          <w:u w:val="single"/>
        </w:rPr>
      </w:pPr>
      <w:r w:rsidRPr="00AD6B1F">
        <w:rPr>
          <w:rFonts w:ascii="Arial" w:hAnsi="Arial" w:cs="Arial"/>
          <w:color w:val="000000"/>
          <w:u w:val="single"/>
        </w:rPr>
        <w:t>Pitná voda</w:t>
      </w:r>
    </w:p>
    <w:p w14:paraId="6CC65D2C" w14:textId="77777777" w:rsidR="00AD6B1F" w:rsidRPr="00AD6B1F" w:rsidRDefault="00AD6B1F" w:rsidP="004F3BDB">
      <w:pPr>
        <w:pStyle w:val="Zkladntext"/>
        <w:ind w:left="1418" w:firstLine="142"/>
        <w:jc w:val="both"/>
        <w:rPr>
          <w:rFonts w:ascii="Arial" w:hAnsi="Arial" w:cs="Arial"/>
        </w:rPr>
      </w:pPr>
      <w:r w:rsidRPr="00AD6B1F">
        <w:rPr>
          <w:rFonts w:ascii="Arial" w:hAnsi="Arial" w:cs="Arial"/>
          <w:noProof/>
        </w:rPr>
        <w:t>Nedochází k navýšení</w:t>
      </w:r>
    </w:p>
    <w:p w14:paraId="10F14AF0" w14:textId="77777777" w:rsidR="00AD6B1F" w:rsidRPr="00AD6B1F" w:rsidRDefault="00AD6B1F" w:rsidP="004F3BDB">
      <w:pPr>
        <w:pStyle w:val="Zkladntext"/>
        <w:ind w:left="1560"/>
        <w:jc w:val="both"/>
        <w:rPr>
          <w:rFonts w:ascii="Arial" w:hAnsi="Arial" w:cs="Arial"/>
          <w:u w:val="single"/>
        </w:rPr>
      </w:pPr>
      <w:r w:rsidRPr="00AD6B1F">
        <w:rPr>
          <w:rFonts w:ascii="Arial" w:hAnsi="Arial" w:cs="Arial"/>
          <w:u w:val="single"/>
        </w:rPr>
        <w:t xml:space="preserve">Výkonová bilance elektro </w:t>
      </w:r>
    </w:p>
    <w:p w14:paraId="13D486AC" w14:textId="13AAD6CD" w:rsidR="00AD6B1F" w:rsidRPr="00AD6B1F" w:rsidRDefault="00AD6B1F" w:rsidP="004F3BDB">
      <w:pPr>
        <w:pStyle w:val="Odstavecseseznamem"/>
        <w:numPr>
          <w:ilvl w:val="0"/>
          <w:numId w:val="32"/>
        </w:numPr>
        <w:tabs>
          <w:tab w:val="left" w:pos="5954"/>
        </w:tabs>
        <w:jc w:val="both"/>
        <w:rPr>
          <w:rFonts w:cs="Arial"/>
        </w:rPr>
      </w:pPr>
      <w:r w:rsidRPr="00AD6B1F">
        <w:rPr>
          <w:rFonts w:cs="Arial"/>
        </w:rPr>
        <w:t>stávající záložní motorgenerátor o výkonu:</w:t>
      </w:r>
      <w:r w:rsidRPr="00AD6B1F">
        <w:rPr>
          <w:rFonts w:cs="Arial"/>
        </w:rPr>
        <w:tab/>
      </w:r>
      <w:r w:rsidR="0001035E">
        <w:rPr>
          <w:rFonts w:cs="Arial"/>
        </w:rPr>
        <w:t>608</w:t>
      </w:r>
      <w:r w:rsidRPr="00AD6B1F">
        <w:rPr>
          <w:rFonts w:cs="Arial"/>
        </w:rPr>
        <w:t xml:space="preserve"> </w:t>
      </w:r>
      <w:proofErr w:type="spellStart"/>
      <w:r w:rsidRPr="00AD6B1F">
        <w:rPr>
          <w:rFonts w:cs="Arial"/>
        </w:rPr>
        <w:t>kVA</w:t>
      </w:r>
      <w:proofErr w:type="spellEnd"/>
    </w:p>
    <w:p w14:paraId="5B3F31C6" w14:textId="0C11B40E" w:rsidR="00AD6B1F" w:rsidRPr="00AD6B1F" w:rsidRDefault="00AD6B1F" w:rsidP="004F3BDB">
      <w:pPr>
        <w:pStyle w:val="Odstavecseseznamem"/>
        <w:numPr>
          <w:ilvl w:val="0"/>
          <w:numId w:val="32"/>
        </w:numPr>
        <w:tabs>
          <w:tab w:val="left" w:pos="4536"/>
          <w:tab w:val="left" w:pos="5954"/>
        </w:tabs>
        <w:spacing w:line="264" w:lineRule="auto"/>
        <w:ind w:right="799"/>
        <w:jc w:val="both"/>
        <w:rPr>
          <w:rFonts w:cs="Arial"/>
          <w:snapToGrid w:val="0"/>
        </w:rPr>
      </w:pPr>
      <w:r w:rsidRPr="00AD6B1F">
        <w:rPr>
          <w:rFonts w:cs="Arial"/>
        </w:rPr>
        <w:t xml:space="preserve">nový záložní motorgenerátor o výkonu: </w:t>
      </w:r>
      <w:r w:rsidRPr="00AD6B1F">
        <w:rPr>
          <w:rFonts w:cs="Arial"/>
        </w:rPr>
        <w:tab/>
      </w:r>
      <w:r w:rsidR="0001035E">
        <w:rPr>
          <w:rFonts w:cs="Arial"/>
        </w:rPr>
        <w:t>650</w:t>
      </w:r>
      <w:r w:rsidRPr="00AD6B1F">
        <w:rPr>
          <w:rFonts w:cs="Arial"/>
        </w:rPr>
        <w:t xml:space="preserve"> </w:t>
      </w:r>
      <w:proofErr w:type="spellStart"/>
      <w:r w:rsidRPr="00AD6B1F">
        <w:rPr>
          <w:rFonts w:cs="Arial"/>
        </w:rPr>
        <w:t>kVA</w:t>
      </w:r>
      <w:proofErr w:type="spellEnd"/>
    </w:p>
    <w:p w14:paraId="22656919" w14:textId="77777777" w:rsidR="00AD6B1F" w:rsidRPr="00AD6B1F" w:rsidRDefault="00AD6B1F" w:rsidP="004F3BDB">
      <w:pPr>
        <w:pStyle w:val="Odstavecseseznamem"/>
        <w:jc w:val="both"/>
        <w:rPr>
          <w:rFonts w:cs="Arial"/>
          <w:highlight w:val="yellow"/>
          <w:u w:val="single"/>
        </w:rPr>
      </w:pPr>
    </w:p>
    <w:p w14:paraId="277DBAB3" w14:textId="77777777" w:rsidR="00AD6B1F" w:rsidRPr="00AD6B1F" w:rsidRDefault="00AD6B1F" w:rsidP="004F3BDB">
      <w:pPr>
        <w:pStyle w:val="Odstavecseseznamem"/>
        <w:numPr>
          <w:ilvl w:val="0"/>
          <w:numId w:val="31"/>
        </w:numPr>
        <w:ind w:left="1560" w:hanging="426"/>
        <w:jc w:val="both"/>
        <w:rPr>
          <w:rFonts w:cs="Arial"/>
          <w:u w:val="single"/>
        </w:rPr>
      </w:pPr>
      <w:r w:rsidRPr="00AD6B1F">
        <w:rPr>
          <w:rFonts w:cs="Arial"/>
          <w:u w:val="single"/>
        </w:rPr>
        <w:t>Základní předpoklady výstavby – časové údaje o realizaci stavby, členění na etapy,</w:t>
      </w:r>
    </w:p>
    <w:p w14:paraId="1D703DF8" w14:textId="77777777" w:rsidR="00AD6B1F" w:rsidRPr="00AD6B1F" w:rsidRDefault="00AD6B1F" w:rsidP="004F3BDB">
      <w:pPr>
        <w:pStyle w:val="Odstavecseseznamem"/>
        <w:jc w:val="both"/>
        <w:rPr>
          <w:rFonts w:cs="Arial"/>
          <w:highlight w:val="yellow"/>
          <w:u w:val="single"/>
        </w:rPr>
      </w:pPr>
    </w:p>
    <w:p w14:paraId="76061DDF" w14:textId="3EDC7141" w:rsidR="00AD6B1F" w:rsidRPr="000E3551" w:rsidRDefault="00AD6B1F" w:rsidP="004F3BDB">
      <w:pPr>
        <w:tabs>
          <w:tab w:val="left" w:pos="3969"/>
          <w:tab w:val="left" w:pos="4253"/>
        </w:tabs>
        <w:ind w:left="1560"/>
        <w:jc w:val="both"/>
        <w:rPr>
          <w:rFonts w:ascii="Arial" w:hAnsi="Arial" w:cs="Arial"/>
          <w:lang w:eastAsia="zh-CN"/>
        </w:rPr>
      </w:pPr>
      <w:r w:rsidRPr="000E3551">
        <w:rPr>
          <w:rFonts w:ascii="Arial" w:hAnsi="Arial" w:cs="Arial"/>
          <w:lang w:eastAsia="zh-CN"/>
        </w:rPr>
        <w:t>Termín zahájení stavby</w:t>
      </w:r>
      <w:r w:rsidRPr="000E3551">
        <w:rPr>
          <w:rFonts w:ascii="Arial" w:hAnsi="Arial" w:cs="Arial"/>
          <w:lang w:eastAsia="zh-CN"/>
        </w:rPr>
        <w:tab/>
      </w:r>
      <w:r w:rsidR="000E3551" w:rsidRPr="000E3551">
        <w:rPr>
          <w:rFonts w:ascii="Arial" w:hAnsi="Arial" w:cs="Arial"/>
          <w:lang w:eastAsia="zh-CN"/>
        </w:rPr>
        <w:t>:</w:t>
      </w:r>
      <w:r w:rsidRPr="000E3551">
        <w:rPr>
          <w:rFonts w:ascii="Arial" w:hAnsi="Arial" w:cs="Arial"/>
          <w:lang w:eastAsia="zh-CN"/>
        </w:rPr>
        <w:t xml:space="preserve"> </w:t>
      </w:r>
      <w:r w:rsidRPr="000E3551">
        <w:rPr>
          <w:rFonts w:ascii="Arial" w:hAnsi="Arial" w:cs="Arial"/>
          <w:lang w:eastAsia="zh-CN"/>
        </w:rPr>
        <w:tab/>
      </w:r>
      <w:r w:rsidR="000E3551" w:rsidRPr="000E3551">
        <w:rPr>
          <w:rFonts w:ascii="Arial" w:hAnsi="Arial" w:cs="Arial"/>
          <w:lang w:eastAsia="zh-CN"/>
        </w:rPr>
        <w:t>1</w:t>
      </w:r>
      <w:r w:rsidRPr="000E3551">
        <w:rPr>
          <w:rFonts w:ascii="Arial" w:hAnsi="Arial" w:cs="Arial"/>
          <w:lang w:eastAsia="zh-CN"/>
        </w:rPr>
        <w:t>Q/202</w:t>
      </w:r>
      <w:r w:rsidR="000E3551" w:rsidRPr="000E3551">
        <w:rPr>
          <w:rFonts w:ascii="Arial" w:hAnsi="Arial" w:cs="Arial"/>
          <w:lang w:eastAsia="zh-CN"/>
        </w:rPr>
        <w:t>4</w:t>
      </w:r>
    </w:p>
    <w:p w14:paraId="63B4D87D" w14:textId="516D6C79" w:rsidR="00AD6B1F" w:rsidRPr="00AD6B1F" w:rsidRDefault="00AD6B1F" w:rsidP="004F3BDB">
      <w:pPr>
        <w:tabs>
          <w:tab w:val="left" w:pos="3969"/>
          <w:tab w:val="left" w:pos="4253"/>
        </w:tabs>
        <w:ind w:left="1560"/>
        <w:jc w:val="both"/>
        <w:rPr>
          <w:rFonts w:ascii="Arial" w:hAnsi="Arial" w:cs="Arial"/>
          <w:lang w:eastAsia="zh-CN"/>
        </w:rPr>
      </w:pPr>
      <w:r w:rsidRPr="000E3551">
        <w:rPr>
          <w:rFonts w:ascii="Arial" w:hAnsi="Arial" w:cs="Arial"/>
          <w:lang w:eastAsia="zh-CN"/>
        </w:rPr>
        <w:t>Termín dokončení stavby</w:t>
      </w:r>
      <w:r w:rsidRPr="000E3551">
        <w:rPr>
          <w:rFonts w:ascii="Arial" w:hAnsi="Arial" w:cs="Arial"/>
          <w:lang w:eastAsia="zh-CN"/>
        </w:rPr>
        <w:tab/>
        <w:t>:</w:t>
      </w:r>
      <w:r w:rsidRPr="000E3551">
        <w:rPr>
          <w:rFonts w:ascii="Arial" w:hAnsi="Arial" w:cs="Arial"/>
          <w:lang w:eastAsia="zh-CN"/>
        </w:rPr>
        <w:tab/>
      </w:r>
      <w:r w:rsidR="000E3551" w:rsidRPr="000E3551">
        <w:rPr>
          <w:rFonts w:ascii="Arial" w:hAnsi="Arial" w:cs="Arial"/>
          <w:lang w:eastAsia="zh-CN"/>
        </w:rPr>
        <w:t>3</w:t>
      </w:r>
      <w:r w:rsidRPr="000E3551">
        <w:rPr>
          <w:rFonts w:ascii="Arial" w:hAnsi="Arial" w:cs="Arial"/>
          <w:lang w:eastAsia="zh-CN"/>
        </w:rPr>
        <w:t>Q/202</w:t>
      </w:r>
      <w:r w:rsidR="000E3551" w:rsidRPr="000E3551">
        <w:rPr>
          <w:rFonts w:ascii="Arial" w:hAnsi="Arial" w:cs="Arial"/>
          <w:lang w:eastAsia="zh-CN"/>
        </w:rPr>
        <w:t>4</w:t>
      </w:r>
    </w:p>
    <w:p w14:paraId="2BE22394" w14:textId="77777777" w:rsidR="00AD6B1F" w:rsidRPr="00AD6B1F" w:rsidRDefault="00AD6B1F" w:rsidP="004F3BDB">
      <w:pPr>
        <w:pStyle w:val="Odstavecseseznamem"/>
        <w:jc w:val="both"/>
        <w:rPr>
          <w:rFonts w:cs="Arial"/>
          <w:highlight w:val="yellow"/>
          <w:u w:val="single"/>
        </w:rPr>
      </w:pPr>
    </w:p>
    <w:p w14:paraId="1D7BBB63" w14:textId="77777777" w:rsidR="00AD6B1F" w:rsidRPr="00AD6B1F" w:rsidRDefault="00AD6B1F" w:rsidP="004F3BDB">
      <w:pPr>
        <w:pStyle w:val="Odstavecseseznamem"/>
        <w:numPr>
          <w:ilvl w:val="0"/>
          <w:numId w:val="31"/>
        </w:numPr>
        <w:ind w:left="1560" w:hanging="426"/>
        <w:jc w:val="both"/>
        <w:rPr>
          <w:rFonts w:cs="Arial"/>
          <w:u w:val="single"/>
        </w:rPr>
      </w:pPr>
      <w:r w:rsidRPr="00AD6B1F">
        <w:rPr>
          <w:rFonts w:cs="Arial"/>
          <w:u w:val="single"/>
        </w:rPr>
        <w:t xml:space="preserve">Orientační náklady stavby </w:t>
      </w:r>
    </w:p>
    <w:p w14:paraId="2ED0778B" w14:textId="77777777" w:rsidR="00AD6B1F" w:rsidRPr="00AD6B1F" w:rsidRDefault="00AD6B1F" w:rsidP="004F3BDB">
      <w:pPr>
        <w:pStyle w:val="Odstavecseseznamem"/>
        <w:ind w:left="993"/>
        <w:jc w:val="both"/>
        <w:rPr>
          <w:rFonts w:cs="Arial"/>
        </w:rPr>
      </w:pPr>
    </w:p>
    <w:p w14:paraId="0E86DA47" w14:textId="77777777" w:rsidR="00AD6B1F" w:rsidRPr="00AD6B1F" w:rsidRDefault="00AD6B1F" w:rsidP="004F3BDB">
      <w:pPr>
        <w:tabs>
          <w:tab w:val="left" w:pos="3969"/>
          <w:tab w:val="left" w:pos="4253"/>
        </w:tabs>
        <w:ind w:left="1560"/>
        <w:jc w:val="both"/>
        <w:rPr>
          <w:rFonts w:ascii="Arial" w:hAnsi="Arial" w:cs="Arial"/>
        </w:rPr>
      </w:pPr>
      <w:r w:rsidRPr="00AD6B1F">
        <w:rPr>
          <w:rFonts w:ascii="Arial" w:hAnsi="Arial" w:cs="Arial"/>
        </w:rPr>
        <w:t>Budou stanoveny na základě výběrového řízení.</w:t>
      </w:r>
    </w:p>
    <w:p w14:paraId="667093E8" w14:textId="77777777" w:rsidR="00AD6B1F" w:rsidRPr="00AD6B1F" w:rsidRDefault="00AD6B1F" w:rsidP="004F3BDB">
      <w:pPr>
        <w:pStyle w:val="Odstavecseseznamem"/>
        <w:ind w:left="993"/>
        <w:jc w:val="both"/>
        <w:rPr>
          <w:rFonts w:cs="Arial"/>
        </w:rPr>
      </w:pPr>
      <w:r w:rsidRPr="00AD6B1F">
        <w:rPr>
          <w:rFonts w:cs="Arial"/>
        </w:rPr>
        <w:t xml:space="preserve"> </w:t>
      </w:r>
    </w:p>
    <w:p w14:paraId="07E71B61" w14:textId="77777777" w:rsidR="00AD6B1F" w:rsidRDefault="00AD6B1F" w:rsidP="00AD6B1F">
      <w:pPr>
        <w:pStyle w:val="Odstavecseseznamem"/>
        <w:ind w:left="993"/>
      </w:pPr>
    </w:p>
    <w:p w14:paraId="52F8D2AC" w14:textId="77777777" w:rsidR="00AD6B1F" w:rsidRDefault="00AD6B1F" w:rsidP="00AD6B1F">
      <w:pPr>
        <w:pStyle w:val="Odstavecseseznamem"/>
        <w:ind w:left="993"/>
        <w:rPr>
          <w:rFonts w:cs="Arial"/>
          <w:lang w:eastAsia="zh-CN"/>
        </w:rPr>
      </w:pPr>
    </w:p>
    <w:p w14:paraId="2EB6F5DD" w14:textId="77777777" w:rsidR="00AD6B1F" w:rsidRDefault="00AD6B1F" w:rsidP="00AD6B1F">
      <w:pPr>
        <w:pStyle w:val="Odstavecseseznamem"/>
        <w:ind w:left="993"/>
      </w:pPr>
    </w:p>
    <w:p w14:paraId="1F19E9C7" w14:textId="77777777" w:rsidR="004B0191" w:rsidRPr="00C345C8" w:rsidRDefault="004B0191" w:rsidP="004B0191">
      <w:pPr>
        <w:ind w:right="6"/>
        <w:rPr>
          <w:rFonts w:ascii="Arial" w:hAnsi="Arial" w:cs="Arial"/>
          <w:caps/>
          <w:sz w:val="22"/>
          <w:szCs w:val="22"/>
        </w:rPr>
      </w:pPr>
    </w:p>
    <w:sectPr w:rsidR="004B0191" w:rsidRPr="00C345C8" w:rsidSect="003C7480">
      <w:headerReference w:type="default" r:id="rId10"/>
      <w:footerReference w:type="default" r:id="rId11"/>
      <w:pgSz w:w="11906" w:h="16838" w:code="9"/>
      <w:pgMar w:top="11" w:right="851" w:bottom="221" w:left="567" w:header="709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48909" w14:textId="77777777" w:rsidR="00273881" w:rsidRDefault="00273881">
      <w:r>
        <w:separator/>
      </w:r>
    </w:p>
  </w:endnote>
  <w:endnote w:type="continuationSeparator" w:id="0">
    <w:p w14:paraId="70D9A3CF" w14:textId="77777777" w:rsidR="00273881" w:rsidRDefault="0027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ItcTEEC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22127" w14:textId="77777777" w:rsidR="005E05B4" w:rsidRDefault="00000000">
    <w:pPr>
      <w:pStyle w:val="Zpat"/>
    </w:pPr>
    <w:r>
      <w:rPr>
        <w:noProof/>
      </w:rPr>
      <w:pict w14:anchorId="3B7174A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63.85pt;margin-top:-105.15pt;width:541.3pt;height:57.6pt;z-index:251414016" filled="f" stroked="f">
          <v:textbox style="mso-next-textbox:#_x0000_s1025">
            <w:txbxContent>
              <w:p w14:paraId="4FE0BAD9" w14:textId="77777777" w:rsidR="005E05B4" w:rsidRPr="008601FE" w:rsidRDefault="005E05B4" w:rsidP="008601FE"/>
            </w:txbxContent>
          </v:textbox>
        </v:shape>
      </w:pict>
    </w:r>
    <w:r>
      <w:rPr>
        <w:noProof/>
      </w:rPr>
      <w:pict w14:anchorId="0A958DC7">
        <v:shape id="_x0000_s1356" style="position:absolute;margin-left:558.4pt;margin-top:-56.3pt;width:2.4pt;height:2.4pt;z-index:251752960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266CD3FA">
        <v:shape id="_x0000_s1355" style="position:absolute;margin-left:553.6pt;margin-top:-56.3pt;width:2.4pt;height:2.4pt;z-index:251751936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380CD8A4">
        <v:shape id="_x0000_s1354" style="position:absolute;margin-left:548.55pt;margin-top:-56.3pt;width:2.4pt;height:2.4pt;z-index:251750912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5FDFD59B">
        <v:shape id="_x0000_s1353" style="position:absolute;margin-left:543.75pt;margin-top:-56.3pt;width:2.4pt;height:2.4pt;z-index:251749888" coordsize="48,48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291286D5">
        <v:shape id="_x0000_s1352" style="position:absolute;margin-left:538.95pt;margin-top:-56.3pt;width:2.4pt;height:2.4pt;z-index:251748864" coordsize="48,48" path="m24,l34,5r10,5l48,14r,10l48,34r-4,9l34,48r-10,l15,48,5,43,,34,,24,,14,5,10,15,5,24,xe" fillcolor="#00a7d1" stroked="f">
          <v:path arrowok="t"/>
        </v:shape>
      </w:pict>
    </w:r>
    <w:r>
      <w:rPr>
        <w:noProof/>
      </w:rPr>
      <w:pict w14:anchorId="46CB65F5">
        <v:shape id="_x0000_s1350" style="position:absolute;margin-left:533.8pt;margin-top:-56.25pt;width:2.4pt;height:2.4pt;z-index:251746816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041333E9">
        <v:shape id="_x0000_s1349" style="position:absolute;margin-left:528.75pt;margin-top:-56.25pt;width:2.4pt;height:2.4pt;z-index:251745792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6FBB2531">
        <v:shape id="_x0000_s1348" style="position:absolute;margin-left:523.95pt;margin-top:-56.25pt;width:2.4pt;height:2.4pt;z-index:251744768" coordsize="48,48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798EC7CD">
        <v:shape id="_x0000_s1339" style="position:absolute;margin-left:471.25pt;margin-top:-56.25pt;width:2.4pt;height:2.4pt;z-index:251735552" coordsize="48,48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7593FF2D">
        <v:shape id="_x0000_s1337" style="position:absolute;margin-left:466.2pt;margin-top:-56.25pt;width:2.4pt;height:2.4pt;z-index:251733504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49B15D5B">
        <v:shape id="_x0000_s1335" style="position:absolute;margin-left:461.4pt;margin-top:-56.25pt;width:2.4pt;height:2.4pt;z-index:251731456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34573736">
        <v:shape id="_x0000_s1332" style="position:absolute;margin-left:456.6pt;margin-top:-56.25pt;width:2.4pt;height:2.4pt;z-index:251728384" coordsize="48,48" path="m24,l34,5r9,5l48,14r,10l48,34r-5,9l34,48r-10,l15,48,5,43,,34,,24,,14,5,10,15,5,24,xe" fillcolor="#00a7d1" stroked="f">
          <v:path arrowok="t"/>
        </v:shape>
      </w:pict>
    </w:r>
    <w:r>
      <w:rPr>
        <w:noProof/>
      </w:rPr>
      <w:pict w14:anchorId="10EDF394">
        <v:shape id="_x0000_s1331" style="position:absolute;margin-left:519.7pt;margin-top:-56.25pt;width:2.4pt;height:2.4pt;z-index:251727360" coordsize="48,48" path="m24,l34,5r9,5l48,14r,10l48,34r-5,9l34,48r-10,l14,48,5,43,,34,,24,,14,5,10,14,5,24,xe" fillcolor="#00a7d1" stroked="f">
          <v:path arrowok="t"/>
        </v:shape>
      </w:pict>
    </w:r>
    <w:r>
      <w:rPr>
        <w:noProof/>
      </w:rPr>
      <w:pict w14:anchorId="13A629E5">
        <v:shape id="_x0000_s1328" style="position:absolute;margin-left:451.8pt;margin-top:-56.25pt;width:2.4pt;height:2.4pt;z-index:251724288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68A1E159">
        <v:shape id="_x0000_s1327" style="position:absolute;margin-left:514.9pt;margin-top:-56.25pt;width:2.4pt;height:2.4pt;z-index:251723264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254F0526">
        <v:shape id="_x0000_s1324" style="position:absolute;margin-left:447pt;margin-top:-56.25pt;width:2.4pt;height:2.4pt;z-index:251720192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63855945">
        <v:shape id="_x0000_s1323" style="position:absolute;margin-left:510.1pt;margin-top:-56.25pt;width:2.4pt;height:2.4pt;z-index:251719168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0DBE9D70">
        <v:shape id="_x0000_s1320" style="position:absolute;margin-left:442pt;margin-top:-56.25pt;width:2.4pt;height:2.4pt;z-index:251716096" coordsize="48,48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64AA7E58">
        <v:shape id="_x0000_s1319" style="position:absolute;margin-left:505.05pt;margin-top:-56.25pt;width:2.4pt;height:2.4pt;z-index:251715072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7BBDD9B2">
        <v:shape id="_x0000_s1316" style="position:absolute;margin-left:437.2pt;margin-top:-56.25pt;width:2.4pt;height:2.4pt;z-index:251712000" coordsize="48,48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3D5578CD">
        <v:shape id="_x0000_s1315" style="position:absolute;margin-left:500.25pt;margin-top:-56.25pt;width:2.4pt;height:2.4pt;z-index:251710976" coordsize="48,48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1308231F">
        <v:shape id="_x0000_s1312" style="position:absolute;margin-left:432.4pt;margin-top:-56.25pt;width:2.4pt;height:2.4pt;z-index:251707904" coordsize="48,48" path="m24,r9,5l43,10r5,4l48,24r,10l43,43,33,48r-9,l14,48,5,43,,34,,24,,14,5,10,14,5,24,xe" fillcolor="#00a7d1" stroked="f">
          <v:path arrowok="t"/>
        </v:shape>
      </w:pict>
    </w:r>
    <w:r>
      <w:rPr>
        <w:noProof/>
      </w:rPr>
      <w:pict w14:anchorId="3A381D26">
        <v:shape id="_x0000_s1311" style="position:absolute;margin-left:495.45pt;margin-top:-56.25pt;width:2.4pt;height:2.4pt;z-index:251706880" coordsize="48,48" path="m24,l34,5r10,5l48,14r,10l48,34r-4,9l34,48r-10,l15,48,5,43,,34,,24,,14,5,10,15,5,24,xe" fillcolor="#00a7d1" stroked="f">
          <v:path arrowok="t"/>
        </v:shape>
      </w:pict>
    </w:r>
    <w:r>
      <w:rPr>
        <w:noProof/>
      </w:rPr>
      <w:pict w14:anchorId="15C32030">
        <v:shape id="_x0000_s1308" style="position:absolute;margin-left:427.6pt;margin-top:-56.25pt;width:2.4pt;height:2.4pt;z-index:251703808" coordsize="48,48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79B67BB2">
        <v:shape id="_x0000_s1307" style="position:absolute;margin-left:490.65pt;margin-top:-56.25pt;width:2.4pt;height:2.4pt;z-index:251702784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68B44696">
        <v:shape id="_x0000_s1304" style="position:absolute;margin-left:422.8pt;margin-top:-56.25pt;width:2.4pt;height:2.4pt;z-index:251699712" coordsize="48,48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6704CA1F">
        <v:shape id="_x0000_s1303" style="position:absolute;margin-left:485.9pt;margin-top:-56.25pt;width:2.4pt;height:2.4pt;z-index:251698688" coordsize="48,48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3DCAFB1A">
        <v:shape id="_x0000_s1300" style="position:absolute;margin-left:417.75pt;margin-top:-56.25pt;width:2.4pt;height:2.4pt;z-index:251695616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2F0FE73E">
        <v:shape id="_x0000_s1299" style="position:absolute;margin-left:480.85pt;margin-top:-56.25pt;width:2.4pt;height:2.4pt;z-index:251694592" coordsize="48,48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1027045A">
        <v:shape id="_x0000_s1295" style="position:absolute;margin-left:412.95pt;margin-top:-56.25pt;width:2.4pt;height:2.4pt;z-index:251690496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43DEA778">
        <v:shape id="_x0000_s1294" style="position:absolute;margin-left:476.05pt;margin-top:-56.25pt;width:2.4pt;height:2.4pt;z-index:251689472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4FCB77F7">
        <v:shape id="_x0000_s1290" style="position:absolute;margin-left:408.15pt;margin-top:-56.25pt;width:2.4pt;height:2.4pt;z-index:251685376;mso-wrap-edited:f" coordsize="48,48" wrapcoords="-16 0 -16 32 64 32 48 0 -16 0" path="m24,l34,5r9,5l48,14r,10l48,34r-5,9l34,48r-10,l15,48,5,43,,34,,24,,14,5,10,15,5,24,xe" fillcolor="#00a7d1" stroked="f">
          <v:path arrowok="t"/>
        </v:shape>
      </w:pict>
    </w:r>
    <w:r>
      <w:rPr>
        <w:noProof/>
      </w:rPr>
      <w:pict w14:anchorId="4BC6229C">
        <v:shape id="_x0000_s1286" style="position:absolute;margin-left:403.35pt;margin-top:-56.25pt;width:2.4pt;height:2.4pt;z-index:251681280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0B2A9963">
        <v:shape id="_x0000_s1282" style="position:absolute;margin-left:398.35pt;margin-top:-56.25pt;width:2.6pt;height:2.4pt;z-index:251677184;mso-wrap-edited:f" coordsize="52,48" wrapcoords="-17 0 -17 32 69 32 52 0 -17 0" path="m28,l38,5r5,5l48,14r4,10l48,34r-5,9l38,48r-10,l19,48,9,43,4,34,,24,4,14,9,10,19,5,28,xe" fillcolor="#00a7d1" stroked="f">
          <v:path arrowok="t"/>
        </v:shape>
      </w:pict>
    </w:r>
    <w:r>
      <w:rPr>
        <w:noProof/>
      </w:rPr>
      <w:pict w14:anchorId="7C4B0EDA">
        <v:shape id="_x0000_s1278" style="position:absolute;margin-left:393.55pt;margin-top:-56.25pt;width:2.4pt;height:2.4pt;z-index:251673088;mso-wrap-edited:f" coordsize="48,48" wrapcoords="-16 0 -16 32 64 32 48 0 -16 0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6685C19F">
        <v:shape id="_x0000_s1274" style="position:absolute;margin-left:388.75pt;margin-top:-56.25pt;width:2.4pt;height:2.4pt;z-index:251668992;mso-wrap-edited:f" coordsize="48,48" wrapcoords="-16 0 -16 32 64 32 48 0 -16 0" path="m24,r9,5l43,10r5,4l48,24r,10l43,43,33,48r-9,l14,48,9,43,,34,,24,,14,9,10,14,5,24,xe" fillcolor="#00a7d1" stroked="f">
          <v:path arrowok="t"/>
        </v:shape>
      </w:pict>
    </w:r>
    <w:r>
      <w:rPr>
        <w:noProof/>
      </w:rPr>
      <w:pict w14:anchorId="3461D77D">
        <v:shape id="_x0000_s1270" style="position:absolute;margin-left:383.95pt;margin-top:-56.25pt;width:2.4pt;height:2.4pt;z-index:251664896;mso-wrap-edited:f" coordsize="48,48" wrapcoords="-16 0 -16 32 64 32 48 0 -16 0" path="m24,r9,5l38,10r10,4l48,24r,10l38,43r-5,5l24,48r-10,l4,43,,34,,24,,14,4,10,14,5,24,xe" fillcolor="#00a7d1" stroked="f">
          <v:path arrowok="t"/>
        </v:shape>
      </w:pict>
    </w:r>
    <w:r>
      <w:rPr>
        <w:noProof/>
      </w:rPr>
      <w:pict w14:anchorId="2894B160">
        <v:shape id="_x0000_s1266" style="position:absolute;margin-left:379.15pt;margin-top:-56.25pt;width:2.4pt;height:2.4pt;z-index:251660800;mso-wrap-edited:f" coordsize="48,48" wrapcoords="-16 0 -16 32 64 32 48 0 -16 0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6B6576FB">
        <v:shape id="_x0000_s1262" style="position:absolute;margin-left:374.1pt;margin-top:-56.25pt;width:2.65pt;height:2.4pt;z-index:251656704;mso-wrap-edited:f" coordsize="53,48" wrapcoords="-13 0 -13 32 66 32 53 0 -13 0" path="m29,r5,5l43,10r5,4l53,24,48,34r-5,9l34,48r-5,l19,48,10,43,5,34,,24,5,14r5,-4l19,5,29,xe" fillcolor="#00a7d1" stroked="f">
          <v:path arrowok="t"/>
        </v:shape>
      </w:pict>
    </w:r>
    <w:r>
      <w:rPr>
        <w:noProof/>
      </w:rPr>
      <w:pict w14:anchorId="2E92637C">
        <v:shape id="_x0000_s1258" style="position:absolute;margin-left:369.3pt;margin-top:-56.25pt;width:2.4pt;height:2.4pt;z-index:251652608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40FF5FE4">
        <v:shape id="_x0000_s1254" style="position:absolute;margin-left:364.5pt;margin-top:-56.25pt;width:2.4pt;height:2.4pt;z-index:251648512;mso-wrap-edited:f" coordsize="48,48" wrapcoords="-16 0 -16 32 64 32 48 0 -16 0" path="m24,l34,5r9,5l48,14r,10l48,34r-5,9l34,48r-10,l15,48,10,43,,34,,24,,14,10,10,15,5,24,xe" fillcolor="#00a7d1" stroked="f">
          <v:path arrowok="t"/>
        </v:shape>
      </w:pict>
    </w:r>
    <w:r>
      <w:rPr>
        <w:noProof/>
      </w:rPr>
      <w:pict w14:anchorId="200E917C">
        <v:shape id="_x0000_s1250" style="position:absolute;margin-left:359.7pt;margin-top:-56.25pt;width:2.4pt;height:2.4pt;z-index:251644416;mso-wrap-edited:f" coordsize="48,48" wrapcoords="-16 0 -16 32 64 32 48 0 -16 0" path="m24,l34,5r5,5l48,14r,10l48,34r-9,9l34,48r-10,l15,48,5,43,,34,,24,,14,5,10,15,5,24,xe" fillcolor="#00a7d1" stroked="f">
          <v:path arrowok="t"/>
        </v:shape>
      </w:pict>
    </w:r>
    <w:r>
      <w:rPr>
        <w:noProof/>
      </w:rPr>
      <w:pict w14:anchorId="69F00BD9">
        <v:shape id="_x0000_s1246" style="position:absolute;margin-left:354.9pt;margin-top:-56.25pt;width:2.4pt;height:2.4pt;z-index:251640320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390380D0">
        <v:shape id="_x0000_s1242" style="position:absolute;margin-left:349.85pt;margin-top:-56.25pt;width:2.65pt;height:2.4pt;z-index:251636224;mso-wrap-edited:f" coordsize="53,48" wrapcoords="0 0 -13 16 -13 32 66 32 53 0 0 0" path="m24,l34,5r10,5l48,14r5,10l48,34r-4,9l34,48r-10,l20,48,10,43,5,34,,24,5,14r5,-4l20,5,24,xe" fillcolor="#00a7d1" stroked="f">
          <v:path arrowok="t"/>
        </v:shape>
      </w:pict>
    </w:r>
    <w:r>
      <w:rPr>
        <w:noProof/>
      </w:rPr>
      <w:pict w14:anchorId="56718480">
        <v:shape id="_x0000_s1238" style="position:absolute;margin-left:345.1pt;margin-top:-56.25pt;width:2.4pt;height:2.4pt;z-index:251632128;mso-wrap-edited:f" coordsize="48,48" wrapcoords="-16 0 -16 32 64 32 48 0 -16 0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5BF513A4">
        <v:shape id="_x0000_s1234" style="position:absolute;margin-left:340.3pt;margin-top:-56.25pt;width:2.4pt;height:2.4pt;z-index:251628032;mso-wrap-edited:f" coordsize="48,48" wrapcoords="-16 0 -16 32 64 32 48 0 -16 0" path="m24,r9,5l43,10r5,4l48,24r,10l43,43,33,48r-9,l14,48,4,43,,34,,24,,14,4,10,14,5,24,xe" fillcolor="#00a7d1" stroked="f">
          <v:path arrowok="t"/>
        </v:shape>
      </w:pict>
    </w:r>
    <w:r>
      <w:rPr>
        <w:noProof/>
      </w:rPr>
      <w:pict w14:anchorId="63FF5F0E">
        <v:shape id="_x0000_s1230" style="position:absolute;margin-left:335.5pt;margin-top:-56.25pt;width:2.4pt;height:2.4pt;z-index:251623936;mso-wrap-edited:f" coordsize="48,48" wrapcoords="-16 0 -16 32 64 32 48 0 -16 0" path="m24,r9,5l38,10r10,4l48,24r,10l38,43r-5,5l24,48r-10,l4,43,,34,,24,,14,4,10,14,5,24,xe" fillcolor="#00a7d1" stroked="f">
          <v:path arrowok="t"/>
        </v:shape>
      </w:pict>
    </w:r>
    <w:r>
      <w:rPr>
        <w:noProof/>
      </w:rPr>
      <w:pict w14:anchorId="56EE8C2D">
        <v:shape id="_x0000_s1226" style="position:absolute;margin-left:330.7pt;margin-top:-56.25pt;width:2.4pt;height:2.4pt;z-index:251619840;mso-wrap-edited:f" coordsize="48,48" wrapcoords="-16 0 -16 32 64 32 48 0 -16 0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1884905D">
        <v:shape id="_x0000_s1222" style="position:absolute;margin-left:325.65pt;margin-top:-56.25pt;width:2.65pt;height:2.4pt;z-index:251615744;mso-wrap-edited:f" coordsize="53,48" wrapcoords="-13 0 -13 32 66 32 53 0 -13 0" path="m24,l34,5r9,5l48,14r5,10l48,34r-5,9l34,48r-10,l14,48,10,43,5,34,,24,5,14r5,-4l14,5,24,xe" fillcolor="#00a7d1" stroked="f">
          <v:path arrowok="t"/>
        </v:shape>
      </w:pict>
    </w:r>
    <w:r>
      <w:rPr>
        <w:noProof/>
      </w:rPr>
      <w:pict w14:anchorId="30A2F67C">
        <v:shape id="_x0000_s1218" style="position:absolute;margin-left:320.85pt;margin-top:-56.25pt;width:2.4pt;height:2.4pt;z-index:251611648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76D6BD73">
        <v:shape id="_x0000_s1214" style="position:absolute;margin-left:316.05pt;margin-top:-56.25pt;width:2.4pt;height:2.4pt;z-index:251607552;mso-wrap-edited:f" coordsize="48,48" wrapcoords="-16 0 -16 32 64 32 48 0 -16 0" path="m24,l34,5r9,5l48,14r,10l48,34r-5,9l34,48r-10,l14,48,5,43,,34,,24,,14,5,10,14,5,24,xe" fillcolor="#00a7d1" stroked="f">
          <v:path arrowok="t"/>
        </v:shape>
      </w:pict>
    </w:r>
    <w:r>
      <w:rPr>
        <w:noProof/>
      </w:rPr>
      <w:pict w14:anchorId="272ECCC8">
        <v:shape id="_x0000_s1210" style="position:absolute;margin-left:311.25pt;margin-top:-56.25pt;width:2.4pt;height:2.4pt;z-index:251603456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4972CCA1">
        <v:shape id="_x0000_s1207" style="position:absolute;margin-left:306.45pt;margin-top:-56.25pt;width:2.4pt;height:2.4pt;z-index:251600384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54210A43">
        <v:shape id="_x0000_s1204" style="position:absolute;margin-left:301.4pt;margin-top:-56.25pt;width:2.4pt;height:2.4pt;z-index:251597312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12939B03">
        <v:shape id="_x0000_s1201" style="position:absolute;margin-left:296.6pt;margin-top:-56.25pt;width:2.4pt;height:2.4pt;z-index:251594240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43AE806E">
        <v:shape id="_x0000_s1198" style="position:absolute;margin-left:291.85pt;margin-top:-56.25pt;width:2.4pt;height:2.4pt;z-index:251591168;mso-wrap-edited:f" coordsize="48,48" wrapcoords="-16 0 -16 32 64 32 48 0 -16 0" path="m24,r9,5l43,10r5,4l48,24r,10l43,43,33,48r-9,l14,48,4,43,,34,,24,,14,4,10,14,5,24,xe" fillcolor="#00a7d1" stroked="f">
          <v:path arrowok="t"/>
        </v:shape>
      </w:pict>
    </w:r>
    <w:r>
      <w:rPr>
        <w:noProof/>
      </w:rPr>
      <w:pict w14:anchorId="1881DA99">
        <v:shape id="_x0000_s1195" style="position:absolute;margin-left:80pt;margin-top:-266.55pt;width:2.4pt;height:2.4pt;z-index:251588096;mso-wrap-edited:f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48ABE2DE">
        <v:shape id="_x0000_s1194" style="position:absolute;margin-left:287.05pt;margin-top:-56.25pt;width:2.4pt;height:2.4pt;z-index:251587072;mso-wrap-edited:f" coordsize="48,48" wrapcoords="-16 0 -16 32 64 32 48 0 -16 0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052B3CD6">
        <v:shape id="_x0000_s1191" style="position:absolute;margin-left:80pt;margin-top:-261.75pt;width:2.4pt;height:2.65pt;z-index:251584000;mso-wrap-edited:f" coordsize="48,53" wrapcoords="-16 0 -16 40 48 40 48 0 -16 0" path="m,24l,19,5,9,14,5,24,,34,5r4,4l43,19r5,5l43,33,38,43r-4,5l24,53,14,48,5,43,,33,,24xe" fillcolor="#00a7d1" stroked="f">
          <v:path arrowok="t"/>
        </v:shape>
      </w:pict>
    </w:r>
    <w:r>
      <w:rPr>
        <w:noProof/>
      </w:rPr>
      <w:pict w14:anchorId="66C99D94">
        <v:shape id="_x0000_s1190" style="position:absolute;margin-left:282.25pt;margin-top:-56.25pt;width:2.4pt;height:2.4pt;z-index:251582976;mso-wrap-edited:f" coordsize="48,48" wrapcoords="-16 0 -16 32 64 32 48 0 -16 0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5FAF2DAD">
        <v:shape id="_x0000_s1187" style="position:absolute;margin-left:80pt;margin-top:-256.7pt;width:2.4pt;height:2.35pt;z-index:251579904;mso-wrap-edited:f" coordsize="48,47" wrapcoords="-16 0 -16 31 48 31 48 0 -16 0" path="m,23l,14,5,4,14,,24,,34,r4,4l43,14r5,9l43,33r-5,5l34,43,24,47,14,43,5,38,,33,,23xe" fillcolor="#00a7d1" stroked="f">
          <v:path arrowok="t"/>
        </v:shape>
      </w:pict>
    </w:r>
    <w:r>
      <w:rPr>
        <w:noProof/>
      </w:rPr>
      <w:pict w14:anchorId="5E7829CD">
        <v:shape id="_x0000_s1186" style="position:absolute;margin-left:277.2pt;margin-top:-56.25pt;width:2.4pt;height:2.4pt;z-index:251578880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42E88327">
        <v:shape id="_x0000_s1183" style="position:absolute;margin-left:80pt;margin-top:-251.95pt;width:2.4pt;height:2.4pt;z-index:251575808;mso-wrap-edited:f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 w14:anchorId="6CFC354C">
        <v:shape id="_x0000_s1182" style="position:absolute;margin-left:272.4pt;margin-top:-56.25pt;width:2.4pt;height:2.4pt;z-index:251574784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2295A56A">
        <v:shape id="_x0000_s1179" style="position:absolute;margin-left:80pt;margin-top:-247.15pt;width:2.4pt;height:2.4pt;z-index:251571712;mso-wrap-edited:f" coordsize="48,48" wrapcoords="-16 0 -16 32 64 32 48 0 -16 0" path="m,24l,15,5,10,14,,24,,34,r4,10l43,15r5,9l43,34,38,44r-4,4l24,48r-10,l5,44,,34,,24xe" fillcolor="#00a7d1" stroked="f">
          <v:path arrowok="t"/>
        </v:shape>
      </w:pict>
    </w:r>
    <w:r>
      <w:rPr>
        <w:noProof/>
      </w:rPr>
      <w:pict w14:anchorId="61F79046">
        <v:shape id="_x0000_s1178" style="position:absolute;margin-left:267.6pt;margin-top:-56.25pt;width:2.4pt;height:2.4pt;z-index:251570688;mso-wrap-edited:f" coordsize="48,48" wrapcoords="-16 0 -16 32 64 32 48 0 -16 0" path="m24,l34,5r9,5l48,14r,10l48,34r-5,9l34,48r-10,l14,48,5,43,,34,,24,,14,5,10,14,5,24,xe" fillcolor="#00a7d1" stroked="f">
          <v:path arrowok="t"/>
        </v:shape>
      </w:pict>
    </w:r>
    <w:r>
      <w:rPr>
        <w:noProof/>
      </w:rPr>
      <w:pict w14:anchorId="7166B32E">
        <v:shape id="_x0000_s1175" style="position:absolute;margin-left:80pt;margin-top:-242.35pt;width:2.4pt;height:2.4pt;z-index:251567616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0BF4DF2E">
        <v:shape id="_x0000_s1174" style="position:absolute;margin-left:262.8pt;margin-top:-56.25pt;width:2.4pt;height:2.4pt;z-index:251566592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4C2297BD">
        <v:shape id="_x0000_s1171" style="position:absolute;margin-left:80pt;margin-top:-237.55pt;width:2.4pt;height:2.65pt;z-index:251563520;mso-wrap-edited:f" coordsize="48,53" wrapcoords="-16 0 -16 40 48 40 48 0 -16 0" path="m,29l,19,5,10,14,5,24,,34,5r4,5l43,19r5,10l43,34r-5,9l34,48,24,53,14,48,5,43,,34,,29xe" fillcolor="#00a7d1" stroked="f">
          <v:path arrowok="t"/>
        </v:shape>
      </w:pict>
    </w:r>
    <w:r>
      <w:rPr>
        <w:noProof/>
      </w:rPr>
      <w:pict w14:anchorId="6624180E">
        <v:shape id="_x0000_s1170" style="position:absolute;margin-left:258pt;margin-top:-56.25pt;width:2.4pt;height:2.4pt;z-index:251562496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11BBCE98">
        <v:shape id="_x0000_s1167" style="position:absolute;margin-left:80pt;margin-top:-232.5pt;width:2.4pt;height:2.4pt;z-index:251559424;mso-wrap-edited:f" coordsize="48,48" wrapcoords="-16 0 -16 32 48 32 48 0 -16 0" path="m,24l,14,5,5,14,,24,,34,r4,5l43,14r5,10l43,34r-5,4l34,43,24,48,14,43,5,38,,34,,24xe" fillcolor="#00a7d1" stroked="f">
          <v:path arrowok="t"/>
        </v:shape>
      </w:pict>
    </w:r>
    <w:r>
      <w:rPr>
        <w:noProof/>
      </w:rPr>
      <w:pict w14:anchorId="6CF15A35">
        <v:shape id="_x0000_s1166" style="position:absolute;margin-left:252.95pt;margin-top:-56.25pt;width:2.4pt;height:2.4pt;z-index:251558400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021E9DEA">
        <v:shape id="_x0000_s1163" style="position:absolute;margin-left:80pt;margin-top:-227.7pt;width:2.4pt;height:2.4pt;z-index:251555328;mso-wrap-edited:f" coordsize="48,48" wrapcoords="-16 0 -16 32 64 32 48 0 -16 0" path="m,24l,14,5,5,14,,24,,34,r4,5l43,14r5,10l43,33,38,43r-4,5l24,48r-10,l5,43,,33,,24xe" fillcolor="#00a7d1" stroked="f">
          <v:path arrowok="t"/>
        </v:shape>
      </w:pict>
    </w:r>
    <w:r>
      <w:rPr>
        <w:noProof/>
      </w:rPr>
      <w:pict w14:anchorId="6B9CDAD2">
        <v:shape id="_x0000_s1162" style="position:absolute;margin-left:248.15pt;margin-top:-56.25pt;width:2.4pt;height:2.4pt;z-index:251554304;mso-wrap-edited:f" coordsize="48,48" wrapcoords="-16 0 -16 32 64 32 48 0 -16 0" path="m24,l34,5r10,5l48,14r,10l48,34r-4,9l34,48r-10,l15,48,10,43,,34,,24,,14,10,10,15,5,24,xe" fillcolor="#00a7d1" stroked="f">
          <v:path arrowok="t"/>
        </v:shape>
      </w:pict>
    </w:r>
    <w:r>
      <w:rPr>
        <w:noProof/>
      </w:rPr>
      <w:pict w14:anchorId="7B8388B3">
        <v:shape id="_x0000_s1159" style="position:absolute;margin-left:80pt;margin-top:-222.9pt;width:2.4pt;height:2.4pt;z-index:251551232;mso-wrap-edited:f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002026DA">
        <v:shape id="_x0000_s1158" style="position:absolute;margin-left:243.4pt;margin-top:-56.25pt;width:2.35pt;height:2.4pt;z-index:251550208;mso-wrap-edited:f" coordsize="47,48" wrapcoords="-16 0 -16 32 63 32 47 0 -16 0" path="m23,l33,5r10,5l47,14r,10l47,34r-4,9l33,48r-10,l14,48,4,43,,34,,24,,14,4,10,14,5,23,xe" fillcolor="#00a7d1" stroked="f">
          <v:path arrowok="t"/>
        </v:shape>
      </w:pict>
    </w:r>
    <w:r>
      <w:rPr>
        <w:noProof/>
      </w:rPr>
      <w:pict w14:anchorId="6C7F3B5B">
        <v:shape id="_x0000_s1155" style="position:absolute;margin-left:80pt;margin-top:-218.1pt;width:2.4pt;height:2.4pt;z-index:251547136;mso-wrap-edited:f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6814FACF">
        <v:shape id="_x0000_s1154" style="position:absolute;margin-left:238.6pt;margin-top:-56.25pt;width:2.4pt;height:2.4pt;z-index:251546112;mso-wrap-edited:f" coordsize="48,48" wrapcoords="-16 0 -16 32 64 32 48 0 -16 0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07E6BCE1">
        <v:shape id="_x0000_s1151" style="position:absolute;margin-left:80pt;margin-top:-213.1pt;width:2.4pt;height:2.4pt;z-index:251543040;mso-wrap-edited:f" coordsize="48,48" wrapcoords="-16 0 -16 32 48 32 48 0 -16 0" path="m,24l,15,5,5,14,,24,,34,r4,5l43,15r5,9l43,34r-5,5l34,44,24,48,14,44,5,39,,34,,24xe" fillcolor="#00a7d1" stroked="f">
          <v:path arrowok="t"/>
        </v:shape>
      </w:pict>
    </w:r>
    <w:r>
      <w:rPr>
        <w:noProof/>
      </w:rPr>
      <w:pict w14:anchorId="39E8C9DF">
        <v:shape id="_x0000_s1150" style="position:absolute;margin-left:233.55pt;margin-top:-56.25pt;width:2.65pt;height:2.4pt;z-index:251542016;mso-wrap-edited:f" coordsize="53,48" wrapcoords="-13 0 -13 32 66 32 40 0 -13 0" path="m29,r4,5l43,10r5,4l53,24,48,34r-5,9l33,48r-4,l19,48,9,43,5,34,,24,5,14,9,10,19,5,29,xe" fillcolor="#00a7d1" stroked="f">
          <v:path arrowok="t"/>
        </v:shape>
      </w:pict>
    </w:r>
    <w:r>
      <w:rPr>
        <w:noProof/>
      </w:rPr>
      <w:pict w14:anchorId="32954A74">
        <v:shape id="_x0000_s1147" style="position:absolute;margin-left:80pt;margin-top:-208.3pt;width:2.4pt;height:2.4pt;z-index:251538944;mso-wrap-edited:f" coordsize="48,48" wrapcoords="-16 0 -16 32 48 32 48 0 -16 0" path="m,24l,15,5,5,14,,24,,34,r4,5l43,15r5,9l43,34r-5,5l34,44,24,48,14,44,5,39,,34,,24xe" fillcolor="#00a7d1" stroked="f">
          <v:path arrowok="t"/>
        </v:shape>
      </w:pict>
    </w:r>
    <w:r>
      <w:rPr>
        <w:noProof/>
      </w:rPr>
      <w:pict w14:anchorId="245600D6">
        <v:shape id="_x0000_s1146" style="position:absolute;margin-left:228.75pt;margin-top:-56.25pt;width:2.4pt;height:2.4pt;z-index:251537920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126ACA2B">
        <v:shape id="_x0000_s1143" style="position:absolute;margin-left:80pt;margin-top:-203.5pt;width:2.4pt;height:2.4pt;z-index:251534848;mso-wrap-edited:f" coordsize="48,48" wrapcoords="-16 0 -16 32 64 32 48 0 -16 0" path="m,24l,15,5,5,14,,24,,34,r4,5l43,15r5,9l43,34r-5,9l34,48r-10,l14,48,5,43,,34,,24xe" fillcolor="#00a7d1" stroked="f">
          <v:path arrowok="t"/>
        </v:shape>
      </w:pict>
    </w:r>
    <w:r>
      <w:rPr>
        <w:noProof/>
      </w:rPr>
      <w:pict w14:anchorId="25DA7E7B">
        <v:shape id="_x0000_s1142" style="position:absolute;margin-left:223.95pt;margin-top:-56.25pt;width:2.4pt;height:2.4pt;z-index:251533824;mso-wrap-edited:f" coordsize="48,48" wrapcoords="-16 0 -16 32 64 32 48 0 -16 0" path="m24,l34,5r9,5l48,14r,10l48,34r-5,9l34,48r-10,l14,48,10,43,,34,,24,,14,10,10,14,5,24,xe" fillcolor="#00a7d1" stroked="f">
          <v:path arrowok="t"/>
        </v:shape>
      </w:pict>
    </w:r>
    <w:r>
      <w:rPr>
        <w:noProof/>
      </w:rPr>
      <w:pict w14:anchorId="4A330AA0">
        <v:shape id="_x0000_s1139" style="position:absolute;margin-left:80pt;margin-top:-198.7pt;width:2.4pt;height:2.4pt;z-index:251530752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232B8314">
        <v:shape id="_x0000_s1138" style="position:absolute;margin-left:219.15pt;margin-top:-56.25pt;width:2.4pt;height:2.4pt;z-index:251529728;mso-wrap-edited:f" coordsize="48,48" wrapcoords="-16 0 -16 32 64 32 48 0 -16 0" path="m24,l34,5r4,5l48,14r,10l48,34,38,43r-4,5l24,48r-10,l5,43,,34,,24,,14,5,10,14,5,24,xe" fillcolor="#00a7d1" stroked="f">
          <v:path arrowok="t"/>
        </v:shape>
      </w:pict>
    </w:r>
    <w:r>
      <w:rPr>
        <w:noProof/>
      </w:rPr>
      <w:pict w14:anchorId="57505FC5">
        <v:shape id="_x0000_s1136" style="position:absolute;margin-left:80pt;margin-top:-407.1pt;width:2.4pt;height:2.4pt;z-index:251527680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4176E9AC">
        <v:shape id="_x0000_s1135" style="position:absolute;margin-left:80pt;margin-top:-193.9pt;width:2.4pt;height:2.4pt;z-index:251526656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09EF54E9">
        <v:shape id="_x0000_s1134" style="position:absolute;margin-left:214.35pt;margin-top:-56.25pt;width:2.4pt;height:2.4pt;z-index:251525632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3D9937ED">
        <v:shape id="_x0000_s1132" style="position:absolute;margin-left:80pt;margin-top:-402.05pt;width:2.4pt;height:2.4pt;z-index:25152358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3A034B4D">
        <v:shape id="_x0000_s1131" style="position:absolute;margin-left:80pt;margin-top:-188.85pt;width:2.4pt;height:2.4pt;z-index:251522560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2B6C9866">
        <v:shape id="_x0000_s1130" style="position:absolute;margin-left:209.3pt;margin-top:-56.25pt;width:2.65pt;height:2.4pt;z-index:251521536;mso-wrap-edited:f" coordsize="53,48" wrapcoords="-13 0 -13 32 66 32 53 0 -13 0" path="m24,l34,5r9,5l48,14r5,10l48,34r-5,9l34,48r-10,l19,48,10,43,5,34,,24,5,14r5,-4l19,5,24,xe" fillcolor="#00a7d1" stroked="f">
          <v:path arrowok="t"/>
        </v:shape>
      </w:pict>
    </w:r>
    <w:r>
      <w:rPr>
        <w:noProof/>
      </w:rPr>
      <w:pict w14:anchorId="001F4937">
        <v:shape id="_x0000_s1128" style="position:absolute;margin-left:80pt;margin-top:-397.25pt;width:2.4pt;height:2.4pt;z-index:251519488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4B487362">
        <v:shape id="_x0000_s1127" style="position:absolute;margin-left:80pt;margin-top:-184.05pt;width:2.4pt;height:2.4pt;z-index:251518464;mso-wrap-edited:f" coordsize="48,48" wrapcoords="-16 0 -16 32 48 32 48 0 -16 0" path="m,24l,14,5,5,14,,24,,34,r4,5l43,14r5,10l43,33r-5,5l34,48r-10,l14,48,5,38,,33,,24xe" fillcolor="#00a7d1" stroked="f">
          <v:path arrowok="t"/>
        </v:shape>
      </w:pict>
    </w:r>
    <w:r>
      <w:rPr>
        <w:noProof/>
      </w:rPr>
      <w:pict w14:anchorId="357F5D7B">
        <v:shape id="_x0000_s1126" style="position:absolute;margin-left:204.5pt;margin-top:-56.25pt;width:2.4pt;height:2.4pt;z-index:251517440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7232089A">
        <v:shape id="_x0000_s1124" style="position:absolute;margin-left:80pt;margin-top:-392.45pt;width:2.4pt;height:2.4pt;z-index:251515392;mso-wrap-edited:f" coordsize="48,48" wrapcoords="-16 0 -16 32 64 32 48 0 -16 0" path="m,24l,14,5,5,14,,24,,34,r4,5l43,14r5,10l43,33,38,43r-4,5l24,48r-10,l5,43,,33,,24xe" fillcolor="#00a7d1" stroked="f">
          <v:path arrowok="t"/>
        </v:shape>
      </w:pict>
    </w:r>
    <w:r>
      <w:rPr>
        <w:noProof/>
      </w:rPr>
      <w:pict w14:anchorId="048102BF">
        <v:shape id="_x0000_s1123" style="position:absolute;margin-left:80pt;margin-top:-179.25pt;width:2.4pt;height:2.4pt;z-index:251514368;mso-wrap-edited:f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 w14:anchorId="6453042B">
        <v:shape id="_x0000_s1122" style="position:absolute;margin-left:199.7pt;margin-top:-56.25pt;width:2.4pt;height:2.4pt;z-index:251513344;mso-wrap-edited:f" coordsize="48,48" wrapcoords="-16 0 -16 32 64 32 48 0 -16 0" path="m24,l34,5r10,5l48,14r,10l48,34r-4,9l34,48r-10,l15,48,10,43,,34,,24,,14,10,10,15,5,24,xe" fillcolor="#00a7d1" stroked="f">
          <v:path arrowok="t"/>
        </v:shape>
      </w:pict>
    </w:r>
    <w:r>
      <w:rPr>
        <w:noProof/>
      </w:rPr>
      <w:pict w14:anchorId="5FD3DAF5">
        <v:shape id="_x0000_s1120" style="position:absolute;margin-left:80pt;margin-top:-387.65pt;width:2.4pt;height:2.4pt;z-index:251511296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5D83D413">
        <v:shape id="_x0000_s1119" style="position:absolute;margin-left:80pt;margin-top:-174.45pt;width:2.4pt;height:2.4pt;z-index:251510272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256BCC66">
        <v:shape id="_x0000_s1118" style="position:absolute;margin-left:194.9pt;margin-top:-56.25pt;width:2.4pt;height:2.4pt;z-index:251509248;mso-wrap-edited:f" coordsize="48,48" wrapcoords="-16 0 -16 32 64 32 48 0 -16 0" path="m24,l34,5r5,5l48,14r,10l48,34r-9,9l34,48r-10,l15,48,5,43,,34,,24,,14,5,10,15,5,24,xe" fillcolor="#00a7d1" stroked="f">
          <v:path arrowok="t"/>
        </v:shape>
      </w:pict>
    </w:r>
    <w:r>
      <w:rPr>
        <w:noProof/>
      </w:rPr>
      <w:pict w14:anchorId="338D2352">
        <v:shape id="_x0000_s1116" style="position:absolute;margin-left:80pt;margin-top:-382.85pt;width:2.4pt;height:2.6pt;z-index:251507200;mso-wrap-edited:f" coordsize="48,52" wrapcoords="-16 0 -16 35 48 35 48 0 -16 0" path="m,24l,14,5,9,14,4,24,,34,4r4,5l43,14r5,10l43,33,38,43r-4,5l24,52,14,48,5,43,,33,,24xe" fillcolor="#00a7d1" stroked="f">
          <v:path arrowok="t"/>
        </v:shape>
      </w:pict>
    </w:r>
    <w:r>
      <w:rPr>
        <w:noProof/>
      </w:rPr>
      <w:pict w14:anchorId="4890D874">
        <v:shape id="_x0000_s1115" style="position:absolute;margin-left:80pt;margin-top:-169.65pt;width:2.4pt;height:2.6pt;z-index:251506176;mso-wrap-edited:f" coordsize="48,52" wrapcoords="-16 0 -16 35 48 35 48 0 -16 0" path="m,24l,19,5,9,14,4,24,,34,4r4,5l43,19r5,5l43,33,38,43r-4,5l24,52,14,48,5,43,,33,,24xe" fillcolor="#00a7d1" stroked="f">
          <v:path arrowok="t"/>
        </v:shape>
      </w:pict>
    </w:r>
    <w:r>
      <w:rPr>
        <w:noProof/>
      </w:rPr>
      <w:pict w14:anchorId="77CCC7E8">
        <v:shape id="_x0000_s1114" style="position:absolute;margin-left:190.15pt;margin-top:-56.25pt;width:2.35pt;height:2.4pt;z-index:251505152;mso-wrap-edited:f" coordsize="47,48" wrapcoords="-16 0 -16 32 63 32 47 0 -16 0" path="m23,l33,5r5,5l43,14r4,10l43,34r-5,9l33,48r-10,l14,48,4,43,,34,,24,,14,4,10,14,5,23,xe" fillcolor="#00a7d1" stroked="f">
          <v:path arrowok="t"/>
        </v:shape>
      </w:pict>
    </w:r>
    <w:r>
      <w:rPr>
        <w:noProof/>
      </w:rPr>
      <w:pict w14:anchorId="061E1375">
        <v:shape id="_x0000_s1112" style="position:absolute;margin-left:80pt;margin-top:-377.85pt;width:2.4pt;height:2.4pt;z-index:251503104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4ADD32DD">
        <v:shape id="_x0000_s1111" style="position:absolute;margin-left:80pt;margin-top:-164.65pt;width:2.4pt;height:2.4pt;z-index:251502080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22F52D71">
        <v:shape id="_x0000_s1110" style="position:absolute;margin-left:185.1pt;margin-top:-56.25pt;width:2.65pt;height:2.4pt;z-index:251501056;mso-wrap-edited:f" coordsize="53,48" wrapcoords="-13 0 -13 32 66 32 40 0 -13 0" path="m24,r9,5l43,10r5,4l53,24,48,34r-5,9l33,48r-9,l14,48,9,43,5,34,,24,5,14,9,10,14,5,24,xe" fillcolor="#00a7d1" stroked="f">
          <v:path arrowok="t"/>
        </v:shape>
      </w:pict>
    </w:r>
    <w:r>
      <w:rPr>
        <w:noProof/>
      </w:rPr>
      <w:pict w14:anchorId="32DD03C5">
        <v:shape id="_x0000_s1108" style="position:absolute;margin-left:80pt;margin-top:-373.05pt;width:2.4pt;height:2.4pt;z-index:251499008;mso-wrap-edited:f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 w14:anchorId="63E66D7D">
        <v:shape id="_x0000_s1107" style="position:absolute;margin-left:80pt;margin-top:-159.85pt;width:2.4pt;height:2.4pt;z-index:251497984;mso-wrap-edited:f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 w14:anchorId="1A0334D8">
        <v:shape id="_x0000_s1106" style="position:absolute;margin-left:180.3pt;margin-top:-56.25pt;width:2.4pt;height:2.4pt;z-index:251496960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080F138B">
        <v:shape id="_x0000_s1104" style="position:absolute;margin-left:80pt;margin-top:-368.25pt;width:2.4pt;height:2.4pt;z-index:251494912;mso-wrap-edited:f" coordsize="48,48" wrapcoords="-16 0 -16 32 64 32 48 0 -16 0" path="m,24l,15,5,10,14,,24,,34,r4,10l43,15r5,9l43,34r-5,9l34,48r-10,l14,48,5,43,,34,,24xe" fillcolor="#00a7d1" stroked="f">
          <v:path arrowok="t"/>
        </v:shape>
      </w:pict>
    </w:r>
    <w:r>
      <w:rPr>
        <w:noProof/>
      </w:rPr>
      <w:pict w14:anchorId="456D8381">
        <v:shape id="_x0000_s1103" style="position:absolute;margin-left:80pt;margin-top:-155.05pt;width:2.4pt;height:2.4pt;z-index:251493888;mso-wrap-edited:f" coordsize="48,48" wrapcoords="-16 0 -16 32 64 32 48 0 -16 0" path="m,24l,15,5,10,14,,24,,34,r4,10l43,15r5,9l43,34r-5,9l34,48r-10,l14,48,5,43,,34,,24xe" fillcolor="#00a7d1" stroked="f">
          <v:path arrowok="t"/>
        </v:shape>
      </w:pict>
    </w:r>
    <w:r>
      <w:rPr>
        <w:noProof/>
      </w:rPr>
      <w:pict w14:anchorId="155AB4B2">
        <v:shape id="_x0000_s1102" style="position:absolute;margin-left:80pt;margin-top:-130.35pt;width:2.4pt;height:2.4pt;z-index:251492864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53D2D96B">
        <v:shape id="_x0000_s1101" style="position:absolute;margin-left:175.5pt;margin-top:-56.25pt;width:2.4pt;height:2.4pt;z-index:251491840;mso-wrap-edited:f" coordsize="48,48" wrapcoords="-16 0 -16 32 64 32 48 0 -16 0" path="m24,r9,5l43,10r5,4l48,24r,10l43,43,33,48r-9,l14,48,5,43,,34,,24,,14,5,10,14,5,24,xe" fillcolor="#00a7d1" stroked="f">
          <v:path arrowok="t"/>
        </v:shape>
      </w:pict>
    </w:r>
    <w:r>
      <w:rPr>
        <w:noProof/>
      </w:rPr>
      <w:pict w14:anchorId="5AEBC605">
        <v:shape id="_x0000_s1099" style="position:absolute;margin-left:80pt;margin-top:-363.45pt;width:2.4pt;height:2.4pt;z-index:251489792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22189A17">
        <v:shape id="_x0000_s1098" style="position:absolute;margin-left:80pt;margin-top:-150.25pt;width:2.4pt;height:2.4pt;z-index:251488768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24DC29E4">
        <v:shape id="_x0000_s1097" style="position:absolute;margin-left:80pt;margin-top:-125.55pt;width:2.4pt;height:2.65pt;z-index:251487744;mso-wrap-edited:f" coordsize="48,53" wrapcoords="-16 0 -16 40 48 40 48 0 -16 0" path="m,24l,15,5,10,14,5,24,,34,5r4,5l43,15r5,9l43,34r-5,9l34,48,24,53,14,48,5,43,,34,,24xe" fillcolor="#00a7d1" stroked="f">
          <v:path arrowok="t"/>
        </v:shape>
      </w:pict>
    </w:r>
    <w:r>
      <w:rPr>
        <w:noProof/>
      </w:rPr>
      <w:pict w14:anchorId="2D3FD8E2">
        <v:shape id="_x0000_s1096" style="position:absolute;margin-left:170.7pt;margin-top:-56.25pt;width:2.4pt;height:2.4pt;z-index:251486720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057033C4">
        <v:shape id="_x0000_s1094" style="position:absolute;margin-left:80pt;margin-top:-358.65pt;width:2.4pt;height:2.65pt;z-index:251484672;mso-wrap-edited:f" coordsize="48,53" wrapcoords="-16 0 -16 40 48 40 48 0 -16 0" path="m,29l,19,5,10,14,5,24,,34,5r4,5l43,19r5,10l43,34r-5,9l34,48,24,53,14,48,5,43,,34,,29xe" fillcolor="#00a7d1" stroked="f">
          <v:path arrowok="t"/>
        </v:shape>
      </w:pict>
    </w:r>
    <w:r>
      <w:rPr>
        <w:noProof/>
      </w:rPr>
      <w:pict w14:anchorId="3C7E9BA1">
        <v:shape id="_x0000_s1093" style="position:absolute;margin-left:80pt;margin-top:-145.2pt;width:2.4pt;height:2.4pt;z-index:251483648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60253685">
        <v:shape id="_x0000_s1092" style="position:absolute;margin-left:80pt;margin-top:-120.5pt;width:2.4pt;height:2.4pt;z-index:25148262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0EA96DA7">
        <v:shape id="_x0000_s1091" style="position:absolute;margin-left:165.9pt;margin-top:-56.25pt;width:2.4pt;height:2.4pt;z-index:251481600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14E05146">
        <v:shape id="_x0000_s1089" style="position:absolute;margin-left:80pt;margin-top:-353.6pt;width:2.4pt;height:2.4pt;z-index:251479552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7C9AA758">
        <v:shape id="_x0000_s1088" style="position:absolute;margin-left:80pt;margin-top:-140.4pt;width:2.4pt;height:2.4pt;z-index:251478528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5412CEA8">
        <v:shape id="_x0000_s1087" style="position:absolute;margin-left:80pt;margin-top:-115.7pt;width:2.4pt;height:2.4pt;z-index:251477504;mso-wrap-edited:f" coordsize="48,48" wrapcoords="-16 0 -16 32 48 32 48 0 -16 0" path="m,24l,14,5,5,14,,24,,34,r4,5l43,14r5,10l43,33r-5,5l34,48r-10,l14,48,5,38,,33,,24xe" fillcolor="#00a7d1" stroked="f">
          <v:path arrowok="t"/>
        </v:shape>
      </w:pict>
    </w:r>
    <w:r>
      <w:rPr>
        <w:noProof/>
      </w:rPr>
      <w:pict w14:anchorId="708EEE40">
        <v:shape id="_x0000_s1086" style="position:absolute;margin-left:160.85pt;margin-top:-56.25pt;width:2.4pt;height:2.4pt;z-index:251476480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36570AAE">
        <v:shape id="_x0000_s1084" style="position:absolute;margin-left:80pt;margin-top:-348.8pt;width:2.4pt;height:2.4pt;z-index:251474432;mso-wrap-edited:f" coordsize="48,48" wrapcoords="-16 0 -16 32 48 32 48 0 -16 0" path="m,24l,14,5,4,14,,24,,34,r4,4l43,14r5,10l43,33r-5,5l34,48r-10,l14,48,5,38,,33,,24xe" fillcolor="#00a7d1" stroked="f">
          <v:path arrowok="t"/>
        </v:shape>
      </w:pict>
    </w:r>
    <w:r>
      <w:rPr>
        <w:noProof/>
      </w:rPr>
      <w:pict w14:anchorId="444191BF">
        <v:shape id="_x0000_s1083" style="position:absolute;margin-left:80pt;margin-top:-135.6pt;width:2.4pt;height:2.4pt;z-index:251473408;mso-wrap-edited:f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 w14:anchorId="228132BE">
        <v:shape id="_x0000_s1082" style="position:absolute;margin-left:80pt;margin-top:-110.9pt;width:2.4pt;height:2.4pt;z-index:251472384;mso-wrap-edited:f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 w14:anchorId="51845B25">
        <v:shape id="_x0000_s1081" style="position:absolute;margin-left:156.05pt;margin-top:-56.25pt;width:2.4pt;height:2.4pt;z-index:251471360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5DA97627">
        <v:shape id="_x0000_s1079" style="position:absolute;margin-left:80pt;margin-top:-344pt;width:2.4pt;height:2.4pt;z-index:251469312;mso-wrap-edited:f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 w14:anchorId="49269C98">
        <v:shape id="_x0000_s1078" style="position:absolute;margin-left:80pt;margin-top:-105.15pt;width:2.4pt;height:2.4pt;z-index:251468288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695258AB">
        <v:shape id="_x0000_s1077" style="position:absolute;margin-left:151.25pt;margin-top:-56.25pt;width:2.4pt;height:2.4pt;z-index:251467264;mso-wrap-edited:f" coordsize="48,48" wrapcoords="-16 0 -16 32 64 32 48 0 -16 0" path="m24,l34,5r10,5l48,14r,10l48,34r-4,9l34,48r-10,l15,48,5,43,,34,,24,,14,5,10,15,5,24,xe" fillcolor="#00a7d1" stroked="f">
          <v:path arrowok="t"/>
        </v:shape>
      </w:pict>
    </w:r>
    <w:r>
      <w:rPr>
        <w:noProof/>
      </w:rPr>
      <w:pict w14:anchorId="17209614">
        <v:shape id="_x0000_s1075" style="position:absolute;margin-left:80pt;margin-top:-339.2pt;width:2.4pt;height:2.4pt;z-index:251465216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582A3DB4">
        <v:shape id="_x0000_s1074" style="position:absolute;margin-left:80pt;margin-top:-100.35pt;width:2.4pt;height:2.4pt;z-index:251464192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678E0452">
        <v:shape id="_x0000_s1073" style="position:absolute;margin-left:146.45pt;margin-top:-56.25pt;width:2.4pt;height:2.4pt;z-index:251463168;mso-wrap-edited:f" coordsize="48,48" wrapcoords="-16 0 -16 32 64 32 48 0 -16 0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4E48A723">
        <v:shape id="_x0000_s1071" style="position:absolute;margin-left:80pt;margin-top:-334.2pt;width:2.4pt;height:2.4pt;z-index:251461120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5440D264">
        <v:shape id="_x0000_s1070" style="position:absolute;margin-left:80pt;margin-top:-95.55pt;width:2.4pt;height:2.4pt;z-index:251460096;mso-wrap-edited:f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 w14:anchorId="55D416A6">
        <v:shape id="_x0000_s1069" style="position:absolute;margin-left:141.65pt;margin-top:-56.25pt;width:2.4pt;height:2.4pt;z-index:251459072;mso-wrap-edited:f" coordsize="48,48" wrapcoords="-16 0 -16 32 64 32 48 0 -16 0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4475D3B8">
        <v:shape id="_x0000_s1067" style="position:absolute;margin-left:80pt;margin-top:-329.4pt;width:2.4pt;height:2.4pt;z-index:251457024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77480585">
        <v:shape id="_x0000_s1066" style="position:absolute;margin-left:80pt;margin-top:-90.75pt;width:2.4pt;height:2.4pt;z-index:251456000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2108AAB1">
        <v:shape id="_x0000_s1065" style="position:absolute;margin-left:136.65pt;margin-top:-56.25pt;width:2.4pt;height:2.4pt;z-index:251454976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64890704">
        <v:shape id="_x0000_s1063" style="position:absolute;margin-left:80pt;margin-top:-324.6pt;width:2.4pt;height:2.4pt;z-index:251452928;mso-wrap-edited:f" coordsize="48,48" wrapcoords="-16 0 -16 32 64 32 48 0 -16 0" path="m,24l,15,5,5,14,,24,,34,r4,5l43,15r5,9l43,34r-5,9l34,48r-10,l14,48,5,43,,34,,24xe" fillcolor="#00a7d1" stroked="f">
          <v:path arrowok="t"/>
        </v:shape>
      </w:pict>
    </w:r>
    <w:r>
      <w:rPr>
        <w:noProof/>
      </w:rPr>
      <w:pict w14:anchorId="77DEFF90">
        <v:shape id="_x0000_s1062" style="position:absolute;margin-left:80pt;margin-top:-85.95pt;width:2.4pt;height:2.35pt;z-index:251451904;mso-wrap-edited:f" coordsize="48,47" wrapcoords="-16 0 -16 31 64 31 48 0 -16 0" path="m,24l,14,5,9,14,4,24,,34,4r4,5l43,14r5,10l43,33,38,43r-4,4l24,47r-10,l5,43,,33,,24xe" fillcolor="#00a7d1" stroked="f">
          <v:path arrowok="t"/>
        </v:shape>
      </w:pict>
    </w:r>
    <w:r>
      <w:rPr>
        <w:noProof/>
      </w:rPr>
      <w:pict w14:anchorId="40FF32B8">
        <v:shape id="_x0000_s1061" style="position:absolute;margin-left:131.85pt;margin-top:-56.25pt;width:2.4pt;height:2.4pt;z-index:251450880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19499CFB">
        <v:shape id="_x0000_s1059" style="position:absolute;margin-left:80pt;margin-top:-319.8pt;width:2.4pt;height:2.4pt;z-index:251448832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3817FE62">
        <v:shape id="_x0000_s1058" style="position:absolute;margin-left:80pt;margin-top:-80.95pt;width:2.4pt;height:2.4pt;z-index:251447808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0B86CE18">
        <v:shape id="_x0000_s1057" style="position:absolute;margin-left:127.05pt;margin-top:-56.25pt;width:2.4pt;height:2.4pt;z-index:251446784;mso-wrap-edited:f" coordsize="48,48" wrapcoords="-16 0 -16 32 64 32 48 0 -16 0" path="m24,r9,5l43,10r5,4l48,24r,10l43,43,33,48r-9,l14,48,5,43,,34,,24,,14,5,10,14,5,24,xe" fillcolor="#00a7d1" stroked="f">
          <v:path arrowok="t"/>
        </v:shape>
      </w:pict>
    </w:r>
    <w:r>
      <w:rPr>
        <w:noProof/>
      </w:rPr>
      <w:pict w14:anchorId="4D9D360D">
        <v:shape id="_x0000_s1055" style="position:absolute;margin-left:80pt;margin-top:-315pt;width:2.4pt;height:2.4pt;z-index:251444736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232F6791">
        <v:shape id="_x0000_s1054" style="position:absolute;margin-left:80pt;margin-top:-76.15pt;width:2.4pt;height:2.4pt;z-index:251443712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6CA4ED28">
        <v:shape id="_x0000_s1053" style="position:absolute;margin-left:122.25pt;margin-top:-56.25pt;width:2.4pt;height:2.4pt;z-index:251442688;mso-wrap-edited:f" coordsize="48,48" wrapcoords="-16 0 -16 32 64 32 48 0 -16 0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0E2AFC50">
        <v:shape id="_x0000_s1051" style="position:absolute;margin-left:80pt;margin-top:-309.95pt;width:2.4pt;height:2.4pt;z-index:251440640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221E4861">
        <v:shape id="_x0000_s1050" style="position:absolute;margin-left:80pt;margin-top:-71.35pt;width:2.4pt;height:2.4pt;z-index:251439616;mso-wrap-edited:f" coordsize="48,48" wrapcoords="-16 0 -16 32 64 32 48 0 -16 0" path="m,24l,14,5,5,14,,24,,34,r4,5l43,14r5,10l43,34r-5,9l34,48r-10,l14,48,5,43,,34,,24xe" fillcolor="#00a7d1" stroked="f">
          <v:path arrowok="t"/>
        </v:shape>
      </w:pict>
    </w:r>
    <w:r>
      <w:rPr>
        <w:noProof/>
      </w:rPr>
      <w:pict w14:anchorId="7ECB775E">
        <v:shape id="_x0000_s1049" style="position:absolute;margin-left:117.45pt;margin-top:-56.25pt;width:2.4pt;height:2.4pt;z-index:251438592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5EAF51F3">
        <v:shape id="_x0000_s1047" style="position:absolute;margin-left:80pt;margin-top:-305.15pt;width:2.4pt;height:2.4pt;z-index:251436544;mso-wrap-edited:f" coordsize="48,48" wrapcoords="-16 0 -16 32 48 32 48 0 -16 0" path="m,24l,14,5,4,14,,24,,34,r4,4l43,14r5,10l43,33r-5,5l34,43,24,48,14,43,5,38,,33,,24xe" fillcolor="#00a7d1" stroked="f">
          <v:path arrowok="t"/>
        </v:shape>
      </w:pict>
    </w:r>
    <w:r>
      <w:rPr>
        <w:noProof/>
      </w:rPr>
      <w:pict w14:anchorId="06E7BA69">
        <v:shape id="_x0000_s1046" style="position:absolute;margin-left:80pt;margin-top:-66.55pt;width:2.4pt;height:2.4pt;z-index:251435520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02E70D8A">
        <v:shape id="_x0000_s1045" style="position:absolute;margin-left:112.4pt;margin-top:-56.25pt;width:2.4pt;height:2.4pt;z-index:251434496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74FF0DDE">
        <v:shape id="_x0000_s1043" style="position:absolute;margin-left:80pt;margin-top:-300.35pt;width:2.4pt;height:2.4pt;z-index:251432448;mso-wrap-edited:f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 w14:anchorId="77C3FA54">
        <v:shape id="_x0000_s1042" style="position:absolute;margin-left:80pt;margin-top:-61.75pt;width:2.4pt;height:2.65pt;z-index:251431424;mso-wrap-edited:f" coordsize="48,53" wrapcoords="-16 0 -16 40 48 40 48 0 -16 0" path="m,24l,19,5,10,14,5,24,,34,5r4,5l43,19r5,5l43,34r-5,9l34,48,24,53,14,48,5,43,,34,,24xe" fillcolor="#00a7d1" stroked="f">
          <v:path arrowok="t"/>
        </v:shape>
      </w:pict>
    </w:r>
    <w:r>
      <w:rPr>
        <w:noProof/>
      </w:rPr>
      <w:pict w14:anchorId="34676306">
        <v:shape id="_x0000_s1041" style="position:absolute;margin-left:107.6pt;margin-top:-56.25pt;width:2.4pt;height:2.4pt;z-index:251430400;mso-wrap-edited:f" coordsize="48,48" wrapcoords="-16 0 -16 32 64 32 48 0 -16 0" path="m24,l34,5r9,5l48,14r,10l48,34r-5,9l34,48r-10,l15,48,10,43,,34,,24,,14,10,10,15,5,24,xe" fillcolor="#00a7d1" stroked="f">
          <v:path arrowok="t"/>
        </v:shape>
      </w:pict>
    </w:r>
    <w:r>
      <w:rPr>
        <w:noProof/>
      </w:rPr>
      <w:pict w14:anchorId="7D4EB66A">
        <v:shape id="_x0000_s1039" style="position:absolute;margin-left:80pt;margin-top:-295.6pt;width:2.4pt;height:2.4pt;z-index:251428352;mso-wrap-edited:f" coordsize="48,48" wrapcoords="-16 0 -16 32 64 32 48 0 -16 0" path="m,24l,15,5,10,14,5,24,,34,5r4,5l43,15r5,9l43,34,38,44r-4,4l24,48r-10,l5,44,,34,,24xe" fillcolor="#00a7d1" stroked="f">
          <v:path arrowok="t"/>
        </v:shape>
      </w:pict>
    </w:r>
    <w:r>
      <w:rPr>
        <w:noProof/>
      </w:rPr>
      <w:pict w14:anchorId="4FB90D86">
        <v:shape id="_x0000_s1038" style="position:absolute;margin-left:80pt;margin-top:-56.7pt;width:2.4pt;height:2.4pt;z-index:251427328;mso-wrap-edited:f" coordsize="48,48" wrapcoords="-16 0 -16 32 48 32 48 0 -16 0" path="m,24l,14,5,4,14,,24,,34,r4,4l43,14r5,10l43,33r-5,5l34,43,24,48,14,43,5,38,,33,,24xe" fillcolor="#00a7d1" stroked="f">
          <v:path arrowok="t"/>
        </v:shape>
      </w:pict>
    </w:r>
    <w:r>
      <w:rPr>
        <w:noProof/>
      </w:rPr>
      <w:pict w14:anchorId="0948A1D4">
        <v:shape id="_x0000_s1037" style="position:absolute;margin-left:102.8pt;margin-top:-56.25pt;width:2.4pt;height:2.4pt;z-index:251426304;mso-wrap-edited:f" coordsize="48,48" wrapcoords="-16 0 -16 32 64 32 48 0 -16 0" path="m24,l34,5r9,5l48,14r,10l48,34r-5,9l34,48r-10,l15,48,5,43,,34,,24,,14,5,10,15,5,24,xe" fillcolor="#00a7d1" stroked="f">
          <v:path arrowok="t"/>
        </v:shape>
      </w:pict>
    </w:r>
    <w:r>
      <w:rPr>
        <w:noProof/>
      </w:rPr>
      <w:pict w14:anchorId="4274F4D1">
        <v:shape id="_x0000_s1035" style="position:absolute;margin-left:80pt;margin-top:-290.8pt;width:2.4pt;height:2.65pt;z-index:251424256;mso-wrap-edited:f" coordsize="48,53" wrapcoords="-16 0 -16 40 48 40 48 0 -16 0" path="m,24l,20,5,10,14,5,24,,34,5r4,5l43,20r5,4l43,34,38,44r-4,4l24,53,14,48,5,44,,34,,24xe" fillcolor="#00a7d1" stroked="f">
          <v:path arrowok="t"/>
        </v:shape>
      </w:pict>
    </w:r>
    <w:r>
      <w:rPr>
        <w:noProof/>
      </w:rPr>
      <w:pict w14:anchorId="1BE0D59D">
        <v:shape id="_x0000_s1034" style="position:absolute;margin-left:98pt;margin-top:-56.25pt;width:2.4pt;height:2.4pt;z-index:251423232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1B6F99CA">
        <v:shape id="_x0000_s1033" style="position:absolute;margin-left:80pt;margin-top:-285.75pt;width:2.4pt;height:2.4pt;z-index:251422208" coordsize="48,48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236BA53D">
        <v:shape id="_x0000_s1032" style="position:absolute;margin-left:93pt;margin-top:-56.25pt;width:2.6pt;height:2.4pt;z-index:251421184" coordsize="52,48" path="m28,r5,5l43,10r5,4l52,24,48,34r-5,9l33,48r-5,l19,48,9,43,4,34,,24,4,14,9,10,19,5,28,xe" fillcolor="#00a7d1" stroked="f">
          <v:path arrowok="t"/>
        </v:shape>
      </w:pict>
    </w:r>
    <w:r>
      <w:rPr>
        <w:noProof/>
      </w:rPr>
      <w:pict w14:anchorId="73AEDA3E">
        <v:shape id="_x0000_s1031" style="position:absolute;margin-left:80pt;margin-top:-280.95pt;width:2.4pt;height:2.4pt;z-index:251420160" coordsize="48,48" path="m,24l,14,5,5,14,,24,,34,r4,5l43,14r5,10l43,34r-5,4l34,48r-10,l14,48,5,38,,34,,24xe" fillcolor="#00a7d1" stroked="f">
          <v:path arrowok="t"/>
        </v:shape>
      </w:pict>
    </w:r>
    <w:r>
      <w:rPr>
        <w:noProof/>
      </w:rPr>
      <w:pict w14:anchorId="15F7687F">
        <v:shape id="_x0000_s1030" style="position:absolute;margin-left:88.2pt;margin-top:-56.25pt;width:2.4pt;height:2.4pt;z-index:251419136" coordsize="48,48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4F70A03C">
        <v:shape id="_x0000_s1029" style="position:absolute;margin-left:80pt;margin-top:-276.15pt;width:2.4pt;height:2.4pt;z-index:251418112" coordsize="48,48" path="m,24l,14,5,10,14,,24,,34,r4,10l43,14r5,10l43,34r-5,9l34,48r-10,l14,48,5,43,,34,,24xe" fillcolor="#00a7d1" stroked="f">
          <v:path arrowok="t"/>
        </v:shape>
      </w:pict>
    </w:r>
    <w:r>
      <w:rPr>
        <w:noProof/>
      </w:rPr>
      <w:pict w14:anchorId="2EBFFE4E">
        <v:shape id="_x0000_s1028" style="position:absolute;margin-left:83.4pt;margin-top:-56.25pt;width:2.4pt;height:2.4pt;z-index:251417088" coordsize="48,48" path="m24,r9,5l43,10r5,4l48,24r,10l43,43,33,48r-9,l14,48,9,43,,34,,24,,14,9,10,14,5,24,xe" fillcolor="#00a7d1" stroked="f">
          <v:path arrowok="t"/>
        </v:shape>
      </w:pict>
    </w:r>
    <w:r>
      <w:rPr>
        <w:noProof/>
      </w:rPr>
      <w:pict w14:anchorId="168BCE61">
        <v:shape id="_x0000_s1027" style="position:absolute;margin-left:80pt;margin-top:-271.35pt;width:2.4pt;height:2.4pt;z-index:251416064" coordsize="48,48" path="m,24l,14,5,10,14,5,24,,34,5r4,5l43,14r5,10l43,33,38,43r-4,5l24,48r-10,l5,43,,33,,24xe" fillcolor="#00a7d1" stroked="f">
          <v:path arrowok="t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CEF0E" w14:textId="77777777" w:rsidR="00000000" w:rsidRPr="00C63F44" w:rsidRDefault="00000000" w:rsidP="00AB6205">
    <w:pPr>
      <w:pStyle w:val="Zpat"/>
      <w:tabs>
        <w:tab w:val="clear" w:pos="4536"/>
        <w:tab w:val="left" w:pos="993"/>
      </w:tabs>
      <w:ind w:left="567" w:firstLine="142"/>
      <w:jc w:val="center"/>
      <w:rPr>
        <w:rFonts w:ascii="Arial" w:hAnsi="Arial"/>
        <w:color w:val="002060"/>
        <w:sz w:val="18"/>
      </w:rPr>
    </w:pPr>
    <w:r>
      <w:rPr>
        <w:rFonts w:ascii="Arial" w:hAnsi="Arial"/>
        <w:noProof/>
        <w:color w:val="002060"/>
        <w:sz w:val="18"/>
      </w:rPr>
      <w:pict w14:anchorId="783299E8">
        <v:group id="Group 333" o:spid="_x0000_s1359" style="position:absolute;left:0;text-align:left;margin-left:51.05pt;margin-top:1.4pt;width:485.45pt;height:19.4pt;z-index:251753984" coordorigin="1441,15836" coordsize="9854,388" wrapcoords="21466 0 21466 13292 -33 19108 -33 20769 21633 20769 21633 0 21466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" o:allowincell="f">
          <v:shape id="Freeform 334" o:spid="_x0000_s1360" style="position:absolute;left:7131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7y1MMA&#10;AADaAAAADwAAAGRycy9kb3ducmV2LnhtbESPT4vCMBTE74LfITzBm6aKrN2uUaQiK+jFP4c9Pppn&#10;W7Z5KU1su9/eLAgeh5n5DbPa9KYSLTWutKxgNo1AEGdWl5wruF33kxiE88gaK8uk4I8cbNbDwQoT&#10;bTs+U3vxuQgQdgkqKLyvEyldVpBBN7U1cfDutjHog2xyqRvsAtxUch5FH9JgyWGhwJrSgrLfy8Mo&#10;WHbb1KTx7nQ9+u/T58/dmr5dKDUe9dsvEJ56/w6/2getYAH/V8IN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7y1MMAAADaAAAADwAAAAAAAAAAAAAAAACYAgAAZHJzL2Rv&#10;d25yZXYueG1sUEsFBgAAAAAEAAQA9QAAAIgDAAAAAA==&#10;" path="m24,r4,l33,5r5,l38,10r5,l48,14r,5l48,24r,5l48,34r-5,4l38,43r-5,5l28,48r-4,l19,48r-5,l9,43r-5,l4,38,,34,,29,,24,,19,,14,4,10,9,5r5,l19,r5,xe" fillcolor="#00b0f0" stroked="f" strokecolor="#00b0f0" strokeweight=".5pt">
            <v:path arrowok="t" o:connecttype="custom" o:connectlocs="15,0;18,0;21,3;24,3;24,6;27,6;30,9;30,12;30,15;30,18;30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35" o:spid="_x0000_s1361" style="position:absolute;left:707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JXT8QA&#10;AADaAAAADwAAAGRycy9kb3ducmV2LnhtbESPQWvCQBSE7wX/w/IKvTWbSq0xuopEioV6aeLB4yP7&#10;TILZtyG7Jum/7xYKPQ4z8w2z2U2mFQP1rrGs4CWKQRCXVjdcKTgX788JCOeRNbaWScE3OdhtZw8b&#10;TLUd+YuG3FciQNilqKD2vkuldGVNBl1kO+LgXW1v0AfZV1L3OAa4aeU8jt+kwYbDQo0dZTWVt/xu&#10;FCzHfWay5HAqPv3xtLpcrZmGV6WeHqf9GoSnyf+H/9ofWsECfq+EG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yV0/EAAAA2gAAAA8AAAAAAAAAAAAAAAAAmAIAAGRycy9k&#10;b3ducmV2LnhtbFBLBQYAAAAABAAEAPUAAACJAwAAAAA=&#10;" path="m24,r4,l33,5r5,5l43,10r,4l48,19r,5l48,29r-5,5l43,38r-5,5l33,43r,5l28,48r-4,l19,48r-5,l9,43r-5,l,38,,34,,29,,24,,19,,14,,10r4,l9,5r5,l19,r5,xe" fillcolor="#00b0f0" stroked="f" strokecolor="#00b0f0" strokeweight=".5pt">
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336" o:spid="_x0000_s1362" style="position:absolute;left:7010;top:16194;width:32;height:30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6LgcMA&#10;AADaAAAADwAAAGRycy9kb3ducmV2LnhtbESP0WrCQBRE34X+w3ILfdONCirRjaRCoT61aj/gNnvN&#10;hmTvptltjP36riD4OMzMGWazHWwjeup85VjBdJKAIC6crrhU8HV6G69A+ICssXFMCq7kYZs9jTaY&#10;anfhA/XHUIoIYZ+iAhNCm0rpC0MW/cS1xNE7u85iiLIrpe7wEuG2kbMkWUiLFccFgy3tDBX18dcq&#10;WNV/+nWY+yY3P/1y+r2Xn/n8Q6mX5yFfgwg0hEf43n7XChZwuxJvgM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6LgcMAAADaAAAADwAAAAAAAAAAAAAAAACYAgAAZHJzL2Rv&#10;d25yZXYueG1sUEsFBgAAAAAEAAQA9QAAAIgDAAAAAA==&#10;" path="m24,r5,l34,5r4,l43,10r5,l48,14r,5l53,24r-5,5l48,34r,4l43,43r-5,l34,48r-5,l24,48r-5,l14,48r,-5l10,43,5,38r,-4l,29,,24,,19,5,14r,-4l10,10,14,5,19,r5,xe" fillcolor="#00b0f0" stroked="f" strokecolor="#00b0f0" strokeweight=".5pt">
            <v:path arrowok="t" o:connecttype="custom" o:connectlocs="14,0;18,0;21,3;23,3;26,6;29,6;29,9;29,12;32,15;29,18;29,21;29,24;26,27;23,27;21,30;18,30;14,30;11,30;8,30;8,27;6,27;3,24;3,21;0,18;0,15;0,12;3,9;3,6;6,6;8,3;8,3;11,0;14,0" o:connectangles="0,0,0,0,0,0,0,0,0,0,0,0,0,0,0,0,0,0,0,0,0,0,0,0,0,0,0,0,0,0,0,0,0"/>
            <o:lock v:ext="edit" aspectratio="t"/>
          </v:shape>
          <v:shape id="Freeform 337" o:spid="_x0000_s1363" style="position:absolute;left:6950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xso8EA&#10;AADaAAAADwAAAGRycy9kb3ducmV2LnhtbESPT4vCMBTE74LfITzBm6aKrFqNIhVxYb345+Dx0Tzb&#10;YvNSmtjWb79ZWPA4zPxmmPW2M6VoqHaFZQWTcQSCOLW64EzB7XoYLUA4j6yxtEwK3uRgu+n31hhr&#10;2/KZmovPRChhF6OC3PsqltKlORl0Y1sRB+9ha4M+yDqTusY2lJtSTqPoSxosOCzkWFGSU/q8vIyC&#10;ebtLTLLYn64//nha3h/WdM1MqeGg261AeOr8J/xPf+vAwd+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sbKPBAAAA2gAAAA8AAAAAAAAAAAAAAAAAmAIAAGRycy9kb3du&#10;cmV2LnhtbFBLBQYAAAAABAAEAPUAAACGAwAAAAA=&#10;" path="m24,r5,l34,5r4,l43,10r5,4l48,19r,5l48,29r,5l43,38r,5l38,43r-4,5l29,48r-5,l19,48r-5,l10,43,5,38r,-4l,29,,24,,19,5,14r,-4l10,10r,-5l14,5,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338" o:spid="_x0000_s1364" style="position:absolute;left:6891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P40b8A&#10;AADaAAAADwAAAGRycy9kb3ducmV2LnhtbERPy4rCMBTdC/5DuII7TRWZ0dooUhEHxs3oLFxemtsH&#10;NjeliW39e7MYmOXhvJP9YGrRUesqywoW8wgEcWZ1xYWC39tptgbhPLLG2jIpeJGD/W48SjDWtucf&#10;6q6+ECGEXYwKSu+bWEqXlWTQzW1DHLjctgZ9gG0hdYt9CDe1XEbRhzRYcWgosaG0pOxxfRoFn/0h&#10;Nen6eLl9+/Nlc8+tGbqVUtPJcNiC8DT4f/Gf+0srCFvDlXAD5O4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8/jRvwAAANoAAAAPAAAAAAAAAAAAAAAAAJgCAABkcnMvZG93bnJl&#10;di54bWxQSwUGAAAAAAQABAD1AAAAhAMAAAAA&#10;" path="m24,r5,l34,5r4,l43,10r5,4l48,19r,5l48,29r,5l43,38r,5l38,43r-4,5l29,48r-5,l19,48r-5,l10,43r-5,l5,38,,34,,29,,24,,19,,14,5,10,10,5r4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39" o:spid="_x0000_s1365" style="position:absolute;left:6832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9dSsIA&#10;AADaAAAADwAAAGRycy9kb3ducmV2LnhtbESPT4vCMBTE74LfITzBm6aKrFqNIhVxYb345+Dx0Tzb&#10;YvNSmtjWb79ZWPA4zMxvmPW2M6VoqHaFZQWTcQSCOLW64EzB7XoYLUA4j6yxtEwK3uRgu+n31hhr&#10;2/KZmovPRICwi1FB7n0VS+nSnAy6sa2Ig/ewtUEfZJ1JXWMb4KaU0yj6kgYLDgs5VpTklD4vL6Ng&#10;3u4Skyz2p+uPP56W94c1XTNTajjodisQnjr/Cf+3v7WCJfxdCTd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v11KwgAAANoAAAAPAAAAAAAAAAAAAAAAAJgCAABkcnMvZG93&#10;bnJldi54bWxQSwUGAAAAAAQABAD1AAAAhwMAAAAA&#10;" path="m24,r5,l34,5r4,l38,10r5,l43,14r5,5l48,24r,5l43,34r,4l38,43r-4,5l29,48r-5,l19,48r-5,l10,43r-5,l5,38,,34,,29,,24,,19,,14,5,10,10,5r4,l19,r5,xe" fillcolor="#00b0f0" stroked="f" strokecolor="#00b0f0" strokeweight=".5pt">
            <v:path arrowok="t" o:connecttype="custom" o:connectlocs="15,0;18,0;21,3;23,3;23,6;26,6;26,9;29,12;29,15;29,18;26,21;26,24;23,27;23,27;21,30;18,30;15,30;11,30;8,30;6,27;3,27;3,24;0,21;0,18;0,15;0,12;0,9;3,6;3,6;6,3;8,3;11,0;15,0" o:connectangles="0,0,0,0,0,0,0,0,0,0,0,0,0,0,0,0,0,0,0,0,0,0,0,0,0,0,0,0,0,0,0,0,0"/>
            <o:lock v:ext="edit" aspectratio="t"/>
          </v:shape>
          <v:shape id="Freeform 340" o:spid="_x0000_s1366" style="position:absolute;left:677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wf1cQA&#10;AADbAAAADwAAAGRycy9kb3ducmV2LnhtbESPQWvCQBCF7wX/wzKCt7pRpNXoKpIiFuql2oPHITsm&#10;wexsyG6T+O+dQ6G3Gd6b977Z7AZXq47aUHk2MJsmoIhzbysuDPxcDq9LUCEiW6w9k4EHBdhtRy8b&#10;TK3v+Zu6cyyUhHBI0UAZY5NqHfKSHIapb4hFu/nWYZS1LbRtsZdwV+t5krxphxVLQ4kNZSXl9/Ov&#10;M/De7zOXLT9Ol694PK2uN++GbmHMZDzs16AiDfHf/Hf9aQVf6OUXGUBv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8H9XEAAAA2wAAAA8AAAAAAAAAAAAAAAAAmAIAAGRycy9k&#10;b3ducmV2LnhtbFBLBQYAAAAABAAEAPUAAACJAwAAAAA=&#10;" path="m24,r5,l34,5r4,5l43,10r,4l48,19r,5l48,29r-5,5l43,38r-5,5l34,43r,5l29,48r-5,l19,48r-5,l10,43r-5,l,38,,34,,29,,24,,19,,14,,10r5,l10,5r4,l19,r5,xe" fillcolor="#00b0f0" stroked="f" strokecolor="#00b0f0" strokeweight=".5pt">
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341" o:spid="_x0000_s1367" style="position:absolute;left:6710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C6TsAA&#10;AADbAAAADwAAAGRycy9kb3ducmV2LnhtbERPS4vCMBC+C/6HMII3TRVZtRpFKuLCevFx8Dg0Y1ts&#10;JqWJbf33m4UFb/PxPWe97UwpGqpdYVnBZByBIE6tLjhTcLseRgsQziNrLC2Tgjc52G76vTXG2rZ8&#10;pubiMxFC2MWoIPe+iqV0aU4G3dhWxIF72NqgD7DOpK6xDeGmlNMo+pIGCw4NOVaU5JQ+Ly+jYN7u&#10;EpMs9qfrjz+elveHNV0zU2o46HYrEJ46/xH/u791mD+Bv1/CAXL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DC6TsAAAADbAAAADwAAAAAAAAAAAAAAAACYAgAAZHJzL2Rvd25y&#10;ZXYueG1sUEsFBgAAAAAEAAQA9QAAAIUDAAAAAA==&#10;" path="m24,r5,l34,5r5,l44,10r4,l48,14r,5l48,24r,5l48,34r,4l44,43r-5,l34,48r-5,l24,48r-4,l15,48r,-5l10,43,5,38r,-4l,29,,24,,19,5,14r,-4l10,10,15,5,20,r4,xe" fillcolor="#00b0f0" stroked="f" strokecolor="#00b0f0" strokeweight=".5pt">
            <v:path arrowok="t" o:connecttype="custom" o:connectlocs="15,0;18,0;21,3;24,3;28,6;30,6;30,9;30,12;30,15;30,18;30,21;30,24;28,27;24,27;21,30;18,30;15,30;13,30;9,30;9,27;6,27;3,24;3,21;0,18;0,15;0,12;3,9;3,6;6,6;9,3;9,3;13,0;15,0" o:connectangles="0,0,0,0,0,0,0,0,0,0,0,0,0,0,0,0,0,0,0,0,0,0,0,0,0,0,0,0,0,0,0,0,0"/>
            <o:lock v:ext="edit" aspectratio="t"/>
          </v:shape>
          <v:shape id="Freeform 342" o:spid="_x0000_s1368" style="position:absolute;left:6651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IkOcEA&#10;AADbAAAADwAAAGRycy9kb3ducmV2LnhtbERPS4vCMBC+L/gfwgh7W1NlWWs1ilREYb34OHgcmrEt&#10;NpPSxLb+e7Ow4G0+vucsVr2pREuNKy0rGI8iEMSZ1SXnCi7n7VcMwnlkjZVlUvAkB6vl4GOBibYd&#10;H6k9+VyEEHYJKii8rxMpXVaQQTeyNXHgbrYx6ANscqkb7EK4qeQkin6kwZJDQ4E1pQVl99PDKJh2&#10;69Sk8eZw/vW7w+x6s6Zvv5X6HPbrOQhPvX+L/917HeZP4O+XcI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iJDnBAAAA2wAAAA8AAAAAAAAAAAAAAAAAmAIAAGRycy9kb3du&#10;cmV2LnhtbFBLBQYAAAAABAAEAPUAAACGAwAAAAA=&#10;" path="m24,r5,l34,5r5,l44,10r4,4l48,19r,5l48,29r,5l44,38r,5l39,43r-5,5l29,48r-5,l20,48r-5,l10,43,5,38r,-4l,29,,24,,19,5,14r,-4l10,10r,-5l15,5,20,r4,xe" fillcolor="#00b0f0" stroked="f" strokecolor="#00b0f0" strokeweight=".5pt">
            <v:path arrowok="t" o:connecttype="custom" o:connectlocs="15,0;18,0;21,3;24,3;27,6;27,6;29,9;29,12;29,15;29,18;29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343" o:spid="_x0000_s1369" style="position:absolute;left:6591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6BosEA&#10;AADbAAAADwAAAGRycy9kb3ducmV2LnhtbERPTYvCMBC9C/6HMII3TdXFdatRpIusoBd1D3scmrEt&#10;NpPSZNv6740geJvH+5zVpjOlaKh2hWUFk3EEgji1uuBMwe9lN1qAcB5ZY2mZFNzJwWbd760w1rbl&#10;EzVnn4kQwi5GBbn3VSylS3My6Ma2Ig7c1dYGfYB1JnWNbQg3pZxG0VwaLDg05FhRklN6O/8bBZ/t&#10;NjHJ4vt4Ofif49ff1Zqu+VBqOOi2SxCeOv8Wv9x7HebP4PlLO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+ugaLBAAAA2wAAAA8AAAAAAAAAAAAAAAAAmAIAAGRycy9kb3du&#10;cmV2LnhtbFBLBQYAAAAABAAEAPUAAACGAwAAAAA=&#10;" path="m24,r5,l34,5r5,l44,10r4,4l48,19r,5l48,29r,5l44,38r,5l39,43r-5,5l29,48r-5,l20,48r-5,l10,43r-5,l5,38,,34,,29,,24,,19,,14,5,10,10,5r5,l20,r4,xe" fillcolor="#00b0f0" stroked="f" strokecolor="#00b0f0" strokeweight=".5pt">
            <v:path arrowok="t" o:connecttype="custom" o:connectlocs="15,0;18,0;21,3;24,3;28,6;28,6;30,9;30,12;30,15;30,18;30,21;28,24;28,27;24,27;21,30;18,30;15,30;13,30;9,30;6,27;3,27;3,24;0,21;0,18;0,15;0,12;0,9;3,6;3,6;6,3;9,3;13,0;15,0" o:connectangles="0,0,0,0,0,0,0,0,0,0,0,0,0,0,0,0,0,0,0,0,0,0,0,0,0,0,0,0,0,0,0,0,0"/>
            <o:lock v:ext="edit" aspectratio="t"/>
          </v:shape>
          <v:shape id="Freeform 344" o:spid="_x0000_s1370" style="position:absolute;left:653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cZ1sAA&#10;AADbAAAADwAAAGRycy9kb3ducmV2LnhtbERPS4vCMBC+C/6HMII3TRVxtRpFuogLevFx8Dg0Y1ts&#10;JqXJtvXfbwRhb/PxPWe97UwpGqpdYVnBZByBIE6tLjhTcLvuRwsQziNrLC2Tghc52G76vTXG2rZ8&#10;pubiMxFC2MWoIPe+iqV0aU4G3dhWxIF72NqgD7DOpK6xDeGmlNMomkuDBYeGHCtKckqfl1+j4Kvd&#10;JSZZfJ+uR384Le8Pa7pmptRw0O1WIDx1/l/8cf/oMH8G71/CAXL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EcZ1sAAAADbAAAADwAAAAAAAAAAAAAAAACYAgAAZHJzL2Rvd25y&#10;ZXYueG1sUEsFBgAAAAAEAAQA9QAAAIUDAAAAAA==&#10;" path="m24,r5,l34,5r5,l39,10r5,l44,14r4,5l48,24r,5l44,34r,4l39,43r-5,5l29,48r-5,l20,48r-5,l10,43r-5,l5,38,,34,,29,,24,,19,,14,5,10,10,5r5,l20,r4,xe" fillcolor="#00b0f0" stroked="f" strokecolor="#00b0f0" strokeweight=".5pt">
            <v:path arrowok="t" o:connecttype="custom" o:connectlocs="15,0;18,0;21,3;24,3;24,6;28,6;28,9;30,12;30,15;30,18;28,21;28,24;24,27;24,27;21,30;18,30;15,30;13,30;9,30;6,27;3,27;3,24;0,21;0,18;0,15;0,12;0,9;3,6;3,6;6,3;9,3;13,0;15,0" o:connectangles="0,0,0,0,0,0,0,0,0,0,0,0,0,0,0,0,0,0,0,0,0,0,0,0,0,0,0,0,0,0,0,0,0"/>
            <o:lock v:ext="edit" aspectratio="t"/>
          </v:shape>
          <v:shape id="Freeform 345" o:spid="_x0000_s1371" style="position:absolute;left:6473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u8TcEA&#10;AADbAAAADwAAAGRycy9kb3ducmV2LnhtbERPTYvCMBC9C/6HMII3TRXXdatRpIusoBd1D3scmrEt&#10;NpPSZNv6740geJvH+5zVpjOlaKh2hWUFk3EEgji1uuBMwe9lN1qAcB5ZY2mZFNzJwWbd760w1rbl&#10;EzVnn4kQwi5GBbn3VSylS3My6Ma2Ig7c1dYGfYB1JnWNbQg3pZxG0VwaLDg05FhRklN6O/8bBZ/t&#10;NjHJ4vt4Ofif49ff1ZqumSk1HHTbJQhPnX+LX+69DvM/4PlLO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LvE3BAAAA2wAAAA8AAAAAAAAAAAAAAAAAmAIAAGRycy9kb3du&#10;cmV2LnhtbFBLBQYAAAAABAAEAPUAAACGAwAAAAA=&#10;" path="m24,r5,l34,5r5,5l44,10r,4l48,19r,5l48,29r-4,5l44,38r-5,5l34,43r,5l29,48r-5,l20,48r-5,l10,43r-5,l,38,,34,,29,,24,,19,,14,,10r5,l10,5r5,l20,r4,xe" fillcolor="#00b0f0" stroked="f" strokecolor="#00b0f0" strokeweight=".5pt">
            <v:path arrowok="t" o:connecttype="custom" o:connectlocs="15,0;18,0;21,3;21,3;24,6;27,6;27,9;29,12;29,15;29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346" o:spid="_x0000_s1372" style="position:absolute;left:6411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kiOsEA&#10;AADbAAAADwAAAGRycy9kb3ducmV2LnhtbERPS4vCMBC+L/gfwgje1lQR7XaNIl1EQS8+DnscmrEt&#10;20xKk23rvzeC4G0+vucs172pREuNKy0rmIwjEMSZ1SXnCq6X7WcMwnlkjZVlUnAnB+vV4GOJibYd&#10;n6g9+1yEEHYJKii8rxMpXVaQQTe2NXHgbrYx6ANscqkb7EK4qeQ0iubSYMmhocCa0oKyv/O/UbDo&#10;NqlJ45/j5eB3x6/fmzV9O1NqNOw33yA89f4tfrn3Osyfw/OXcIB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/ZIjrBAAAA2wAAAA8AAAAAAAAAAAAAAAAAmAIAAGRycy9kb3du&#10;cmV2LnhtbFBLBQYAAAAABAAEAPUAAACGAwAAAAA=&#10;" path="m24,r5,l33,5r5,l43,10r5,l48,14r,5l48,24r,5l48,34r,4l43,43r-5,l33,48r-4,l24,48r-5,l14,48r,-5l9,43,5,38r,-4l,29,,24,,19,5,14r,-4l9,10,14,5,19,r5,xe" fillcolor="#00b0f0" stroked="f" strokecolor="#00b0f0" strokeweight=".5pt">
            <v:path arrowok="t" o:connecttype="custom" o:connectlocs="15,0;18,0;20,3;23,3;26,6;29,6;29,9;29,12;29,15;29,18;29,21;29,24;26,27;23,27;20,30;18,30;15,30;11,30;8,30;8,27;5,27;3,24;3,21;0,18;0,15;0,12;3,9;3,6;5,6;8,3;8,3;11,0;15,0" o:connectangles="0,0,0,0,0,0,0,0,0,0,0,0,0,0,0,0,0,0,0,0,0,0,0,0,0,0,0,0,0,0,0,0,0"/>
            <o:lock v:ext="edit" aspectratio="t"/>
          </v:shape>
          <v:shape id="Freeform 347" o:spid="_x0000_s1373" style="position:absolute;left:6351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WHocEA&#10;AADbAAAADwAAAGRycy9kb3ducmV2LnhtbERPS4vCMBC+L/gfwgje1lSRtds1ilTEBb34OOxxaMa2&#10;bDMpTWzrvzeC4G0+vucsVr2pREuNKy0rmIwjEMSZ1SXnCi7n7WcMwnlkjZVlUnAnB6vl4GOBibYd&#10;H6k9+VyEEHYJKii8rxMpXVaQQTe2NXHgrrYx6ANscqkb7EK4qeQ0ir6kwZJDQ4E1pQVl/6ebUTDv&#10;1qlJ483hvPe7w/ff1Zq+nSk1GvbrHxCeev8Wv9y/Osyfw/OXcI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Vh6HBAAAA2wAAAA8AAAAAAAAAAAAAAAAAmAIAAGRycy9kb3du&#10;cmV2LnhtbFBLBQYAAAAABAAEAPUAAACGAwAAAAA=&#10;" path="m24,r5,l33,5r5,l43,10r5,4l48,19r,5l48,29r,5l43,38r,5l38,43r-5,5l29,48r-5,l19,48r-5,l9,43,5,38r,-4l,29,,24,,19,5,14r,-4l9,10,9,5r5,l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348" o:spid="_x0000_s1374" style="position:absolute;left:629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oT08QA&#10;AADbAAAADwAAAGRycy9kb3ducmV2LnhtbESPQWvCQBCF7wX/wzKCt7pRpNXoKpIiFuql2oPHITsm&#10;wexsyG6T+O+dQ6G3Gd6b977Z7AZXq47aUHk2MJsmoIhzbysuDPxcDq9LUCEiW6w9k4EHBdhtRy8b&#10;TK3v+Zu6cyyUhHBI0UAZY5NqHfKSHIapb4hFu/nWYZS1LbRtsZdwV+t5krxphxVLQ4kNZSXl9/Ov&#10;M/De7zOXLT9Ol694PK2uN++GbmHMZDzs16AiDfHf/Hf9aQVfYOUXGUBv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KE9PEAAAA2wAAAA8AAAAAAAAAAAAAAAAAmAIAAGRycy9k&#10;b3ducmV2LnhtbFBLBQYAAAAABAAEAPUAAACJAwAAAAA=&#10;" path="m24,r5,l33,5r5,l43,10r5,4l48,19r,5l48,29r,5l43,38r,5l38,43r-5,5l29,48r-5,l19,48r-5,l9,43r-4,l5,38,,34,,29,,24,,19,,14,5,10,9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49" o:spid="_x0000_s1375" style="position:absolute;left:6233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a2SMAA&#10;AADbAAAADwAAAGRycy9kb3ducmV2LnhtbERPS4vCMBC+C/6HMII3TRVZtRpFKuLCevFx8Dg0Y1ts&#10;JqWJbf33m4UFb/PxPWe97UwpGqpdYVnBZByBIE6tLjhTcLseRgsQziNrLC2Tgjc52G76vTXG2rZ8&#10;pubiMxFC2MWoIPe+iqV0aU4G3dhWxIF72NqgD7DOpK6xDeGmlNMo+pIGCw4NOVaU5JQ+Ly+jYN7u&#10;EpMs9qfrjz+elveHNV0zU2o46HYrEJ46/xH/u791mL+Ev1/CAXL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ka2SMAAAADbAAAADwAAAAAAAAAAAAAAAACYAgAAZHJzL2Rvd25y&#10;ZXYueG1sUEsFBgAAAAAEAAQA9QAAAIUDAAAAAA==&#10;" path="m24,r5,l33,5r5,l38,10r5,l43,14r5,5l48,24r,5l43,34r,4l38,43r-5,5l29,48r-5,l19,48r-5,l9,43r-4,l5,38,,34,,29,,24,,19,,14,5,10,9,5r5,l19,r5,xe" fillcolor="#00b0f0" stroked="f" strokecolor="#00b0f0" strokeweight=".5pt">
            <v:path arrowok="t" o:connecttype="custom" o:connectlocs="15,0;18,0;20,3;23,3;23,6;26,6;26,9;29,12;29,15;29,18;26,21;26,24;23,27;23,27;20,30;18,30;15,30;11,30;8,30;5,27;3,27;3,24;0,21;0,18;0,15;0,12;0,9;3,6;3,6;5,3;8,3;11,0;15,0" o:connectangles="0,0,0,0,0,0,0,0,0,0,0,0,0,0,0,0,0,0,0,0,0,0,0,0,0,0,0,0,0,0,0,0,0"/>
            <o:lock v:ext="edit" aspectratio="t"/>
          </v:shape>
          <v:shape id="Freeform 350" o:spid="_x0000_s1376" style="position:absolute;left:617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DVaL8A&#10;AADbAAAADwAAAGRycy9kb3ducmV2LnhtbERPy4rCMBTdD/gP4QruxlSRUatRpCIO6MbHwuWlubbF&#10;5qY0sa1/bxaCy8N5L9edKUVDtSssKxgNIxDEqdUFZwqul93vDITzyBpLy6TgRQ7Wq97PEmNtWz5R&#10;c/aZCCHsYlSQe1/FUro0J4NuaCviwN1tbdAHWGdS19iGcFPKcRT9SYMFh4YcK0pySh/np1EwbTeJ&#10;SWbb4+Xg98f57W5N10yUGvS7zQKEp85/xR/3v1YwDuvDl/AD5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ENVovwAAANsAAAAPAAAAAAAAAAAAAAAAAJgCAABkcnMvZG93bnJl&#10;di54bWxQSwUGAAAAAAQABAD1AAAAhAMAAAAA&#10;" path="m24,r5,l33,5r5,5l43,10r,4l48,19r,5l48,29r-5,5l43,38r-5,5l33,43r,5l29,48r-5,l19,48r-5,l9,43r-4,l,38,,34,,29,,24,,19,,14,,10r5,l9,5r5,l19,r5,xe" fillcolor="#00b0f0" stroked="f" strokecolor="#00b0f0" strokeweight=".5pt">
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351" o:spid="_x0000_s1377" style="position:absolute;left:6111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w88QA&#10;AADbAAAADwAAAGRycy9kb3ducmV2LnhtbESPQWvCQBSE70L/w/IK3nRjEGujq4SU0oJeTHrw+Mg+&#10;k9Ds25DdJum/7wpCj8PMfMPsj5NpxUC9aywrWC0jEMSl1Q1XCr6K98UWhPPIGlvLpOCXHBwPT7M9&#10;JtqOfKEh95UIEHYJKqi97xIpXVmTQbe0HXHwbrY36IPsK6l7HAPctDKOoo002HBYqLGjrKbyO/8x&#10;Cl7GNDPZ9u1cnPzH+fV6s2Ya1krNn6d0B8LT5P/Dj/anVhCv4P4l/AB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ccPPEAAAA2wAAAA8AAAAAAAAAAAAAAAAAmAIAAGRycy9k&#10;b3ducmV2LnhtbFBLBQYAAAAABAAEAPUAAACJAwAAAAA=&#10;" path="m24,r5,l34,5r5,l43,10r5,l48,14r,5l48,24r,5l48,34r,4l43,43r-4,l34,48r-5,l24,48r-5,l15,48r,-5l10,43,5,38r,-4l,29,,24,,19,5,14r,-4l10,10,15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352" o:spid="_x0000_s1378" style="position:absolute;left:6052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uhMMA&#10;AADbAAAADwAAAGRycy9kb3ducmV2LnhtbESPT4vCMBTE78J+h/AWvGm6RdStRpEusoJe/HPY46N5&#10;tsXmpTSx7X57Iwgeh5n5DbNc96YSLTWutKzgaxyBIM6sLjlXcDlvR3MQziNrrCyTgn9ysF59DJaY&#10;aNvxkdqTz0WAsEtQQeF9nUjpsoIMurGtiYN3tY1BH2STS91gF+CmknEUTaXBksNCgTWlBWW3090o&#10;mHWb1KTzn8N5738P339Xa/p2otTws98sQHjq/Tv8au+0gjiG55fw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7uhMMAAADbAAAADwAAAAAAAAAAAAAAAACYAgAAZHJzL2Rv&#10;d25yZXYueG1sUEsFBgAAAAAEAAQA9QAAAIgDAAAAAA==&#10;" path="m24,r5,l34,5r5,l43,10r5,4l48,19r,5l48,29r,5l43,38r,5l39,43r-5,5l29,48r-5,l19,48r-4,l10,43,5,38r,-4l,29,,24,,19,5,14r,-4l10,10r,-5l15,5,19,r5,xe" fillcolor="#00b0f0" stroked="f" strokecolor="#00b0f0" strokeweight=".5pt">
            <v:path arrowok="t" o:connecttype="custom" o:connectlocs="15,0;18,0;21,3;24,3;26,6;26,6;29,9;29,12;29,15;29,18;29,21;26,24;26,27;24,27;21,30;18,30;15,30;11,30;9,30;6,27;6,27;3,24;3,21;0,18;0,15;0,12;3,9;3,6;6,6;6,3;9,3;11,0;15,0" o:connectangles="0,0,0,0,0,0,0,0,0,0,0,0,0,0,0,0,0,0,0,0,0,0,0,0,0,0,0,0,0,0,0,0,0"/>
            <o:lock v:ext="edit" aspectratio="t"/>
          </v:shape>
          <v:shape id="Freeform 353" o:spid="_x0000_s1379" style="position:absolute;left:599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JLH8UA&#10;AADbAAAADwAAAGRycy9kb3ducmV2LnhtbESPzWrDMBCE74W8g9hAb40ctzSJE9kYl9JCc8nPIcfF&#10;2tgm1spYqu2+fVUo5DjMzDfMLptMKwbqXWNZwXIRgSAurW64UnA+vT+tQTiPrLG1TAp+yEGWzh52&#10;mGg78oGGo69EgLBLUEHtfZdI6cqaDLqF7YiDd7W9QR9kX0nd4xjgppVxFL1Kgw2HhRo7Kmoqb8dv&#10;o2A15oUp1m/705f/2G8uV2um4UWpx/mUb0F4mvw9/N/+1AriZ/j7En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wksfxQAAANsAAAAPAAAAAAAAAAAAAAAAAJgCAABkcnMv&#10;ZG93bnJldi54bWxQSwUGAAAAAAQABAD1AAAAigMAAAAA&#10;" path="m24,r5,l34,5r5,l43,10r5,4l48,19r,5l48,29r,5l43,38r,5l39,43r-5,5l29,48r-5,l19,48r-4,l10,43r-5,l5,38,,34,,29,,24,,19,,14,5,10,10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54" o:spid="_x0000_s1380" style="position:absolute;left:593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vTa8QA&#10;AADbAAAADwAAAGRycy9kb3ducmV2LnhtbESPQWuDQBSE74H+h+UVekvWhtBYk42IpTTQXKI95Phw&#10;X1TqvhV3q/bfZwuFHIeZ+YbZp7PpxEiDay0reF5FIIgrq1uuFXyV78sYhPPIGjvLpOCXHKSHh8Ue&#10;E20nPtNY+FoECLsEFTTe94mUrmrIoFvZnjh4VzsY9EEOtdQDTgFuOrmOohdpsOWw0GBPeUPVd/Fj&#10;FGynLDd5/HYqP/3H6fVytWYeN0o9Pc7ZDoSn2d/D/+2jVrDewN+X8APk4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r02vEAAAA2wAAAA8AAAAAAAAAAAAAAAAAmAIAAGRycy9k&#10;b3ducmV2LnhtbFBLBQYAAAAABAAEAPUAAACJAwAAAAA=&#10;" path="m24,r5,l34,5r5,l39,10r4,l43,14r5,5l48,24r,5l43,34r,4l39,43r-5,5l29,48r-5,l19,48r-4,l10,43r-5,l5,38,,34,,29,,24,,19,,14,5,10,10,5r5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55" o:spid="_x0000_s1381" style="position:absolute;left:5874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d28MUA&#10;AADbAAAADwAAAGRycy9kb3ducmV2LnhtbESPzWrDMBCE74W8g9hAb40c0zaJE9kYl9JCc8nPIcfF&#10;2tgm1spYqu2+fVUo5DjMzDfMLptMKwbqXWNZwXIRgSAurW64UnA+vT+tQTiPrLG1TAp+yEGWzh52&#10;mGg78oGGo69EgLBLUEHtfZdI6cqaDLqF7YiDd7W9QR9kX0nd4xjgppVxFL1Kgw2HhRo7Kmoqb8dv&#10;o2A15oUp1m/705f/2G8uV2um4Vmpx/mUb0F4mvw9/N/+1AriF/j7En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Z3bwxQAAANsAAAAPAAAAAAAAAAAAAAAAAJgCAABkcnMv&#10;ZG93bnJldi54bWxQSwUGAAAAAAQABAD1AAAAigMAAAAA&#10;" path="m24,r5,l34,5r5,5l43,10r,4l48,19r,5l48,29r-5,5l43,38r-4,5l34,43r,5l29,48r-5,l19,48r-4,l10,43r-5,l,38,,34,,29,,24,,19,,14,,10r5,l10,5r5,l19,r5,xe" fillcolor="#00b0f0" stroked="f" strokecolor="#00b0f0" strokeweight=".5pt">
            <v:path arrowok="t" o:connecttype="custom" o:connectlocs="15,0;18,0;21,3;21,3;24,6;26,6;26,9;29,12;29,15;29,18;26,21;26,24;24,27;21,27;21,30;18,30;15,30;11,30;9,30;6,27;3,27;0,24;0,21;0,18;0,15;0,12;0,9;0,6;3,6;6,3;9,3;11,0;15,0" o:connectangles="0,0,0,0,0,0,0,0,0,0,0,0,0,0,0,0,0,0,0,0,0,0,0,0,0,0,0,0,0,0,0,0,0"/>
            <o:lock v:ext="edit" aspectratio="t"/>
          </v:shape>
          <v:shape id="Freeform 356" o:spid="_x0000_s1382" style="position:absolute;left:581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Xoh8MA&#10;AADbAAAADwAAAGRycy9kb3ducmV2LnhtbESPT4vCMBTE7wt+h/AEb2uqiKvVKFIRhfXin4PHR/Ns&#10;i81LaWJbv70RFvY4zMxvmOW6M6VoqHaFZQWjYQSCOLW64EzB9bL7noFwHlljaZkUvMjBetX7WmKs&#10;bcsnas4+EwHCLkYFufdVLKVLczLohrYiDt7d1gZ9kHUmdY1tgJtSjqNoKg0WHBZyrCjJKX2cn0bB&#10;T7tJTDLbHi+/fn+c3+7WdM1EqUG/2yxAeOr8f/ivfdAKxlP4fAk/QK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Xoh8MAAADbAAAADwAAAAAAAAAAAAAAAACYAgAAZHJzL2Rv&#10;d25yZXYueG1sUEsFBgAAAAAEAAQA9QAAAIgDAAAAAA==&#10;" path="m24,r4,l33,5r5,l43,10r5,l48,14r,5l48,24r,5l48,34r,4l43,43r-5,l33,48r-5,l24,48r-5,l14,48r,-5l9,43,4,38r,-4l,29,,24,,19,4,14r,-4l9,10,14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357" o:spid="_x0000_s1383" style="position:absolute;left:5753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lNHMMA&#10;AADbAAAADwAAAGRycy9kb3ducmV2LnhtbESPT4vCMBTE7wt+h/AEb2uqyKrVKFIRF/Tin4PHR/Ns&#10;i81LaWJbv70RFvY4zMxvmOW6M6VoqHaFZQWjYQSCOLW64EzB9bL7noFwHlljaZkUvMjBetX7WmKs&#10;bcsnas4+EwHCLkYFufdVLKVLczLohrYiDt7d1gZ9kHUmdY1tgJtSjqPoRxosOCzkWFGSU/o4P42C&#10;abtJTDLbHi8Hvz/Ob3drumai1KDfbRYgPHX+P/zX/tUKxlP4fAk/QK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lNHMMAAADbAAAADwAAAAAAAAAAAAAAAACYAgAAZHJzL2Rv&#10;d25yZXYueG1sUEsFBgAAAAAEAAQA9QAAAIgDAAAAAA==&#10;" path="m24,r4,l33,5r5,l43,10r5,4l48,19r,5l48,29r,5l43,38r,5l38,43r-5,5l28,48r-4,l19,48r-5,l9,43,4,38,,34,,29,,24,,19,,14,4,10r5,l9,5r5,l19,r5,xe" fillcolor="#00b0f0" stroked="f" strokecolor="#00b0f0" strokeweight=".5pt">
            <v:path arrowok="t" o:connecttype="custom" o:connectlocs="15,0;17,0;20,3;23,3;26,6;26,6;29,9;29,12;29,15;29,18;29,21;26,24;26,27;23,27;20,30;17,30;15,30;11,30;8,30;5,27;5,27;2,24;0,21;0,18;0,15;0,12;0,9;2,6;5,6;5,3;8,3;11,0;15,0" o:connectangles="0,0,0,0,0,0,0,0,0,0,0,0,0,0,0,0,0,0,0,0,0,0,0,0,0,0,0,0,0,0,0,0,0"/>
            <o:lock v:ext="edit" aspectratio="t"/>
          </v:shape>
          <v:shape id="Freeform 358" o:spid="_x0000_s1384" style="position:absolute;left:569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bZbr8A&#10;AADbAAAADwAAAGRycy9kb3ducmV2LnhtbERPy4rCMBTdD/gP4QruxlSRUatRpCIO6MbHwuWlubbF&#10;5qY0sa1/bxaCy8N5L9edKUVDtSssKxgNIxDEqdUFZwqul93vDITzyBpLy6TgRQ7Wq97PEmNtWz5R&#10;c/aZCCHsYlSQe1/FUro0J4NuaCviwN1tbdAHWGdS19iGcFPKcRT9SYMFh4YcK0pySh/np1EwbTeJ&#10;SWbb4+Xg98f57W5N10yUGvS7zQKEp85/xR/3v1YwDmPDl/AD5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ZtluvwAAANsAAAAPAAAAAAAAAAAAAAAAAJgCAABkcnMvZG93bnJl&#10;di54bWxQSwUGAAAAAAQABAD1AAAAhAMAAAAA&#10;" path="m24,r4,l33,5r5,l43,10r5,4l48,19r,5l48,29r,5l43,38r,5l38,43r-5,5l28,48r-4,l19,48r-5,l9,43r-5,l4,38,,34,,29,,24,,19,,14,4,10,9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59" o:spid="_x0000_s1385" style="position:absolute;left:5634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89cMA&#10;AADbAAAADwAAAGRycy9kb3ducmV2LnhtbESPQYvCMBSE78L+h/AWvGm6IlqrUaSLrKAXdQ97fDTP&#10;tti8lCa23X9vBMHjMDPfMKtNbyrRUuNKywq+xhEI4szqknMFv5fdKAbhPLLGyjIp+CcHm/XHYIWJ&#10;th2fqD37XAQIuwQVFN7XiZQuK8igG9uaOHhX2xj0QTa51A12AW4qOYmimTRYclgosKa0oOx2vhsF&#10;826bmjT+Pl4O/ue4+Lta07dTpYaf/XYJwlPv3+FXe68VTBbw/BJ+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p89cMAAADbAAAADwAAAAAAAAAAAAAAAACYAgAAZHJzL2Rv&#10;d25yZXYueG1sUEsFBgAAAAAEAAQA9QAAAIgDAAAAAA==&#10;" path="m24,r4,l33,5r5,l38,10r5,l43,14r5,5l48,24r,5l43,34r,4l38,43r-5,5l28,48r-4,l19,48r-5,l9,43r-5,l4,38,,34,,29,,24,,19,,14,4,10,9,5r5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60" o:spid="_x0000_s1386" style="position:absolute;left:5572;top:16194;width:32;height:30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icCcAA&#10;AADbAAAADwAAAGRycy9kb3ducmV2LnhtbERP3WrCMBS+F3yHcITdaeoKU6pRqjBwV1O3Bzg2x6bY&#10;nNQm1m5Pby4ELz++/+W6t7XoqPWVYwXTSQKCuHC64lLB78/neA7CB2SNtWNS8Ece1qvhYImZdnc+&#10;UHcMpYgh7DNUYEJoMil9Yciin7iGOHJn11oMEbal1C3eY7it5XuSfEiLFccGgw1tDRWX480qmF/+&#10;9aZPfZ2bazebnr7kPk+/lXob9fkCRKA+vMRP904rSOP6+CX+ALl6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AicCcAAAADbAAAADwAAAAAAAAAAAAAAAACYAgAAZHJzL2Rvd25y&#10;ZXYueG1sUEsFBgAAAAAEAAQA9QAAAIUDAAAAAA==&#10;" path="m29,r4,l38,5r5,5l48,10r,4l48,19r5,5l48,29r,5l48,38r-5,5l38,43r,5l33,48r-4,l24,48r-5,l14,43r-5,l5,38r,-4l5,29,,24,5,19r,-5l5,10r4,l14,5r5,l24,r5,xe" fillcolor="#00b0f0" stroked="f" strokecolor="#00b0f0" strokeweight=".5pt">
            <v:path arrowok="t" o:connecttype="custom" o:connectlocs="18,0;20,0;23,3;23,3;26,6;29,6;29,9;29,12;32,15;29,18;29,21;29,24;26,27;23,27;23,30;20,30;18,30;14,30;11,30;8,27;5,27;3,24;3,21;3,18;0,15;3,12;3,9;3,6;5,6;8,3;11,3;14,0;18,0" o:connectangles="0,0,0,0,0,0,0,0,0,0,0,0,0,0,0,0,0,0,0,0,0,0,0,0,0,0,0,0,0,0,0,0,0"/>
            <o:lock v:ext="edit" aspectratio="t"/>
          </v:shape>
          <v:shape id="Freeform 361" o:spid="_x0000_s1387" style="position:absolute;left:551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XmLsUA&#10;AADbAAAADwAAAGRycy9kb3ducmV2LnhtbESPzWrDMBCE74W8g9hAb43stDSJE9kYl9JCc8nPIcfF&#10;2tgm1spYqu2+fVUo5DjMzDfMLptMKwbqXWNZQbyIQBCXVjdcKTif3p/WIJxH1thaJgU/5CBLZw87&#10;TLQd+UDD0VciQNglqKD2vkukdGVNBt3CdsTBu9reoA+yr6TucQxw08plFL1Kgw2HhRo7Kmoqb8dv&#10;o2A15oUp1m/705f/2G8uV2um4UWpx/mUb0F4mvw9/N/+1AqeY/j7En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heYuxQAAANsAAAAPAAAAAAAAAAAAAAAAAJgCAABkcnMv&#10;ZG93bnJldi54bWxQSwUGAAAAAAQABAD1AAAAigMAAAAA&#10;" path="m24,r5,l34,5r4,l43,10r5,l48,14r,5l48,24r,5l48,34r,4l43,43r-5,l34,48r-5,l24,48r-5,l14,48r,-5l10,43,5,38r,-4l,29,,24,,19,5,14r,-4l10,10,14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362" o:spid="_x0000_s1388" style="position:absolute;left:545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d4WcUA&#10;AADbAAAADwAAAGRycy9kb3ducmV2LnhtbESPzWrDMBCE74W8g9hAb40ctzSJE9kYl9JCc8nPIcfF&#10;2tgm1spYqu2+fVUo5DjMzDfMLptMKwbqXWNZwXIRgSAurW64UnA+vT+tQTiPrLG1TAp+yEGWzh52&#10;mGg78oGGo69EgLBLUEHtfZdI6cqaDLqF7YiDd7W9QR9kX0nd4xjgppVxFL1Kgw2HhRo7Kmoqb8dv&#10;o2A15oUp1m/705f/2G8uV2um4UWpx/mUb0F4mvw9/N/+1AqeY/j7En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V3hZxQAAANsAAAAPAAAAAAAAAAAAAAAAAJgCAABkcnMv&#10;ZG93bnJldi54bWxQSwUGAAAAAAQABAD1AAAAigMAAAAA&#10;" path="m24,r5,l34,5r4,l43,10r5,4l48,19r,5l48,29r,5l43,38r,5l38,43r-4,5l29,48r-5,l19,48r-5,l10,43,5,38,,34,,29,,24,,19,,14,5,10r5,l10,5r4,l19,r5,xe" fillcolor="#00b0f0" stroked="f" strokecolor="#00b0f0" strokeweight=".5pt">
            <v:path arrowok="t" o:connecttype="custom" o:connectlocs="15,0;18,0;21,3;24,3;27,6;27,6;30,9;30,12;30,15;30,18;30,21;27,24;27,27;24,27;21,30;18,30;15,30;12,30;9,30;6,27;6,27;3,24;0,21;0,18;0,15;0,12;0,9;3,6;6,6;6,3;9,3;12,0;15,0" o:connectangles="0,0,0,0,0,0,0,0,0,0,0,0,0,0,0,0,0,0,0,0,0,0,0,0,0,0,0,0,0,0,0,0,0"/>
            <o:lock v:ext="edit" aspectratio="t"/>
          </v:shape>
          <v:shape id="Freeform 363" o:spid="_x0000_s1389" style="position:absolute;left:5394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vdwsUA&#10;AADbAAAADwAAAGRycy9kb3ducmV2LnhtbESPQWvCQBSE70L/w/IK3nTTRlqNbkKIFIV6qfbQ4yP7&#10;TEKzb0N2m6T/3i0UPA4z8w2zyybTioF611hW8LSMQBCXVjdcKfi8vC3WIJxH1thaJgW/5CBLH2Y7&#10;TLQd+YOGs69EgLBLUEHtfZdI6cqaDLql7YiDd7W9QR9kX0nd4xjgppXPUfQiDTYcFmrsqKip/D7/&#10;GAWvY16YYr0/Xd794bT5ulozDSul5o9TvgXhafL38H/7qBXEMfx9CT9A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93CxQAAANsAAAAPAAAAAAAAAAAAAAAAAJgCAABkcnMv&#10;ZG93bnJldi54bWxQSwUGAAAAAAQABAD1AAAAigMAAAAA&#10;" path="m24,r5,l34,5r4,l38,10r5,l48,14r,5l48,24r,5l48,34r-5,4l38,43r-4,5l29,48r-5,l19,48r-5,l10,43r-5,l5,38,,34,,29,,24,,19,,14,5,10,10,5r4,l19,r5,xe" fillcolor="#00b0f0" stroked="f" strokecolor="#00b0f0" strokeweight=".5pt">
            <v:path arrowok="t" o:connecttype="custom" o:connectlocs="15,0;18,0;21,3;23,3;23,6;26,6;29,9;29,12;29,15;29,18;29,21;26,24;23,27;23,27;21,30;18,30;15,30;11,30;8,30;6,27;3,27;3,24;0,21;0,18;0,15;0,12;0,9;3,6;3,6;6,3;8,3;11,0;15,0" o:connectangles="0,0,0,0,0,0,0,0,0,0,0,0,0,0,0,0,0,0,0,0,0,0,0,0,0,0,0,0,0,0,0,0,0"/>
            <o:lock v:ext="edit" aspectratio="t"/>
          </v:shape>
          <v:shape id="Freeform 364" o:spid="_x0000_s1390" style="position:absolute;left:5334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dg78IA&#10;AADdAAAADwAAAGRycy9kb3ducmV2LnhtbERPTYvCMBC9C/sfwix409RFqluNIl1EQS/qHjwOzdgW&#10;m0lpYtv99xtB8DaP9znLdW8q0VLjSssKJuMIBHFmdcm5gt/LdjQH4TyyxsoyKfgjB+vVx2CJibYd&#10;n6g9+1yEEHYJKii8rxMpXVaQQTe2NXHgbrYx6ANscqkb7EK4qeRXFMXSYMmhocCa0oKy+/lhFMy6&#10;TWrS+c/xcvC74/f1Zk3fTpUafvabBQhPvX+LX+69DvPjeArPb8IJ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R2DvwgAAAN0AAAAPAAAAAAAAAAAAAAAAAJgCAABkcnMvZG93&#10;bnJldi54bWxQSwUGAAAAAAQABAD1AAAAhwMAAAAA&#10;" path="m24,r5,l34,5r4,l38,10r5,l43,14r5,5l48,24r,5l43,34r,4l38,43r-4,5l29,48r-5,l19,48r-5,l10,43r-5,l5,38,,34,,29,,24,,19,,14,5,10,10,5r4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65" o:spid="_x0000_s1391" style="position:absolute;left:5272;top:16194;width:33;height:30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F26MMA&#10;AADdAAAADwAAAGRycy9kb3ducmV2LnhtbERPzWrCQBC+C32HZQredKPSKNFVolCwp1btA0yzYzaY&#10;nY3ZbUz79N2C4G0+vt9ZbXpbi45aXzlWMBknIIgLpysuFXyeXkcLED4ga6wdk4If8rBZPw1WmGl3&#10;4wN1x1CKGMI+QwUmhCaT0heGLPqxa4gjd3atxRBhW0rd4i2G21pOkySVFiuODQYb2hkqLsdvq2Bx&#10;+dXbfubr3Fy7+eTrTX7ks3elhs99vgQRqA8P8d2913F+mr7A/zfxB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F26MMAAADdAAAADwAAAAAAAAAAAAAAAACYAgAAZHJzL2Rv&#10;d25yZXYueG1sUEsFBgAAAAAEAAQA9QAAAIgDAAAAAA==&#10;" path="m29,r5,l34,5r5,l43,10r5,l48,14r,5l53,24r-5,5l48,34r,4l43,43r-4,l34,48r-5,l24,48r-5,l15,43r-5,l5,38r,-4l5,29,,24,5,19r,-5l5,10r5,l15,5r4,l24,r5,xe" fillcolor="#00b0f0" stroked="f" strokecolor="#00b0f0" strokeweight=".5pt">
            <v:path arrowok="t" o:connecttype="custom" o:connectlocs="18,0;21,0;21,3;24,3;27,6;30,6;30,9;30,12;33,15;30,18;30,21;30,24;27,27;24,27;21,30;21,30;18,30;15,30;12,30;9,27;6,27;3,24;3,21;3,18;0,15;3,12;3,9;3,6;6,6;9,3;12,3;15,0;18,0" o:connectangles="0,0,0,0,0,0,0,0,0,0,0,0,0,0,0,0,0,0,0,0,0,0,0,0,0,0,0,0,0,0,0,0,0"/>
            <o:lock v:ext="edit" aspectratio="t"/>
          </v:shape>
          <v:shape id="Freeform 366" o:spid="_x0000_s1392" style="position:absolute;left:5213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lbA8QA&#10;AADdAAAADwAAAGRycy9kb3ducmV2LnhtbERPTWuDQBC9F/oflinkVteWYlKTVYKhpNBcGnvocXAn&#10;KnFnxd2o+ffZQiG3ebzP2eSz6cRIg2stK3iJYhDEldUt1wp+yo/nFQjnkTV2lknBlRzk2ePDBlNt&#10;J/6m8ehrEULYpaig8b5PpXRVQwZdZHviwJ3sYNAHONRSDziFcNPJ1zhOpMGWQ0ODPRUNVefjxShY&#10;TtvCFKvdofzy+8P778maeXxTavE0b9cgPM3+Lv53f+owP0kS+PsmnC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ZWwPEAAAA3QAAAA8AAAAAAAAAAAAAAAAAmAIAAGRycy9k&#10;b3ducmV2LnhtbFBLBQYAAAAABAAEAPUAAACJAwAAAAA=&#10;" path="m24,r5,l34,5r5,l44,10r4,l48,14r,5l48,24r,5l48,34r,4l44,43r-5,l34,48r-5,l24,48r-4,l15,48,10,43,5,38r,-4l,29,,24,,19,5,14r,-4l10,10r,-5l15,5,20,r4,xe" fillcolor="#00b0f0" stroked="f" strokecolor="#00b0f0" strokeweight=".5pt">
            <v:path arrowok="t" o:connecttype="custom" o:connectlocs="15,0;18,0;21,3;24,3;27,6;29,6;29,9;29,12;29,15;29,18;29,21;29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367" o:spid="_x0000_s1393" style="position:absolute;left:515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X+mMIA&#10;AADdAAAADwAAAGRycy9kb3ducmV2LnhtbERPTYvCMBC9C/sfwix409RFqluNIl0WBb2oe/A4NGNb&#10;bCalybb13xtB8DaP9znLdW8q0VLjSssKJuMIBHFmdcm5gr/z72gOwnlkjZVlUnAnB+vVx2CJibYd&#10;H6k9+VyEEHYJKii8rxMpXVaQQTe2NXHgrrYx6ANscqkb7EK4qeRXFMXSYMmhocCa0oKy2+nfKJh1&#10;m9Sk85/Dee+3h+/L1Zq+nSo1/Ow3CxCeev8Wv9w7HebH8Qye34QT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lf6YwgAAAN0AAAAPAAAAAAAAAAAAAAAAAJgCAABkcnMvZG93&#10;bnJldi54bWxQSwUGAAAAAAQABAD1AAAAhwMAAAAA&#10;" path="m24,r5,l34,5r5,l44,10r4,4l48,19r,5l48,29r,5l44,38r,5l39,43r-5,5l29,48r-5,l20,48r-5,l10,43,5,38,,34,,29,,24,,19,,14,5,10r5,l10,5r5,l20,r4,xe" fillcolor="#00b0f0" stroked="f" strokecolor="#00b0f0" strokeweight=".5pt">
            <v:path arrowok="t" o:connecttype="custom" o:connectlocs="15,0;18,0;21,3;24,3;28,6;28,6;30,9;30,12;30,15;30,18;30,21;28,24;28,27;24,27;21,30;18,30;15,30;13,30;9,30;6,27;6,27;3,24;0,21;0,18;0,15;0,12;0,9;3,6;6,6;6,3;9,3;13,0;15,0" o:connectangles="0,0,0,0,0,0,0,0,0,0,0,0,0,0,0,0,0,0,0,0,0,0,0,0,0,0,0,0,0,0,0,0,0"/>
            <o:lock v:ext="edit" aspectratio="t"/>
          </v:shape>
          <v:shape id="Freeform 368" o:spid="_x0000_s1394" style="position:absolute;left:5094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pq6sYA&#10;AADdAAAADwAAAGRycy9kb3ducmV2LnhtbESPQWvCQBCF74X+h2UK3upGkdRGV5FIaUEvag8eh+yY&#10;BLOzIbtN0n/fOQi9zfDevPfNeju6RvXUhdqzgdk0AUVceFtzaeD78vG6BBUissXGMxn4pQDbzfPT&#10;GjPrBz5Rf46lkhAOGRqoYmwzrUNRkcMw9S2xaDffOYyydqW2HQ4S7ho9T5JUO6xZGipsKa+ouJ9/&#10;nIG3YZe7fLk/Xg7x8/h+vXk39gtjJi/jbgUq0hj/zY/rLyv4aSq48o2MoD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pq6sYAAADdAAAADwAAAAAAAAAAAAAAAACYAgAAZHJz&#10;L2Rvd25yZXYueG1sUEsFBgAAAAAEAAQA9QAAAIsDAAAAAA==&#10;" path="m24,r5,l34,5r5,l39,10r5,l48,14r,5l48,24r,5l48,34r-4,4l39,43r-5,5l29,48r-5,l20,48r-5,l10,43r-5,l5,38,,34,,29,,24,,19,,14,5,10,10,5r5,l20,r4,xe" fillcolor="#00b0f0" stroked="f" strokecolor="#00b0f0" strokeweight=".5pt">
            <v:path arrowok="t" o:connecttype="custom" o:connectlocs="15,0;18,0;21,3;24,3;24,6;28,6;30,9;30,12;30,15;30,18;30,21;28,24;24,27;24,27;21,30;18,30;15,30;13,30;9,30;6,27;3,27;3,24;0,21;0,18;0,15;0,12;0,9;3,6;3,6;6,3;9,3;13,0;15,0" o:connectangles="0,0,0,0,0,0,0,0,0,0,0,0,0,0,0,0,0,0,0,0,0,0,0,0,0,0,0,0,0,0,0,0,0"/>
            <o:lock v:ext="edit" aspectratio="t"/>
          </v:shape>
          <v:shape id="Freeform 369" o:spid="_x0000_s1395" style="position:absolute;left:5035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bPccQA&#10;AADdAAAADwAAAGRycy9kb3ducmV2LnhtbERPTWuDQBC9F/Iflink1qwNwUabjYglpNBcEnPIcXAn&#10;KnVnxd2q/ffdQqG3ebzP2WWz6cRIg2stK3heRSCIK6tbrhVcy8PTFoTzyBo7y6Tgmxxk+8XDDlNt&#10;Jz7TePG1CCHsUlTQeN+nUrqqIYNuZXviwN3tYNAHONRSDziFcNPJdRTF0mDLoaHBnoqGqs/Ll1Hw&#10;MuWFKbZvp/LDH0/J7W7NPG6UWj7O+SsIT7P/F/+533WYH8cJ/H4TTpD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Gz3HEAAAA3QAAAA8AAAAAAAAAAAAAAAAAmAIAAGRycy9k&#10;b3ducmV2LnhtbFBLBQYAAAAABAAEAPUAAACJAwAAAAA=&#10;" path="m24,r5,l34,5r5,l39,10r5,l44,14r4,5l48,24r,5l44,34r,4l39,43r-5,5l29,48r-5,l20,48r-5,l10,43r-5,l5,38,,34,,29,,24,,19,,14,5,10,10,5r5,l20,r4,xe" fillcolor="#00b0f0" stroked="f" strokecolor="#00b0f0" strokeweight=".5pt">
            <v:path arrowok="t" o:connecttype="custom" o:connectlocs="15,0;18,0;21,3;24,3;24,6;27,6;27,9;29,12;29,15;29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70" o:spid="_x0000_s1396" style="position:absolute;left:4973;top:16194;width:32;height:30;visibility:visible;mso-wrap-style:square;v-text-anchor:top" coordsize="52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7DGsUA&#10;AADdAAAADwAAAGRycy9kb3ducmV2LnhtbESPQW/CMAyF75P2HyJP4jZSQOqgENDGhsQVOk0crca0&#10;hcapkgy6fz8fJu1m6z2/93m1GVynbhRi69nAZJyBIq68bbk28FnunuegYkK22HkmAz8UYbN+fFhh&#10;Yf2dD3Q7plpJCMcCDTQp9YXWsWrIYRz7nli0sw8Ok6yh1jbgXcJdp6dZlmuHLUtDgz1tG6qux29n&#10;4Gsf5m52OHVvH4tLeerr99zvSmNGT8PrElSiIf2b/673VvDzF+GXb2QE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nsMaxQAAAN0AAAAPAAAAAAAAAAAAAAAAAJgCAABkcnMv&#10;ZG93bnJldi54bWxQSwUGAAAAAAQABAD1AAAAigMAAAAA&#10;" path="m24,r9,l33,5r5,l43,10r5,l48,14r,5l52,24r-4,5l48,34r,4l43,43r-5,l33,48r-9,l19,48,14,43r-5,l5,38r,-4l5,29,,24,5,19r,-5l5,10r4,l14,5r5,l19,r5,xe" fillcolor="#00b0f0" stroked="f" strokecolor="#00b0f0" strokeweight=".5pt">
            <v:path arrowok="t" o:connecttype="custom" o:connectlocs="15,0;20,0;20,3;23,3;26,6;30,6;30,9;30,12;32,15;30,18;30,21;30,24;26,27;23,27;20,30;20,30;15,30;12,30;12,30;9,27;6,27;3,24;3,21;3,18;0,15;3,12;3,9;3,6;6,6;9,3;12,3;12,0;15,0" o:connectangles="0,0,0,0,0,0,0,0,0,0,0,0,0,0,0,0,0,0,0,0,0,0,0,0,0,0,0,0,0,0,0,0,0"/>
            <o:lock v:ext="edit" aspectratio="t"/>
          </v:shape>
          <v:shape id="Freeform 371" o:spid="_x0000_s1397" style="position:absolute;left:491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lVqsIA&#10;AADdAAAADwAAAGRycy9kb3ducmV2LnhtbERPS4vCMBC+C/6HMII3TRXxUY0iFXFhvfg4eByasS02&#10;k9LEtv77zcLC3ubje85m15lSNFS7wrKCyTgCQZxaXXCm4H47jpYgnEfWWFomBR9ysNv2exuMtW35&#10;Qs3VZyKEsItRQe59FUvp0pwMurGtiAP3tLVBH2CdSV1jG8JNKadRNJcGCw4NOVaU5JS+rm+jYNHu&#10;E5MsD+fbtz+dV4+nNV0zU2o46PZrEJ46/y/+c3/pMH++mMDvN+EE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6VWqwgAAAN0AAAAPAAAAAAAAAAAAAAAAAJgCAABkcnMvZG93&#10;bnJldi54bWxQSwUGAAAAAAQABAD1AAAAhwMAAAAA&#10;" path="m24,r5,l33,5r5,l43,10r5,4l48,19r,5l48,29r,5l43,38r,5l38,43r-5,5l29,48r-5,l19,48r-5,l9,43,5,38r,-4l,29,,24,,19,5,14r,-4l9,10,9,5r5,l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372" o:spid="_x0000_s1398" style="position:absolute;left:4854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vL3cIA&#10;AADdAAAADwAAAGRycy9kb3ducmV2LnhtbERPTYvCMBC9L/gfwgje1lQRrdUoUhEX9LK6B49DM7bF&#10;ZlKa2NZ/vxEW9jaP9znrbW8q0VLjSssKJuMIBHFmdcm5gp/r4TMG4TyyxsoyKXiRg+1m8LHGRNuO&#10;v6m9+FyEEHYJKii8rxMpXVaQQTe2NXHg7rYx6ANscqkb7EK4qeQ0iubSYMmhocCa0oKyx+VpFCy6&#10;XWrSeH++nvzxvLzdrenbmVKjYb9bgfDU+3/xn/tLh/nzxRTe34QT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8vdwgAAAN0AAAAPAAAAAAAAAAAAAAAAAJgCAABkcnMvZG93&#10;bnJldi54bWxQSwUGAAAAAAQABAD1AAAAhwMAAAAA&#10;" path="m24,r5,l33,5r5,l43,10r5,4l48,19r,5l48,29r,5l43,38r,5l38,43r-5,5l29,48r-5,l19,48r-5,l9,43,5,38,,34,,29,,24,,19,,14,5,10r4,l9,5r5,l19,r5,xe" fillcolor="#00b0f0" stroked="f" strokecolor="#00b0f0" strokeweight=".5pt">
            <v:path arrowok="t" o:connecttype="custom" o:connectlocs="15,0;18,0;21,3;24,3;27,6;27,6;30,9;30,12;30,15;30,18;30,21;27,24;27,27;24,27;21,30;18,30;15,30;12,30;9,30;6,27;6,27;3,24;0,21;0,18;0,15;0,12;0,9;3,6;6,6;6,3;9,3;12,0;15,0" o:connectangles="0,0,0,0,0,0,0,0,0,0,0,0,0,0,0,0,0,0,0,0,0,0,0,0,0,0,0,0,0,0,0,0,0"/>
            <o:lock v:ext="edit" aspectratio="t"/>
          </v:shape>
          <v:shape id="Freeform 373" o:spid="_x0000_s1399" style="position:absolute;left:4795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duRsMA&#10;AADdAAAADwAAAGRycy9kb3ducmV2LnhtbERPS4vCMBC+C/sfwix403RX8VGNIhVR0Iu6hz0OzdiW&#10;bSalybb13xtB8DYf33OW686UoqHaFZYVfA0jEMSp1QVnCn6uu8EMhPPIGkvLpOBODtarj94SY21b&#10;PlNz8ZkIIexiVJB7X8VSujQng25oK+LA3Wxt0AdYZ1LX2IZwU8rvKJpIgwWHhhwrSnJK/y7/RsG0&#10;3SQmmW1P16Pfn+a/N2u6ZqxU/7PbLEB46vxb/HIfdJg/mY7g+U04Qa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duRsMAAADdAAAADwAAAAAAAAAAAAAAAACYAgAAZHJzL2Rv&#10;d25yZXYueG1sUEsFBgAAAAAEAAQA9QAAAIgDAAAAAA==&#10;" path="m24,r5,l33,5r5,l38,10r5,l48,14r,5l48,24r,5l48,34r-5,4l38,43r-5,5l29,48r-5,l19,48r-5,l9,43r-4,l5,38,,34,,29,,24,,19,,14,5,10,9,5r5,l19,r5,xe" fillcolor="#00b0f0" stroked="f" strokecolor="#00b0f0" strokeweight=".5pt">
            <v:path arrowok="t" o:connecttype="custom" o:connectlocs="15,0;18,0;20,3;23,3;23,6;26,6;29,9;29,12;29,15;29,18;29,21;26,24;23,27;23,27;20,30;18,30;15,30;11,30;8,30;5,27;3,27;3,24;0,21;0,18;0,15;0,12;0,9;3,6;3,6;5,3;8,3;11,0;15,0" o:connectangles="0,0,0,0,0,0,0,0,0,0,0,0,0,0,0,0,0,0,0,0,0,0,0,0,0,0,0,0,0,0,0,0,0"/>
            <o:lock v:ext="edit" aspectratio="t"/>
          </v:shape>
          <v:shape id="Freeform 374" o:spid="_x0000_s1400" style="position:absolute;left:4735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72MsIA&#10;AADdAAAADwAAAGRycy9kb3ducmV2LnhtbERPTYvCMBC9C/6HMII3TRXRWo0iFVlhvazuwePQjG2x&#10;mZQmtt1/bxYW9jaP9znbfW8q0VLjSssKZtMIBHFmdcm5gu/baRKDcB5ZY2WZFPyQg/1uONhiom3H&#10;X9RefS5CCLsEFRTe14mULivIoJvamjhwD9sY9AE2udQNdiHcVHIeRUtpsOTQUGBNaUHZ8/oyClbd&#10;ITVpfLzcPv3HZX1/WNO3C6XGo/6wAeGp9//iP/dZh/nL1QJ+vwkny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nvYywgAAAN0AAAAPAAAAAAAAAAAAAAAAAJgCAABkcnMvZG93&#10;bnJldi54bWxQSwUGAAAAAAQABAD1AAAAhwMAAAAA&#10;" path="m24,r5,l33,5r5,5l43,10r,4l48,19r,5l48,29r-5,5l43,38r-5,5l33,43r,5l29,48r-5,l19,48r-5,l9,43r-4,l,38,,34,,29,,24,,19,,14,,10r5,l9,5r5,l19,r5,xe" fillcolor="#00b0f0" stroked="f" strokecolor="#00b0f0" strokeweight=".5pt">
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375" o:spid="_x0000_s1401" style="position:absolute;left:4673;top:16194;width:33;height:30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jgNcQA&#10;AADdAAAADwAAAGRycy9kb3ducmV2LnhtbERPzWrCQBC+F3yHZQRvdWOlKtGNpILQntqqDzBmx2xI&#10;djZm15j26buFQm/z8f3OZjvYRvTU+cqxgtk0AUFcOF1xqeB03D+uQPiArLFxTAq+yMM2Gz1sMNXu&#10;zp/UH0IpYgj7FBWYENpUSl8YsuinriWO3MV1FkOEXSl1h/cYbhv5lCQLabHi2GCwpZ2hoj7crIJV&#10;/a1fhrlvcnPtl7Pzm/zI5+9KTcZDvgYRaAj/4j/3q47zF8tn+P0mni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44DXEAAAA3QAAAA8AAAAAAAAAAAAAAAAAmAIAAGRycy9k&#10;b3ducmV2LnhtbFBLBQYAAAAABAAEAPUAAACJAwAAAAA=&#10;" path="m24,r5,l34,5r4,l43,10r5,l48,14r,5l53,24r-5,5l48,34r,4l43,43r-5,l34,48r-5,l24,48r-5,l15,43r-5,l5,38r,-4l5,29,,24,5,19r,-5l5,10r5,l15,5r4,l19,r5,xe" fillcolor="#00b0f0" stroked="f" strokecolor="#00b0f0" strokeweight=".5pt">
            <v:path arrowok="t" o:connecttype="custom" o:connectlocs="15,0;18,0;21,3;24,3;27,6;30,6;30,9;30,12;33,15;30,18;30,21;30,24;27,27;24,27;21,30;18,30;15,30;12,30;12,30;9,27;6,27;3,24;3,21;3,18;0,15;3,12;3,9;3,6;6,6;9,3;12,3;12,0;15,0" o:connectangles="0,0,0,0,0,0,0,0,0,0,0,0,0,0,0,0,0,0,0,0,0,0,0,0,0,0,0,0,0,0,0,0,0"/>
            <o:lock v:ext="edit" aspectratio="t"/>
          </v:shape>
          <v:shape id="Freeform 376" o:spid="_x0000_s1402" style="position:absolute;left:4614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DN3sIA&#10;AADdAAAADwAAAGRycy9kb3ducmV2LnhtbERPTYvCMBC9C/sfwix409RFqluNIl0WBb2oe/A4NGNb&#10;bCalybb13xtB8DaP9znLdW8q0VLjSssKJuMIBHFmdcm5gr/z72gOwnlkjZVlUnAnB+vVx2CJibYd&#10;H6k9+VyEEHYJKii8rxMpXVaQQTe2NXHgrrYx6ANscqkb7EK4qeRXFMXSYMmhocCa0oKy2+nfKJh1&#10;m9Sk85/Dee+3h+/L1Zq+nSo1/Ow3CxCeev8Wv9w7HebHsxie34QT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AM3ewgAAAN0AAAAPAAAAAAAAAAAAAAAAAJgCAABkcnMvZG93&#10;bnJldi54bWxQSwUGAAAAAAQABAD1AAAAhwMAAAAA&#10;" path="m24,r5,l34,5r5,l43,10r5,4l48,19r,5l48,29r,5l43,38r,5l39,43r-5,5l29,48r-5,l19,48r-4,l10,43,5,38r,-4l,29,,24,,19,5,14r,-4l10,10r,-5l15,5,19,r5,xe" fillcolor="#00b0f0" stroked="f" strokecolor="#00b0f0" strokeweight=".5pt">
            <v:path arrowok="t" o:connecttype="custom" o:connectlocs="15,0;18,0;21,3;24,3;26,6;26,6;29,9;29,12;29,15;29,18;29,21;26,24;26,27;24,27;21,30;18,30;15,30;11,30;9,30;6,27;6,27;3,24;3,21;0,18;0,15;0,12;3,9;3,6;6,6;6,3;9,3;11,0;15,0" o:connectangles="0,0,0,0,0,0,0,0,0,0,0,0,0,0,0,0,0,0,0,0,0,0,0,0,0,0,0,0,0,0,0,0,0"/>
            <o:lock v:ext="edit" aspectratio="t"/>
          </v:shape>
          <v:shape id="Freeform 377" o:spid="_x0000_s1403" style="position:absolute;left:4554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P8N8YA&#10;AADdAAAADwAAAGRycy9kb3ducmV2LnhtbESPS2vDQAyE74X8h0WB3pp1QsnD8SYEl9JCc2nSQ47C&#10;Kz+IV2u8W9v999Wh0JvEjGY+ZcfJtWqgPjSeDSwXCSjiwtuGKwNf19enLagQkS22nsnADwU4HmYP&#10;GabWj/xJwyVWSkI4pGigjrFLtQ5FTQ7DwnfEopW+dxhl7Sttexwl3LV6lSRr7bBhaaixo7ym4n75&#10;dgY24yl3+fblfP2Ib+fdrfRuGp6NeZxPpz2oSFP8N/9dv1vBX28EV76REfTh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P8N8YAAADdAAAADwAAAAAAAAAAAAAAAACYAgAAZHJz&#10;L2Rvd25yZXYueG1sUEsFBgAAAAAEAAQA9QAAAIsDAAAAAA==&#10;" path="m24,r5,l34,5r5,l43,10r5,4l48,19r,5l48,29r,5l43,38r,5l39,43r-5,5l29,48r-5,l19,48r-4,l10,43r-5,l5,38,,34,,29,,24,,19,,14,5,10,10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78" o:spid="_x0000_s1404" style="position:absolute;left:4495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9ZrMMA&#10;AADdAAAADwAAAGRycy9kb3ducmV2LnhtbERPS4vCMBC+C/sfwix409RFtHaNIl0WBb34OOxxaMa2&#10;2ExKk23rvzeC4G0+vucs172pREuNKy0rmIwjEMSZ1SXnCi7n31EMwnlkjZVlUnAnB+vVx2CJibYd&#10;H6k9+VyEEHYJKii8rxMpXVaQQTe2NXHgrrYx6ANscqkb7EK4qeRXFM2kwZJDQ4E1pQVlt9O/UTDv&#10;NqlJ45/Dee+3h8Xf1Zq+nSo1/Ow33yA89f4tfrl3OsyfzRfw/Cac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Z9ZrMMAAADdAAAADwAAAAAAAAAAAAAAAACYAgAAZHJzL2Rv&#10;d25yZXYueG1sUEsFBgAAAAAEAAQA9QAAAIgDAAAAAA==&#10;" path="m24,r5,l34,5r5,l39,10r4,l48,14r,5l48,24r,5l48,34r-5,4l39,43r-5,5l29,48r-5,l19,48r-4,l10,43r-5,l5,38,,34,,29,,24,,19,,14,5,10,10,5r5,l19,r5,xe" fillcolor="#00b0f0" stroked="f" strokecolor="#00b0f0" strokeweight=".5pt">
            <v:path arrowok="t" o:connecttype="custom" o:connectlocs="15,0;18,0;21,3;24,3;24,6;27,6;30,9;30,12;30,15;30,18;30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79" o:spid="_x0000_s1405" style="position:absolute;left:4436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CAFsYA&#10;AADdAAAADwAAAGRycy9kb3ducmV2LnhtbESPT2vCQBDF7wW/wzJCb3WjFBujq0iktFAv/jl4HLJj&#10;EszOhuw2Sb9951DobYb35r3fbHaja1RPXag9G5jPElDEhbc1lwaul/eXFFSIyBYbz2TghwLstpOn&#10;DWbWD3yi/hxLJSEcMjRQxdhmWoeiIodh5lti0e6+cxhl7UptOxwk3DV6kSRL7bBmaaiwpbyi4nH+&#10;dgbehn3u8vRwvHzFj+Pqdvdu7F+NeZ6O+zWoSGP8N/9df1rBX6bCL9/ICHr7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CAFsYAAADdAAAADwAAAAAAAAAAAAAAAACYAgAAZHJz&#10;L2Rvd25yZXYueG1sUEsFBgAAAAAEAAQA9QAAAIsDAAAAAA==&#10;" path="m24,r5,l34,5r5,5l43,10r,4l48,19r,5l48,29r-5,5l43,38r-4,5l34,43r,5l29,48r-5,l19,48r-4,l10,43r-5,l,38,,34,,29,,24,,19,,14,,10r5,l10,5r5,l19,r5,xe" fillcolor="#00b0f0" stroked="f" strokecolor="#00b0f0" strokeweight=".5pt">
            <v:path arrowok="t" o:connecttype="custom" o:connectlocs="15,0;18,0;21,3;21,3;24,6;26,6;26,9;29,12;29,15;29,18;26,21;26,24;24,27;21,27;21,30;18,30;15,30;11,30;9,30;6,27;3,27;0,24;0,21;0,18;0,15;0,12;0,9;0,6;3,6;6,3;9,3;11,0;15,0" o:connectangles="0,0,0,0,0,0,0,0,0,0,0,0,0,0,0,0,0,0,0,0,0,0,0,0,0,0,0,0,0,0,0,0,0"/>
            <o:lock v:ext="edit" aspectratio="t"/>
          </v:shape>
          <v:shape id="Freeform 380" o:spid="_x0000_s1406" style="position:absolute;left:4374;top:16194;width:32;height:30;visibility:visible;mso-wrap-style:square;v-text-anchor:top" coordsize="52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cWpsMA&#10;AADdAAAADwAAAGRycy9kb3ducmV2LnhtbERPTWvCQBC9F/wPyxR6qxsthJi6kWoreNWI5Dhkp0k0&#10;Oxt2tyb9991Cobd5vM9ZbybTizs531lWsJgnIIhrqztuFJzL/XMGwgdkjb1lUvBNHjbF7GGNubYj&#10;H+l+Co2IIexzVNCGMORS+rolg35uB+LIfVpnMEToGqkdjjHc9HKZJKk02HFsaHGgXUv17fRlFFwO&#10;LjMvx6rffqyuZTU076ndl0o9PU5vryACTeFf/Oc+6Dg/zRbw+008QR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cWpsMAAADdAAAADwAAAAAAAAAAAAAAAACYAgAAZHJzL2Rv&#10;d25yZXYueG1sUEsFBgAAAAAEAAQA9QAAAIgDAAAAAA==&#10;" path="m24,r4,l33,5r5,l43,10r4,l47,14r,5l52,24r-5,5l47,34r,4l43,43r-5,l33,48r-5,l24,48r-5,l14,48r,-5l9,43,4,38r,-4l4,29,,24,4,19r,-5l4,10r5,l14,5,19,r5,xe" fillcolor="#00b0f0" stroked="f" strokecolor="#00b0f0" strokeweight=".5pt">
            <v:path arrowok="t" o:connecttype="custom" o:connectlocs="15,0;17,0;20,3;23,3;26,6;29,6;29,9;29,12;32,15;29,18;29,21;29,24;26,27;23,27;20,30;17,30;15,30;12,30;9,30;9,27;6,27;2,24;2,21;2,18;0,15;2,12;2,9;2,6;6,6;9,3;9,3;12,0;15,0" o:connectangles="0,0,0,0,0,0,0,0,0,0,0,0,0,0,0,0,0,0,0,0,0,0,0,0,0,0,0,0,0,0,0,0,0"/>
            <o:lock v:ext="edit" aspectratio="t"/>
          </v:shape>
          <v:shape id="Freeform 381" o:spid="_x0000_s1407" style="position:absolute;left:4315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67+sQA&#10;AADdAAAADwAAAGRycy9kb3ducmV2LnhtbERPTWvCQBC9F/wPywi91U1FbExdRSLSQr2YeOhxyI7Z&#10;0OxsyK5J+u+7hUJv83ifs91PthUD9b5xrOB5kYAgrpxuuFZwLU9PKQgfkDW2jknBN3nY72YPW8y0&#10;G/lCQxFqEUPYZ6jAhNBlUvrKkEW/cB1x5G6utxgi7GupexxjuG3lMknW0mLDscFgR7mh6qu4WwUv&#10;4yG3eXo8lx/h7bz5vDk7DSulHufT4RVEoCn8i//c7zrOX6dL+P0mni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uu/rEAAAA3QAAAA8AAAAAAAAAAAAAAAAAmAIAAGRycy9k&#10;b3ducmV2LnhtbFBLBQYAAAAABAAEAPUAAACJAwAAAAA=&#10;" path="m24,r4,l33,5r5,l43,10r5,4l48,19r,5l48,29r,5l43,38r,5l38,43r-5,5l28,48r-4,l19,48r-5,l9,43,4,38r,-4l,29,,24,,19,4,14r,-4l9,10,9,5r5,l19,r5,xe" fillcolor="#00b0f0" stroked="f" strokecolor="#00b0f0" strokeweight=".5pt">
            <v:path arrowok="t" o:connecttype="custom" o:connectlocs="15,0;17,0;20,3;23,3;26,6;26,6;29,9;29,12;29,15;29,18;29,21;26,24;26,27;23,27;20,30;17,30;15,30;11,30;8,30;5,27;5,27;2,24;2,21;0,18;0,15;0,12;2,9;2,6;5,6;5,3;8,3;11,0;15,0" o:connectangles="0,0,0,0,0,0,0,0,0,0,0,0,0,0,0,0,0,0,0,0,0,0,0,0,0,0,0,0,0,0,0,0,0"/>
            <o:lock v:ext="edit" aspectratio="t"/>
          </v:shape>
          <v:shape id="Freeform 382" o:spid="_x0000_s1408" style="position:absolute;left:4255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IeYcMA&#10;AADdAAAADwAAAGRycy9kb3ducmV2LnhtbERPTWvCQBC9C/6HZQRvutGKpqmrSIpUqBe1hx6H7JgE&#10;s7Mhuybpv3eFgrd5vM9Zb3tTiZYaV1pWMJtGIIgzq0vOFfxc9pMYhPPIGivLpOCPHGw3w8EaE207&#10;PlF79rkIIewSVFB4XydSuqwgg25qa+LAXW1j0AfY5FI32IVwU8l5FC2lwZJDQ4E1pQVlt/PdKFh1&#10;u9Sk8efx8u2/ju+/V2v6dqHUeNTvPkB46v1L/O8+6DB/Gb/B85twgt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IeYcMAAADdAAAADwAAAAAAAAAAAAAAAACYAgAAZHJzL2Rv&#10;d25yZXYueG1sUEsFBgAAAAAEAAQA9QAAAIgDAAAAAA==&#10;" path="m24,r4,l33,5r5,l43,10r5,4l48,19r,5l48,29r,5l43,38r,5l38,43r-5,5l28,48r-4,l19,48r-5,l9,43r-5,l4,38,,34,,29,,24,,19,,14,4,10,9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83" o:spid="_x0000_s1409" style="position:absolute;left:419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uGFcQA&#10;AADdAAAADwAAAGRycy9kb3ducmV2LnhtbERPyWrDMBC9F/IPYgK9NXJDSB03ijEOpYXmkuXQ42BN&#10;LFNrZCzVdv4+KhR6m8dbZ5tPthUD9b5xrOB5kYAgrpxuuFZwOb89pSB8QNbYOiYFN/KQ72YPW8y0&#10;G/lIwynUIoawz1CBCaHLpPSVIYt+4TriyF1dbzFE2NdS9zjGcNvKZZKspcWGY4PBjkpD1ffpxyp4&#10;GYvSlun+cP4M74fN19XZaVgp9TifilcQgabwL/5zf+g4f52u4PebeIL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LhhXEAAAA3QAAAA8AAAAAAAAAAAAAAAAAmAIAAGRycy9k&#10;b3ducmV2LnhtbFBLBQYAAAAABAAEAPUAAACJAwAAAAA=&#10;" path="m24,r4,l33,5r5,l38,10r5,l43,14r5,5l48,24r,5l43,34r,4l38,43r-5,5l28,48r-4,l19,48r-5,l9,43r-5,l4,38,,34,,29,,24,,19,,14,4,10,9,5r5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84" o:spid="_x0000_s1410" style="position:absolute;left:4137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cjjsMA&#10;AADdAAAADwAAAGRycy9kb3ducmV2LnhtbERPTWvCQBC9C/6HZQRvulGqpqmrSIpUqBe1hx6H7JgE&#10;s7Mhuybpv3eFgrd5vM9Zb3tTiZYaV1pWMJtGIIgzq0vOFfxc9pMYhPPIGivLpOCPHGw3w8EaE207&#10;PlF79rkIIewSVFB4XydSuqwgg25qa+LAXW1j0AfY5FI32IVwU8l5FC2lwZJDQ4E1pQVlt/PdKFh1&#10;u9Sk8efx8u2/ju+/V2v69k2p8ajffYDw1PuX+N990GH+Ml7A85twgt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cjjsMAAADdAAAADwAAAAAAAAAAAAAAAACYAgAAZHJzL2Rv&#10;d25yZXYueG1sUEsFBgAAAAAEAAQA9QAAAIgDAAAAAA==&#10;" path="m24,r4,l33,5r5,5l43,10r,4l48,19r,5l48,29r-5,5l43,38r-5,5l33,43r,5l28,48r-4,l19,48r-5,l9,43r-5,l,38,,34,,29,,24,,19,,14,,10r4,l9,5r5,l19,r5,xe" fillcolor="#00b0f0" stroked="f" strokecolor="#00b0f0" strokeweight=".5pt">
            <v:path arrowok="t" o:connecttype="custom" o:connectlocs="15,0;17,0;20,3;20,3;23,6;26,6;26,9;29,12;29,15;29,18;26,21;26,24;23,27;20,27;20,30;17,30;15,30;11,30;8,30;5,27;2,27;0,24;0,21;0,18;0,15;0,12;0,9;0,6;2,6;5,3;8,3;11,0;15,0" o:connectangles="0,0,0,0,0,0,0,0,0,0,0,0,0,0,0,0,0,0,0,0,0,0,0,0,0,0,0,0,0,0,0,0,0"/>
            <o:lock v:ext="edit" aspectratio="t"/>
          </v:shape>
          <v:shape id="Freeform 385" o:spid="_x0000_s1411" style="position:absolute;left:4074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W9+cMA&#10;AADdAAAADwAAAGRycy9kb3ducmV2LnhtbERPTWvCQBC9C/6HZQRvulEkpqmrhBSx0FyqPfQ4ZMck&#10;NDsbstsk/ffdQsHbPN7nHE6TacVAvWssK9isIxDEpdUNVwo+budVAsJ5ZI2tZVLwQw5Ox/nsgKm2&#10;I7/TcPWVCCHsUlRQe9+lUrqyJoNubTviwN1tb9AH2FdS9ziGcNPKbRTF0mDDoaHGjvKayq/rt1Gw&#10;H7Pc5MlLcXvzl+Lp827NNOyUWi6m7BmEp8k/xP/uVx3mx0kMf9+EE+Tx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W9+cMAAADdAAAADwAAAAAAAAAAAAAAAACYAgAAZHJzL2Rv&#10;d25yZXYueG1sUEsFBgAAAAAEAAQA9QAAAIgDAAAAAA==&#10;" path="m24,r5,l33,5r5,l43,10r5,l48,14r,5l48,24r,5l48,34r,4l43,43r-5,l33,48r-4,l24,48r-5,l14,48r,-5l10,43,5,38r,-4l,29,,24,,19,5,14r,-4l10,10,14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386" o:spid="_x0000_s1412" style="position:absolute;left:4015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kYYsQA&#10;AADdAAAADwAAAGRycy9kb3ducmV2LnhtbERPyWrDMBC9F/IPYgK91XJDSRzXcggOoYXmkuXQ42CN&#10;F2qNjKXY7t9XhUJv83jrZLvZdGKkwbWWFTxHMQji0uqWawW36/EpAeE8ssbOMin4Jge7fPGQYart&#10;xGcaL74WIYRdigoa7/tUSlc2ZNBFticOXGUHgz7AoZZ6wCmEm06u4ngtDbYcGhrsqWio/LrcjYLN&#10;tC9MkRxO1w//dtp+VtbM44tSj8t5/wrC0+z/xX/udx3mr5MN/H4TTpD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ZGGLEAAAA3QAAAA8AAAAAAAAAAAAAAAAAmAIAAGRycy9k&#10;b3ducmV2LnhtbFBLBQYAAAAABAAEAPUAAACJAwAAAAA=&#10;" path="m24,r5,l34,5r4,l43,10r5,4l48,19r,5l48,29r,5l43,38r,5l38,43r-4,5l29,48r-5,l19,48r-5,l10,43,5,38r,-4l,29,,24,,19,5,14r,-4l10,10r,-5l14,5,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387" o:spid="_x0000_s1413" style="position:absolute;left:3956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aMEMYA&#10;AADdAAAADwAAAGRycy9kb3ducmV2LnhtbESPT2vCQBDF7wW/wzJCb3WjFBujq0iktFAv/jl4HLJj&#10;EszOhuw2Sb9951DobYb35r3fbHaja1RPXag9G5jPElDEhbc1lwaul/eXFFSIyBYbz2TghwLstpOn&#10;DWbWD3yi/hxLJSEcMjRQxdhmWoeiIodh5lti0e6+cxhl7UptOxwk3DV6kSRL7bBmaaiwpbyi4nH+&#10;dgbehn3u8vRwvHzFj+Pqdvdu7F+NeZ6O+zWoSGP8N/9df1rBX6aCK9/ICHr7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waMEMYAAADdAAAADwAAAAAAAAAAAAAAAACYAgAAZHJz&#10;L2Rvd25yZXYueG1sUEsFBgAAAAAEAAQA9QAAAIsDAAAAAA==&#10;" path="m24,r5,l34,5r4,l43,10r5,4l48,19r,5l48,29r,5l43,38r,5l38,43r-4,5l29,48r-5,l19,48r-5,l10,43r-5,l5,38,,34,,29,,24,,19,,14,5,10,10,5r4,l19,r5,xe" fillcolor="#00b0f0" stroked="f" strokecolor="#00b0f0" strokeweight=".5pt">
            <v:path arrowok="t" o:connecttype="custom" o:connectlocs="15,0;18,0;21,3;23,3;26,6;26,6;29,9;29,12;29,15;29,18;29,21;26,24;26,27;23,27;21,30;18,30;15,30;11,30;8,30;6,27;3,27;3,24;0,21;0,18;0,15;0,12;0,9;3,6;3,6;6,3;8,3;11,0;15,0" o:connectangles="0,0,0,0,0,0,0,0,0,0,0,0,0,0,0,0,0,0,0,0,0,0,0,0,0,0,0,0,0,0,0,0,0"/>
            <o:lock v:ext="edit" aspectratio="t"/>
          </v:shape>
          <v:shape id="Freeform 388" o:spid="_x0000_s1414" style="position:absolute;left:389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opi8QA&#10;AADdAAAADwAAAGRycy9kb3ducmV2LnhtbERPTWvCQBC9F/wPyxS81U1FbExdRVLEQr2YePA4ZMds&#10;aHY2ZLdJ+u+7hUJv83ifs91PthUD9b5xrOB5kYAgrpxuuFZwLY9PKQgfkDW2jknBN3nY72YPW8y0&#10;G/lCQxFqEUPYZ6jAhNBlUvrKkEW/cB1x5O6utxgi7GupexxjuG3lMknW0mLDscFgR7mh6rP4sgpe&#10;xkNu8/TtXH6E03lzuzs7DSul5o/T4RVEoCn8i//c7zrOX6cb+P0mni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KKYvEAAAA3QAAAA8AAAAAAAAAAAAAAAAAmAIAAGRycy9k&#10;b3ducmV2LnhtbFBLBQYAAAAABAAEAPUAAACJAwAAAAA=&#10;" path="m24,r5,l34,5r4,l38,10r5,l43,14r5,5l48,24r,5l43,34r,4l38,43r-4,5l29,48r-5,l19,48r-5,l10,43r-5,l5,38,,34,,29,,24,,19,,14,5,10,10,5r4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89" o:spid="_x0000_s1415" style="position:absolute;left:383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kWy8YA&#10;AADdAAAADwAAAGRycy9kb3ducmV2LnhtbESPQWvCQBCF7wX/wzJCb3WjFKvRVSQiFuql2oPHITsm&#10;wexsyK5J/PedQ6G3Gd6b975ZbwdXq47aUHk2MJ0koIhzbysuDPxcDm8LUCEiW6w9k4EnBdhuRi9r&#10;TK3v+Zu6cyyUhHBI0UAZY5NqHfKSHIaJb4hFu/nWYZS1LbRtsZdwV+tZksy1w4qlocSGspLy+/nh&#10;DHz0u8xli/3p8hWPp+X15t3QvRvzOh52K1CRhvhv/rv+tII/Xwq/fCMj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KkWy8YAAADdAAAADwAAAAAAAAAAAAAAAACYAgAAZHJz&#10;L2Rvd25yZXYueG1sUEsFBgAAAAAEAAQA9QAAAIsDAAAAAA==&#10;" path="m24,r5,l34,5r4,5l43,10r,4l48,19r,5l48,29r-5,5l43,38r-5,5l34,43r,5l29,48r-5,l19,48r-5,l10,43r-5,l,38,,34,,29,,24,,19,,14,,10r5,l10,5r4,l19,r5,xe" fillcolor="#00b0f0" stroked="f" strokecolor="#00b0f0" strokeweight=".5pt">
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390" o:spid="_x0000_s1416" style="position:absolute;left:3775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WzUMMA&#10;AADdAAAADwAAAGRycy9kb3ducmV2LnhtbERPS4vCMBC+C/sfwgh709Rl0do1ilSWFfTi47DHoRnb&#10;YjMpTWzrvzeC4G0+vucsVr2pREuNKy0rmIwjEMSZ1SXnCs6n31EMwnlkjZVlUnAnB6vlx2CBibYd&#10;H6g9+lyEEHYJKii8rxMpXVaQQTe2NXHgLrYx6ANscqkb7EK4qeRXFE2lwZJDQ4E1pQVl1+PNKJh1&#10;69Sk8WZ/2vm//fz/Yk3ffiv1OezXPyA89f4tfrm3Osyfzifw/Cac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WzUMMAAADdAAAADwAAAAAAAAAAAAAAAACYAgAAZHJzL2Rv&#10;d25yZXYueG1sUEsFBgAAAAAEAAQA9QAAAIgDAAAAAA==&#10;" path="m24,r5,l34,5r5,l43,10r5,l48,14r,5l48,24r,5l48,34r,4l43,43r-4,l34,48r-5,l24,48r-4,l15,48r,-5l10,43,5,38r,-4l,29,,24,,19,5,14r,-4l10,10,15,5,20,r4,xe" fillcolor="#00b0f0" stroked="f" strokecolor="#00b0f0" strokeweight=".5pt">
            <v:path arrowok="t" o:connecttype="custom" o:connectlocs="15,0;18,0;21,3;24,3;26,6;29,6;29,9;29,12;29,15;29,18;29,21;29,24;26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391" o:spid="_x0000_s1417" style="position:absolute;left:3715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ctJ8IA&#10;AADdAAAADwAAAGRycy9kb3ducmV2LnhtbERPTYvCMBC9C/6HMII3TRVxtRpFKqKwXlb34HFoxrbY&#10;TEoT2/rvjbCwt3m8z1lvO1OKhmpXWFYwGUcgiFOrC84U/F4PowUI55E1lpZJwYscbDf93hpjbVv+&#10;oebiMxFC2MWoIPe+iqV0aU4G3dhWxIG729qgD7DOpK6xDeGmlNMomkuDBYeGHCtKckofl6dR8NXu&#10;EpMs9ufrtz+el7e7NV0zU2o46HYrEJ46/y/+c590mD9fTuHzTThBb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Ny0nwgAAAN0AAAAPAAAAAAAAAAAAAAAAAJgCAABkcnMvZG93&#10;bnJldi54bWxQSwUGAAAAAAQABAD1AAAAhwMAAAAA&#10;" path="m24,r5,l34,5r5,l44,10r4,4l48,19r,5l48,29r,5l44,38r,5l39,43r-5,5l29,48r-5,l20,48r-5,l10,43,5,38r,-4l,29,,24,,19,5,14r,-4l10,10r,-5l15,5,20,r4,xe" fillcolor="#00b0f0" stroked="f" strokecolor="#00b0f0" strokeweight=".5pt">
            <v:path arrowok="t" o:connecttype="custom" o:connectlocs="15,0;18,0;21,3;24,3;28,6;28,6;30,9;30,12;30,15;30,18;30,21;28,24;28,27;24,27;21,30;18,30;15,30;13,30;9,30;6,27;6,27;3,24;3,21;0,18;0,15;0,12;3,9;3,6;6,6;6,3;9,3;13,0;15,0" o:connectangles="0,0,0,0,0,0,0,0,0,0,0,0,0,0,0,0,0,0,0,0,0,0,0,0,0,0,0,0,0,0,0,0,0"/>
            <o:lock v:ext="edit" aspectratio="t"/>
          </v:shape>
          <v:shape id="Freeform 392" o:spid="_x0000_s1418" style="position:absolute;left:365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uIvMMA&#10;AADdAAAADwAAAGRycy9kb3ducmV2LnhtbERPS4vCMBC+L/gfwgje1lR38VGNIl1kBb34OHgcmrEt&#10;NpPSxLb77zeC4G0+vucs150pRUO1KywrGA0jEMSp1QVnCi7n7ecMhPPIGkvLpOCPHKxXvY8lxtq2&#10;fKTm5DMRQtjFqCD3voqldGlOBt3QVsSBu9naoA+wzqSusQ3hppTjKJpIgwWHhhwrSnJK76eHUTBt&#10;N4lJZj+H897/HubXmzVd863UoN9tFiA8df4tfrl3OsyfzL/g+U04Qa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uIvMMAAADdAAAADwAAAAAAAAAAAAAAAACYAgAAZHJzL2Rv&#10;d25yZXYueG1sUEsFBgAAAAAEAAQA9QAAAIgDAAAAAA==&#10;" path="m24,r5,l34,5r5,l44,10r4,4l48,19r,5l48,29r,5l44,38r,5l39,43r-5,5l29,48r-5,l20,48r-5,l10,43r-5,l5,38,,34,,29,,24,,19,,14,5,10,10,5r5,l20,r4,xe" fillcolor="#00b0f0" stroked="f" strokecolor="#00b0f0" strokeweight=".5pt">
            <v:path arrowok="t" o:connecttype="custom" o:connectlocs="15,0;18,0;21,3;24,3;28,6;28,6;30,9;30,12;30,15;30,18;30,21;28,24;28,27;24,27;21,30;18,30;15,30;13,30;9,30;6,27;3,27;3,24;0,21;0,18;0,15;0,12;0,9;3,6;3,6;6,3;9,3;13,0;15,0" o:connectangles="0,0,0,0,0,0,0,0,0,0,0,0,0,0,0,0,0,0,0,0,0,0,0,0,0,0,0,0,0,0,0,0,0"/>
            <o:lock v:ext="edit" aspectratio="t"/>
          </v:shape>
          <v:shape id="Freeform 393" o:spid="_x0000_s1419" style="position:absolute;left:3597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IQyMQA&#10;AADdAAAADwAAAGRycy9kb3ducmV2LnhtbERPS2uDQBC+F/oflin01qwpwRibVYKltBAveRx6HNyJ&#10;StxZcbdq/323EMhtPr7nbPPZdGKkwbWWFSwXEQjiyuqWawXn08dLAsJ5ZI2dZVLwSw7y7PFhi6m2&#10;Ex9oPPpahBB2KSpovO9TKV3VkEG3sD1x4C52MOgDHGqpB5xCuOnkaxTF0mDLoaHBnoqGquvxxyhY&#10;T7vCFMl7edr7z3LzfbFmHldKPT/NuzcQnmZ/F9/cXzrMjzcr+P8mnC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SEMjEAAAA3QAAAA8AAAAAAAAAAAAAAAAAmAIAAGRycy9k&#10;b3ducmV2LnhtbFBLBQYAAAAABAAEAPUAAACJAwAAAAA=&#10;" path="m24,r5,l34,5r5,l39,10r5,l44,14r4,5l48,24r,5l44,34r,4l39,43r-5,5l29,48r-5,l20,48r-5,l10,43r-5,l5,38,,34,,29,,24,,19,,14,5,10,10,5r5,l20,r4,xe" fillcolor="#00b0f0" stroked="f" strokecolor="#00b0f0" strokeweight=".5pt">
            <v:path arrowok="t" o:connecttype="custom" o:connectlocs="15,0;18,0;21,3;24,3;24,6;27,6;27,9;29,12;29,15;29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94" o:spid="_x0000_s1420" style="position:absolute;left:353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61U8MA&#10;AADdAAAADwAAAGRycy9kb3ducmV2LnhtbERPS4vCMBC+L/gfwgje1lTZ9VGNIl1kBb34OHgcmrEt&#10;NpPSxLb77zeC4G0+vucs150pRUO1KywrGA0jEMSp1QVnCi7n7ecMhPPIGkvLpOCPHKxXvY8lxtq2&#10;fKTm5DMRQtjFqCD3voqldGlOBt3QVsSBu9naoA+wzqSusQ3hppTjKJpIgwWHhhwrSnJK76eHUTBt&#10;N4lJZj+H897/HubXmzVd86XUoN9tFiA8df4tfrl3OsyfzL/h+U04Qa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61U8MAAADdAAAADwAAAAAAAAAAAAAAAACYAgAAZHJzL2Rv&#10;d25yZXYueG1sUEsFBgAAAAAEAAQA9QAAAIgDAAAAAA==&#10;" path="m24,r5,l34,5r5,5l44,10r,4l48,19r,5l48,29r-4,5l44,38r-5,5l34,43r,5l29,48r-5,l20,48r-5,l10,43r-5,l,38,,34,,29,,24,,19,,14,,10r5,l10,5r5,l20,r4,xe" fillcolor="#00b0f0" stroked="f" strokecolor="#00b0f0" strokeweight=".5pt">
            <v:path arrowok="t" o:connecttype="custom" o:connectlocs="15,0;18,0;21,3;21,3;24,6;28,6;28,9;30,12;30,15;30,18;28,21;28,24;24,27;21,27;21,30;18,30;15,30;13,30;9,30;6,27;3,27;0,24;0,21;0,18;0,15;0,12;0,9;0,6;3,6;6,3;9,3;13,0;15,0" o:connectangles="0,0,0,0,0,0,0,0,0,0,0,0,0,0,0,0,0,0,0,0,0,0,0,0,0,0,0,0,0,0,0,0,0"/>
            <o:lock v:ext="edit" aspectratio="t"/>
          </v:shape>
          <v:shape id="Freeform 395" o:spid="_x0000_s1421" style="position:absolute;left:3475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wrJMQA&#10;AADdAAAADwAAAGRycy9kb3ducmV2LnhtbERPTWuDQBC9F/Iflink1qwNwUabjYglpNBcEnPIcXAn&#10;KnVnxd2q/ffdQqG3ebzP2WWz6cRIg2stK3heRSCIK6tbrhVcy8PTFoTzyBo7y6Tgmxxk+8XDDlNt&#10;Jz7TePG1CCHsUlTQeN+nUrqqIYNuZXviwN3tYNAHONRSDziFcNPJdRTF0mDLoaHBnoqGqs/Ll1Hw&#10;MuWFKbZvp/LDH0/J7W7NPG6UWj7O+SsIT7P/F/+533WYHycx/H4TTpD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MKyTEAAAA3QAAAA8AAAAAAAAAAAAAAAAAmAIAAGRycy9k&#10;b3ducmV2LnhtbFBLBQYAAAAABAAEAPUAAACJAwAAAAA=&#10;" path="m24,r5,l33,5r5,l43,10r5,l48,14r,5l48,24r,5l48,34r,4l43,43r-5,l33,48r-4,l24,48r-5,l14,48r,-5l9,43,5,38r,-4l,29,,24,,19,5,14r,-4l9,10,14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396" o:spid="_x0000_s1422" style="position:absolute;left:341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COv8MA&#10;AADdAAAADwAAAGRycy9kb3ducmV2LnhtbERPS4vCMBC+C/sfwix409RFtHaNIl0WBb34OOxxaMa2&#10;2ExKk23rvzeC4G0+vucs172pREuNKy0rmIwjEMSZ1SXnCi7n31EMwnlkjZVlUnAnB+vVx2CJibYd&#10;H6k9+VyEEHYJKii8rxMpXVaQQTe2NXHgrrYx6ANscqkb7EK4qeRXFM2kwZJDQ4E1pQVlt9O/UTDv&#10;NqlJ45/Dee+3h8Xf1Zq+nSo1/Ow33yA89f4tfrl3OsyfLebw/Cac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COv8MAAADdAAAADwAAAAAAAAAAAAAAAACYAgAAZHJzL2Rv&#10;d25yZXYueG1sUEsFBgAAAAAEAAQA9QAAAIgDAAAAAA==&#10;" path="m24,r5,l33,5r5,l43,10r5,4l48,19r,5l48,29r,5l43,38r,5l38,43r-5,5l29,48r-5,l19,48r-5,l9,43,5,38r,-4l,29,,24,,19,5,14r,-4l9,10,9,5r5,l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397" o:spid="_x0000_s1423" style="position:absolute;left:3357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8azcYA&#10;AADdAAAADwAAAGRycy9kb3ducmV2LnhtbESPQWvCQBCF7wX/wzJCb3WjFKvRVSQiFuql2oPHITsm&#10;wexsyK5J/PedQ6G3Gd6b975ZbwdXq47aUHk2MJ0koIhzbysuDPxcDm8LUCEiW6w9k4EnBdhuRi9r&#10;TK3v+Zu6cyyUhHBI0UAZY5NqHfKSHIaJb4hFu/nWYZS1LbRtsZdwV+tZksy1w4qlocSGspLy+/nh&#10;DHz0u8xli/3p8hWPp+X15t3QvRvzOh52K1CRhvhv/rv+tII/XwqufCMj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8azcYAAADdAAAADwAAAAAAAAAAAAAAAACYAgAAZHJz&#10;L2Rvd25yZXYueG1sUEsFBgAAAAAEAAQA9QAAAIsDAAAAAA==&#10;" path="m24,r5,l33,5r5,l43,10r5,4l48,19r,5l48,29r,5l43,38r,5l38,43r-5,5l29,48r-5,l19,48r-5,l9,43r-4,l5,38,,34,,29,,24,,19,,14,5,10,9,5r5,l19,r5,xe" fillcolor="#00b0f0" stroked="f" strokecolor="#00b0f0" strokeweight=".5pt">
            <v:path arrowok="t" o:connecttype="custom" o:connectlocs="15,0;18,0;20,3;23,3;26,6;26,6;29,9;29,12;29,15;29,18;29,21;26,24;26,27;23,27;20,30;18,30;15,30;11,30;8,30;5,27;3,27;3,24;0,21;0,18;0,15;0,12;0,9;3,6;3,6;5,3;8,3;11,0;15,0" o:connectangles="0,0,0,0,0,0,0,0,0,0,0,0,0,0,0,0,0,0,0,0,0,0,0,0,0,0,0,0,0,0,0,0,0"/>
            <o:lock v:ext="edit" aspectratio="t"/>
          </v:shape>
          <v:shape id="Freeform 398" o:spid="_x0000_s1424" style="position:absolute;left:329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O/VsQA&#10;AADdAAAADwAAAGRycy9kb3ducmV2LnhtbERPTWvCQBC9F/wPyxS81U1FbJK6iqSIhXoxevA4ZMds&#10;aHY2ZLdJ+u+7hUJv83ifs9lNthUD9b5xrOB5kYAgrpxuuFZwvRyeUhA+IGtsHZOCb/Kw284eNphr&#10;N/KZhjLUIoawz1GBCaHLpfSVIYt+4TriyN1dbzFE2NdS9zjGcNvKZZKspcWGY4PBjgpD1Wf5ZRW8&#10;jPvCFunb6fIRjqfsdnd2GlZKzR+n/SuIQFP4F/+533Wcv84y+P0mni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Tv1bEAAAA3QAAAA8AAAAAAAAAAAAAAAAAmAIAAGRycy9k&#10;b3ducmV2LnhtbFBLBQYAAAAABAAEAPUAAACJAwAAAAA=&#10;" path="m24,r5,l33,5r5,l38,10r5,l43,14r5,5l48,24r,5l43,34r,4l38,43r-5,5l29,48r-5,l19,48r-5,l9,43r-4,l5,38,,34,,29,,24,,19,,14,5,10,9,5r5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399" o:spid="_x0000_s1425" style="position:absolute;left:3238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KM0cYA&#10;AADdAAAADwAAAGRycy9kb3ducmV2LnhtbESPS2vDQAyE74X8h0WB3pp1Q8nDzSYEh9BCcsnj0KPw&#10;KrapV2u8G9v999UhkJvEjGY+rTaDq1VHbag8G3ifJKCIc28rLgxcL/u3BagQkS3WnsnAHwXYrEcv&#10;K0yt7/lE3TkWSkI4pGigjLFJtQ55SQ7DxDfEot186zDK2hbatthLuKv1NElm2mHF0lBiQ1lJ+e/5&#10;7gzM+23mssXueDnEr+Py5+bd0H0Y8zoetp+gIg3xaX5cf1vBnyfCL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kKM0cYAAADdAAAADwAAAAAAAAAAAAAAAACYAgAAZHJz&#10;L2Rvd25yZXYueG1sUEsFBgAAAAAEAAQA9QAAAIsDAAAAAA==&#10;" path="m24,r5,l33,5r5,5l43,10r,4l48,19r,5l48,29r-5,5l43,38r-5,5l33,43r,5l29,48r-5,l19,48r-5,l9,43r-4,l,38,,34,,29,,24,,19,,14,,10r5,l9,5r5,l19,r5,xe" fillcolor="#00b0f0" stroked="f" strokecolor="#00b0f0" strokeweight=".5pt">
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400" o:spid="_x0000_s1426" style="position:absolute;left:3176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4pSsQA&#10;AADdAAAADwAAAGRycy9kb3ducmV2LnhtbERPTWvCQBC9F/wPywi91U1EqkbXICnSQr2YePA4ZMck&#10;mJ0N2W2S/vtuodDbPN7n7NPJtGKg3jWWFcSLCARxaXXDlYJrcXrZgHAeWWNrmRR8k4P0MHvaY6Lt&#10;yBcacl+JEMIuQQW1910ipStrMugWtiMO3N32Bn2AfSV1j2MIN61cRtGrNNhwaKixo6ym8pF/GQXr&#10;8ZiZbPN2Lj79+3l7u1szDSulnufTcQfC0+T/xX/uDx3mr6MYfr8JJ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OKUrEAAAA3QAAAA8AAAAAAAAAAAAAAAAAmAIAAGRycy9k&#10;b3ducmV2LnhtbFBLBQYAAAAABAAEAPUAAACJAwAAAAA=&#10;" path="m24,r5,l34,5r5,l43,10r5,l48,14r,5l48,24r,5l48,34r,4l43,43r-4,l34,48r-5,l24,48r-5,l15,48r,-5l10,43,5,38r,-4l,29,,24,,19,5,14r,-4l10,10,15,5,19,r5,xe" fillcolor="#00b0f0" stroked="f" strokecolor="#00b0f0" strokeweight=".5pt">
            <v:path arrowok="t" o:connecttype="custom" o:connectlocs="15,0;18,0;21,3;24,3;26,6;29,6;29,9;29,12;29,15;29,18;29,21;29,24;26,27;24,27;21,30;18,30;15,30;11,30;9,30;9,27;6,27;3,24;3,21;0,18;0,15;0,12;3,9;3,6;6,6;9,3;9,3;11,0;15,0" o:connectangles="0,0,0,0,0,0,0,0,0,0,0,0,0,0,0,0,0,0,0,0,0,0,0,0,0,0,0,0,0,0,0,0,0"/>
            <o:lock v:ext="edit" aspectratio="t"/>
          </v:shape>
          <v:shape id="Freeform 401" o:spid="_x0000_s1427" style="position:absolute;left:311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y3PcIA&#10;AADdAAAADwAAAGRycy9kb3ducmV2LnhtbERPTYvCMBC9C/sfwizsTVNl0W41ilSWFfSi7sHj0Ixt&#10;sZmUJrb13xtB8DaP9zmLVW8q0VLjSssKxqMIBHFmdcm5gv/T7zAG4TyyxsoyKbiTg9XyY7DARNuO&#10;D9QefS5CCLsEFRTe14mULivIoBvZmjhwF9sY9AE2udQNdiHcVHISRVNpsOTQUGBNaUHZ9XgzCmbd&#10;OjVpvNmfdv5v/3O+WNO330p9ffbrOQhPvX+LX+6tDvNn0QSe34QT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3Lc9wgAAAN0AAAAPAAAAAAAAAAAAAAAAAJgCAABkcnMvZG93&#10;bnJldi54bWxQSwUGAAAAAAQABAD1AAAAhwMAAAAA&#10;" path="m24,r5,l34,5r5,l43,10r5,4l48,19r,5l48,29r,5l43,38r,5l39,43r-5,5l29,48r-5,l19,48r-4,l10,43,5,38r,-4l,29,,24,,19,5,14r,-4l10,10r,-5l15,5,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402" o:spid="_x0000_s1428" style="position:absolute;left:305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ASpsMA&#10;AADdAAAADwAAAGRycy9kb3ducmV2LnhtbERPS4vCMBC+L/gfwgje1lRdVq1GkS6ywnrxcfA4NGNb&#10;bCalybb13xtB8DYf33OW686UoqHaFZYVjIYRCOLU6oIzBefT9nMGwnlkjaVlUnAnB+tV72OJsbYt&#10;H6g5+kyEEHYxKsi9r2IpXZqTQTe0FXHgrrY26AOsM6lrbEO4KeU4ir6lwYJDQ44VJTmlt+O/UTBt&#10;N4lJZj/705//3c8vV2u65kupQb/bLEB46vxb/HLvdJg/jSbw/Cac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ASpsMAAADdAAAADwAAAAAAAAAAAAAAAACYAgAAZHJzL2Rv&#10;d25yZXYueG1sUEsFBgAAAAAEAAQA9QAAAIgDAAAAAA==&#10;" path="m24,r5,l34,5r5,l43,10r5,4l48,19r,5l48,29r,5l43,38r,5l39,43r-5,5l29,48r-5,l19,48r-4,l10,43r-5,l5,38,,34,,29,,24,,19,,14,5,10,10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03" o:spid="_x0000_s1429" style="position:absolute;left:2998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mK0sIA&#10;AADdAAAADwAAAGRycy9kb3ducmV2LnhtbERPTYvCMBC9C/sfwizsTVMX0W41inSRFfSi7sHj0Ixt&#10;sZmUJrb13xtB8DaP9zmLVW8q0VLjSssKxqMIBHFmdcm5gv/TZhiDcB5ZY2WZFNzJwWr5MVhgom3H&#10;B2qPPhchhF2CCgrv60RKlxVk0I1sTRy4i20M+gCbXOoGuxBuKvkdRVNpsOTQUGBNaUHZ9XgzCmbd&#10;OjVp/Ls/7fzf/ud8saZvJ0p9ffbrOQhPvX+LX+6tDvNn0QSe34QT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eYrSwgAAAN0AAAAPAAAAAAAAAAAAAAAAAJgCAABkcnMvZG93&#10;bnJldi54bWxQSwUGAAAAAAQABAD1AAAAhwMAAAAA&#10;" path="m24,r5,l34,5r5,l39,10r4,l43,14r5,5l48,24r,5l43,34r,4l39,43r-5,5l29,48r-5,l19,48r-4,l10,43r-5,l5,38,,34,,29,,24,,19,,14,5,10,10,5r5,l19,r5,xe" fillcolor="#00b0f0" stroked="f" strokecolor="#00b0f0" strokeweight=".5pt">
            <v:path arrowok="t" o:connecttype="custom" o:connectlocs="15,0;18,0;21,3;24,3;24,6;26,6;26,9;29,12;29,15;29,18;26,21;26,24;24,27;24,27;21,30;18,30;15,30;11,30;9,30;6,27;3,27;3,24;0,21;0,18;0,15;0,12;0,9;3,6;3,6;6,3;9,3;11,0;15,0" o:connectangles="0,0,0,0,0,0,0,0,0,0,0,0,0,0,0,0,0,0,0,0,0,0,0,0,0,0,0,0,0,0,0,0,0"/>
            <o:lock v:ext="edit" aspectratio="t"/>
          </v:shape>
          <v:shape id="Freeform 404" o:spid="_x0000_s1430" style="position:absolute;left:263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UvScMA&#10;AADdAAAADwAAAGRycy9kb3ducmV2LnhtbERPS4vCMBC+L/gfwgje1lRxV61GkS6ywnrxcfA4NGNb&#10;bCalybb13xtB8DYf33OW686UoqHaFZYVjIYRCOLU6oIzBefT9nMGwnlkjaVlUnAnB+tV72OJsbYt&#10;H6g5+kyEEHYxKsi9r2IpXZqTQTe0FXHgrrY26AOsM6lrbEO4KeU4ir6lwYJDQ44VJTmlt+O/UTBt&#10;N4lJZj/705//3c8vV2u6ZqLUoN9tFiA8df4tfrl3OsyfRl/w/Cac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UvScMAAADdAAAADwAAAAAAAAAAAAAAAACYAgAAZHJzL2Rv&#10;d25yZXYueG1sUEsFBgAAAAAEAAQA9QAAAIgDAAAAAA==&#10;" path="m24,r5,l33,5r5,l43,10r5,l48,14r,5l48,24r,5l48,34r,4l43,43r-5,l33,48r-4,l24,48r-5,l14,48r,-5l9,43,5,38r,-4l,29,,24,,19,5,14r,-4l9,10,14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405" o:spid="_x0000_s1431" style="position:absolute;left:2935;top:16194;width:33;height:30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0CosMA&#10;AADdAAAADwAAAGRycy9kb3ducmV2LnhtbERP22rCQBB9F/yHZQp9040KGlJXiYJgn1ovHzDNTrPB&#10;7GzMrjHt13cLgm9zONdZrntbi45aXzlWMBknIIgLpysuFZxPu1EKwgdkjbVjUvBDHtar4WCJmXZ3&#10;PlB3DKWIIewzVGBCaDIpfWHIoh+7hjhy3661GCJsS6lbvMdwW8tpksylxYpjg8GGtoaKy/FmFaSX&#10;X73pZ77OzbVbTL7e5Wc++1Dq9aXP30AE6sNT/HDvdZy/SObw/008Qa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0CosMAAADdAAAADwAAAAAAAAAAAAAAAACYAgAAZHJzL2Rv&#10;d25yZXYueG1sUEsFBgAAAAAEAAQA9QAAAIgDAAAAAA==&#10;" path="m29,r5,l39,5r5,5l48,10r,4l48,19r5,5l48,29r,5l48,38r-4,5l39,43r,5l34,48r-5,l24,48r-4,l15,43r-5,l5,38r,-4l5,29,,24,5,19r,-5l5,10r5,l15,5r5,l24,r5,xe" fillcolor="#00b0f0" stroked="f" strokecolor="#00b0f0" strokeweight=".5pt">
            <v:path arrowok="t" o:connecttype="custom" o:connectlocs="18,0;21,0;24,3;24,3;27,6;30,6;30,9;30,12;33,15;30,18;30,21;30,24;27,27;24,27;24,30;21,30;18,30;15,30;12,30;9,27;6,27;3,24;3,21;3,18;0,15;3,12;3,9;3,6;6,6;9,3;12,3;15,0;18,0" o:connectangles="0,0,0,0,0,0,0,0,0,0,0,0,0,0,0,0,0,0,0,0,0,0,0,0,0,0,0,0,0,0,0,0,0"/>
            <o:lock v:ext="edit" aspectratio="t"/>
          </v:shape>
          <v:shape id="Freeform 406" o:spid="_x0000_s1432" style="position:absolute;left:257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sUpcIA&#10;AADdAAAADwAAAGRycy9kb3ducmV2LnhtbERPS4vCMBC+C/sfwix403SXxbrVKFJZFPTi47DHoRnb&#10;YjMpTWzrvzeC4G0+vufMl72pREuNKy0r+BpHIIgzq0vOFZxPf6MpCOeRNVaWScGdHCwXH4M5Jtp2&#10;fKD26HMRQtglqKDwvk6kdFlBBt3Y1sSBu9jGoA+wyaVusAvhppLfUTSRBksODQXWlBaUXY83oyDu&#10;VqlJp+v9aec3+9//izV9+6PU8LNfzUB46v1b/HJvdZgfRzE8vwkn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qxSlwgAAAN0AAAAPAAAAAAAAAAAAAAAAAJgCAABkcnMvZG93&#10;bnJldi54bWxQSwUGAAAAAAQABAD1AAAAhwMAAAAA&#10;" path="m24,r5,l34,5r4,l43,10r5,4l48,19r,5l48,29r,5l43,38r,5l38,43r-4,5l29,48r-5,l19,48r-5,l10,43,5,38r,-4l,29,,24,,19,5,14r,-4l10,10r,-5l14,5,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407" o:spid="_x0000_s1433" style="position:absolute;left:2877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SA18YA&#10;AADdAAAADwAAAGRycy9kb3ducmV2LnhtbESPS2vDQAyE74X8h0WB3pp1Q8nDzSYEh9BCcsnj0KPw&#10;KrapV2u8G9v999UhkJvEjGY+rTaDq1VHbag8G3ifJKCIc28rLgxcL/u3BagQkS3WnsnAHwXYrEcv&#10;K0yt7/lE3TkWSkI4pGigjLFJtQ55SQ7DxDfEot186zDK2hbatthLuKv1NElm2mHF0lBiQ1lJ+e/5&#10;7gzM+23mssXueDnEr+Py5+bd0H0Y8zoetp+gIg3xaX5cf1vBnye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SA18YAAADdAAAADwAAAAAAAAAAAAAAAACYAgAAZHJz&#10;L2Rvd25yZXYueG1sUEsFBgAAAAAEAAQA9QAAAIsDAAAAAA==&#10;" path="m24,r4,l33,5r5,l43,10r5,l48,14r,5l48,24r,5l48,34r,4l43,43r-5,l33,48r-5,l24,48r-5,l14,48r,-5l9,43,4,38r,-4l,29,,24,,19,4,14r,-4l9,10,14,5,19,r5,xe" fillcolor="#00b0f0" stroked="f" strokecolor="#00b0f0" strokeweight=".5pt">
            <v:path arrowok="t" o:connecttype="custom" o:connectlocs="15,0;17,0;20,3;23,3;26,6;29,6;29,9;29,12;29,15;29,18;29,21;29,24;26,27;23,27;20,30;17,30;15,30;11,30;8,30;8,27;5,27;2,24;2,21;0,18;0,15;0,12;2,9;2,6;5,6;8,3;8,3;11,0;15,0" o:connectangles="0,0,0,0,0,0,0,0,0,0,0,0,0,0,0,0,0,0,0,0,0,0,0,0,0,0,0,0,0,0,0,0,0"/>
            <o:lock v:ext="edit" aspectratio="t"/>
          </v:shape>
          <v:shape id="Freeform 408" o:spid="_x0000_s1434" style="position:absolute;left:2518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glTMIA&#10;AADdAAAADwAAAGRycy9kb3ducmV2LnhtbERPTYvCMBC9C/sfwix403SXRWs1ilQWBb2oe9jj0Ixt&#10;sZmUJrb13xtB8DaP9zmLVW8q0VLjSssKvsYRCOLM6pJzBX/n31EMwnlkjZVlUnAnB6vlx2CBibYd&#10;H6k9+VyEEHYJKii8rxMpXVaQQTe2NXHgLrYx6ANscqkb7EK4qeR3FE2kwZJDQ4E1pQVl19PNKJh2&#10;69Sk8eZw3vvtYfZ/saZvf5QafvbrOQhPvX+LX+6dDvOn0Qye34QT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eCVMwgAAAN0AAAAPAAAAAAAAAAAAAAAAAJgCAABkcnMvZG93&#10;bnJldi54bWxQSwUGAAAAAAQABAD1AAAAhwMAAAAA&#10;" path="m24,r5,l34,5r4,l43,10r5,4l48,19r,5l48,29r,5l43,38r,5l38,43r-4,5l29,48r-5,l19,48r-5,l10,43r-5,l5,38,,34,,29,,24,,19,,14,5,10,10,5r4,l19,r5,xe" fillcolor="#00b0f0" stroked="f" strokecolor="#00b0f0" strokeweight=".5pt">
            <v:path arrowok="t" o:connecttype="custom" o:connectlocs="15,0;18,0;21,3;23,3;26,6;26,6;29,9;29,12;29,15;29,18;29,21;26,24;26,27;23,27;21,30;18,30;15,30;11,30;8,30;6,27;3,27;3,24;0,21;0,18;0,15;0,12;0,9;3,6;3,6;6,3;8,3;11,0;15,0" o:connectangles="0,0,0,0,0,0,0,0,0,0,0,0,0,0,0,0,0,0,0,0,0,0,0,0,0,0,0,0,0,0,0,0,0"/>
            <o:lock v:ext="edit" aspectratio="t"/>
          </v:shape>
          <v:shape id="Freeform 409" o:spid="_x0000_s1435" style="position:absolute;left:281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saDMYA&#10;AADdAAAADwAAAGRycy9kb3ducmV2LnhtbESPQWvCQBCF7wX/wzJCb3WjlKrRVSQiFuql2oPHITsm&#10;wexsyK5J/PedQ6G3Gd6b975ZbwdXq47aUHk2MJ0koIhzbysuDPxcDm8LUCEiW6w9k4EnBdhuRi9r&#10;TK3v+Zu6cyyUhHBI0UAZY5NqHfKSHIaJb4hFu/nWYZS1LbRtsZdwV+tZknxohxVLQ4kNZSXl9/PD&#10;GZj3u8xli/3p8hWPp+X15t3QvRvzOh52K1CRhvhv/rv+tII/nwq/fCMj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saDMYAAADdAAAADwAAAAAAAAAAAAAAAACYAgAAZHJz&#10;L2Rvd25yZXYueG1sUEsFBgAAAAAEAAQA9QAAAIsDAAAAAA==&#10;" path="m24,r4,l33,5r5,l43,10r5,4l48,19r,5l48,29r,5l43,38r,5l38,43r-5,5l28,48r-4,l19,48r-5,l9,43,4,38,,34,,29,,24,,19,,14,4,10r5,l9,5r5,l19,r5,xe" fillcolor="#00b0f0" stroked="f" strokecolor="#00b0f0" strokeweight=".5pt">
            <v:path arrowok="t" o:connecttype="custom" o:connectlocs="15,0;18,0;21,3;24,3;27,6;27,6;30,9;30,12;30,15;30,18;30,21;27,24;27,27;24,27;21,30;18,30;15,30;12,30;9,30;6,27;6,27;3,24;0,21;0,18;0,15;0,12;0,9;3,6;6,6;6,3;9,3;12,0;15,0" o:connectangles="0,0,0,0,0,0,0,0,0,0,0,0,0,0,0,0,0,0,0,0,0,0,0,0,0,0,0,0,0,0,0,0,0"/>
            <o:lock v:ext="edit" aspectratio="t"/>
          </v:shape>
          <v:shape id="Freeform 410" o:spid="_x0000_s1436" style="position:absolute;left:2458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e/l8IA&#10;AADdAAAADwAAAGRycy9kb3ducmV2LnhtbERPTYvCMBC9C/sfwgh707TLom41ilSWFfSi7sHj0Ixt&#10;sZmUJrb13xtB8DaP9zmLVW8q0VLjSssK4nEEgjizuuRcwf/pdzQD4TyyxsoyKbiTg9XyY7DARNuO&#10;D9QefS5CCLsEFRTe14mULivIoBvbmjhwF9sY9AE2udQNdiHcVPIriibSYMmhocCa0oKy6/FmFEy7&#10;dWrS2WZ/2vm//c/5Yk3ffiv1OezXcxCeev8Wv9xbHeZP4xie34QT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17+XwgAAAN0AAAAPAAAAAAAAAAAAAAAAAJgCAABkcnMvZG93&#10;bnJldi54bWxQSwUGAAAAAAQABAD1AAAAhwMAAAAA&#10;" path="m24,r5,l34,5r4,l38,10r5,l43,14r5,5l48,24r,5l43,34r,4l38,43r-4,5l29,48r-5,l19,48r-5,l10,43r-5,l5,38,,34,,29,,24,,19,,14,5,10,10,5r4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11" o:spid="_x0000_s1437" style="position:absolute;left:2758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Uh4MQA&#10;AADdAAAADwAAAGRycy9kb3ducmV2LnhtbERPTWvCQBC9C/0PyxS86cZQGhtdJaQUC82l2kOPQ3ZM&#10;gtnZkN0m8d+7BcHbPN7nbPeTacVAvWssK1gtIxDEpdUNVwp+Th+LNQjnkTW2lknBlRzsd0+zLaba&#10;jvxNw9FXIoSwS1FB7X2XSunKmgy6pe2IA3e2vUEfYF9J3eMYwk0r4yh6lQYbDg01dpTXVF6Of0ZB&#10;Mma5ydfvxenLH4q337M10/Ci1Px5yjYgPE3+Ib67P3WYn6xi+P8mnCB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FIeDEAAAA3QAAAA8AAAAAAAAAAAAAAAAAmAIAAGRycy9k&#10;b3ducmV2LnhtbFBLBQYAAAAABAAEAPUAAACJAwAAAAA=&#10;" path="m24,r4,l33,5r5,l38,10r5,l48,14r,5l48,24r,5l48,34r-5,4l38,43r-5,5l28,48r-4,l19,48r-5,l9,43r-5,l4,38,,34,,29,,24,,19,,14,4,10,9,5r5,l19,r5,xe" fillcolor="#00b0f0" stroked="f" strokecolor="#00b0f0" strokeweight=".5pt">
            <v:path arrowok="t" o:connecttype="custom" o:connectlocs="15,0;18,0;21,3;24,3;24,6;27,6;30,9;30,12;30,15;30,18;30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12" o:spid="_x0000_s1438" style="position:absolute;left:2396;top:16194;width:33;height:30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M358MA&#10;AADdAAAADwAAAGRycy9kb3ducmV2LnhtbERPzWrCQBC+F/oOyxR6q5s0UEN0lVgQ2pNV+wDT7JgN&#10;Zmdjdo2pT98tCN7m4/ud+XK0rRio941jBekkAUFcOd1wreB7v37JQfiArLF1TAp+ycNy8fgwx0K7&#10;C29p2IVaxBD2BSowIXSFlL4yZNFPXEccuYPrLYYI+1rqHi8x3LbyNUnepMWGY4PBjt4NVcfd2SrI&#10;j1e9GjPfluY0TNOfT/lVZhulnp/GcgYi0Bju4pv7Q8f50zSD/2/iC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M358MAAADdAAAADwAAAAAAAAAAAAAAAACYAgAAZHJzL2Rv&#10;d25yZXYueG1sUEsFBgAAAAAEAAQA9QAAAIgDAAAAAA==&#10;" path="m29,r5,l39,5r4,5l48,10r,4l48,19r5,5l48,29r,5l48,38r-5,5l39,43r,5l34,48r-5,l24,48r-5,l15,43r-5,l5,38r,-4l5,29,,24,5,19r,-5l5,10r5,l15,5r4,l24,r5,xe" fillcolor="#00b0f0" stroked="f" strokecolor="#00b0f0" strokeweight=".5pt">
            <v:path arrowok="t" o:connecttype="custom" o:connectlocs="18,0;21,0;24,3;24,3;27,6;30,6;30,9;30,12;33,15;30,18;30,21;30,24;27,27;24,27;24,30;21,30;18,30;15,30;12,30;9,27;6,27;3,24;3,21;3,18;0,15;3,12;3,9;3,6;6,6;9,3;12,3;15,0;18,0" o:connectangles="0,0,0,0,0,0,0,0,0,0,0,0,0,0,0,0,0,0,0,0,0,0,0,0,0,0,0,0,0,0,0,0,0"/>
            <o:lock v:ext="edit" aspectratio="t"/>
          </v:shape>
          <v:shape id="Freeform 413" o:spid="_x0000_s1439" style="position:absolute;left:2699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AcD8IA&#10;AADdAAAADwAAAGRycy9kb3ducmV2LnhtbERPS4vCMBC+L/gfwgje1lQRH9UoUhEFvazuwePQjG2x&#10;mZQmtvXfG2Fhb/PxPWe16UwpGqpdYVnBaBiBIE6tLjhT8Hvdf89BOI+ssbRMCl7kYLPufa0w1rbl&#10;H2ouPhMhhF2MCnLvq1hKl+Zk0A1tRRy4u60N+gDrTOoa2xBuSjmOoqk0WHBoyLGiJKf0cXkaBbN2&#10;m5hkvjtfT/5wXtzu1nTNRKlBv9suQXjq/L/4z33UYf5sNIHPN+EEuX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oBwPwgAAAN0AAAAPAAAAAAAAAAAAAAAAAJgCAABkcnMvZG93&#10;bnJldi54bWxQSwUGAAAAAAQABAD1AAAAhwMAAAAA&#10;" path="m24,r4,l33,5r5,l38,10r5,l43,14r5,5l48,24r,5l43,34r,4l38,43r-5,5l28,48r-4,l19,48r-5,l9,43r-5,l4,38,,34,,29,,24,,19,,14,4,10,9,5r5,l19,r5,xe" fillcolor="#00b0f0" stroked="f" strokecolor="#00b0f0" strokeweight=".5pt">
            <v:path arrowok="t" o:connecttype="custom" o:connectlocs="15,0;17,0;20,3;23,3;23,6;26,6;26,9;29,12;29,15;29,18;26,21;26,24;23,27;23,27;20,30;17,30;15,30;11,30;8,30;5,27;2,27;2,24;0,21;0,18;0,15;0,12;0,9;2,6;2,6;5,3;8,3;11,0;15,0" o:connectangles="0,0,0,0,0,0,0,0,0,0,0,0,0,0,0,0,0,0,0,0,0,0,0,0,0,0,0,0,0,0,0,0,0"/>
            <o:lock v:ext="edit" aspectratio="t"/>
          </v:shape>
          <v:shape id="Freeform 414" o:spid="_x0000_s1440" style="position:absolute;left:2337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y5lMQA&#10;AADdAAAADwAAAGRycy9kb3ducmV2LnhtbERPTWvCQBC9F/wPywjemo1iG42uElJKC82l6sHjkB2T&#10;YHY2ZLdJ+u+7hUJv83ifsz9OphUD9a6xrGAZxSCIS6sbrhRczq+PGxDOI2tsLZOCb3JwPMwe9phq&#10;O/InDSdfiRDCLkUFtfddKqUrazLoItsRB+5me4M+wL6SuscxhJtWruL4WRpsODTU2FFeU3k/fRkF&#10;yZjlJt+8FOcP/1ZsrzdrpmGt1GI+ZTsQnib/L/5zv+swP1k+we834QR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suZTEAAAA3QAAAA8AAAAAAAAAAAAAAAAAmAIAAGRycy9k&#10;b3ducmV2LnhtbFBLBQYAAAAABAAEAPUAAACJAwAAAAA=&#10;" path="m24,r5,l34,5r5,l43,10r5,l48,14r,5l48,24r,5l48,34r,4l43,43r-4,l34,48r-5,l24,48r-5,l15,48r,-5l10,43,5,38r,-4l,29,,24,,19,5,14r,-4l10,10,15,5,19,r5,xe" fillcolor="#00b0f0" stroked="f" strokecolor="#00b0f0" strokeweight=".5pt">
            <v:path arrowok="t" o:connecttype="custom" o:connectlocs="15,0;18,0;21,3;24,3;26,6;29,6;29,9;29,12;29,15;29,18;29,21;29,24;26,27;24,27;21,30;18,30;15,30;11,30;9,30;9,27;6,27;3,24;3,21;0,18;0,15;0,12;3,9;3,6;6,6;9,3;9,3;11,0;15,0" o:connectangles="0,0,0,0,0,0,0,0,0,0,0,0,0,0,0,0,0,0,0,0,0,0,0,0,0,0,0,0,0,0,0,0,0"/>
            <o:lock v:ext="edit" aspectratio="t"/>
          </v:shape>
          <v:shape id="Freeform 415" o:spid="_x0000_s1441" style="position:absolute;left:2280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4n48IA&#10;AADdAAAADwAAAGRycy9kb3ducmV2LnhtbERPS4vCMBC+C/6HMII3TRXxUY0iFXFhvfg4eByasS02&#10;k9LEtv77zcLC3ubje85m15lSNFS7wrKCyTgCQZxaXXCm4H47jpYgnEfWWFomBR9ysNv2exuMtW35&#10;Qs3VZyKEsItRQe59FUvp0pwMurGtiAP3tLVBH2CdSV1jG8JNKadRNJcGCw4NOVaU5JS+rm+jYNHu&#10;E5MsD+fbtz+dV4+nNV0zU2o46PZrEJ46/y/+c3/pMH8xmcPvN+EE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PifjwgAAAN0AAAAPAAAAAAAAAAAAAAAAAJgCAABkcnMvZG93&#10;bnJldi54bWxQSwUGAAAAAAQABAD1AAAAhwMAAAAA&#10;" path="m24,r5,l34,5r4,l43,10r5,4l48,19r,5l48,29r,5l43,38r,5l38,43r-4,5l29,48r-5,l19,48r-5,l10,43,5,38r,-4l,29,,24,,19,5,14r,-4l10,10r,-5l14,5,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416" o:spid="_x0000_s1442" style="position:absolute;left:2221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KCeMIA&#10;AADdAAAADwAAAGRycy9kb3ducmV2LnhtbERPTYvCMBC9C/sfwgh709RlsW41ilSWFfSi7sHj0Ixt&#10;sZmUJrb13xtB8DaP9zmLVW8q0VLjSssKJuMIBHFmdcm5gv/T72gGwnlkjZVlUnAnB6vlx2CBibYd&#10;H6g9+lyEEHYJKii8rxMpXVaQQTe2NXHgLrYx6ANscqkb7EK4qeRXFE2lwZJDQ4E1pQVl1+PNKIi7&#10;dWrS2WZ/2vm//c/5Yk3ffiv1OezXcxCeev8Wv9xbHebHkxie34QT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coJ4wgAAAN0AAAAPAAAAAAAAAAAAAAAAAJgCAABkcnMvZG93&#10;bnJldi54bWxQSwUGAAAAAAQABAD1AAAAhwMAAAAA&#10;" path="m24,r5,l34,5r4,l43,10r5,4l48,19r,5l48,29r,5l43,38r,5l38,43r-4,5l29,48r-5,l19,48r-5,l10,43r-5,l5,38,,34,,29,,24,,19,,14,5,10,10,5r4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17" o:spid="_x0000_s1443" style="position:absolute;left:2162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0WCsYA&#10;AADdAAAADwAAAGRycy9kb3ducmV2LnhtbESPQWvCQBCF7wX/wzJCb3WjlKrRVSQiFuql2oPHITsm&#10;wexsyK5J/PedQ6G3Gd6b975ZbwdXq47aUHk2MJ0koIhzbysuDPxcDm8LUCEiW6w9k4EnBdhuRi9r&#10;TK3v+Zu6cyyUhHBI0UAZY5NqHfKSHIaJb4hFu/nWYZS1LbRtsZdwV+tZknxohxVLQ4kNZSXl9/PD&#10;GZj3u8xli/3p8hWPp+X15t3QvRvzOh52K1CRhvhv/rv+tII/nwqufCMj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0WCsYAAADdAAAADwAAAAAAAAAAAAAAAACYAgAAZHJz&#10;L2Rvd25yZXYueG1sUEsFBgAAAAAEAAQA9QAAAIsDAAAAAA==&#10;" path="m24,r5,l34,5r4,l38,10r5,l43,14r5,5l48,24r,5l43,34r,4l38,43r-4,5l29,48r-5,l19,48r-5,l10,43r-5,l5,38,,34,,29,,24,,19,,14,5,10,10,5r4,l19,r5,xe" fillcolor="#00b0f0" stroked="f" strokecolor="#00b0f0" strokeweight=".5pt">
            <v:path arrowok="t" o:connecttype="custom" o:connectlocs="15,0;18,0;21,3;23,3;23,6;26,6;26,9;29,12;29,15;29,18;26,21;26,24;23,27;23,27;21,30;18,30;15,30;11,30;8,30;6,27;3,27;3,24;0,21;0,18;0,15;0,12;0,9;3,6;3,6;6,3;8,3;11,0;15,0" o:connectangles="0,0,0,0,0,0,0,0,0,0,0,0,0,0,0,0,0,0,0,0,0,0,0,0,0,0,0,0,0,0,0,0,0"/>
            <o:lock v:ext="edit" aspectratio="t"/>
          </v:shape>
          <v:shape id="Freeform 418" o:spid="_x0000_s1444" style="position:absolute;left:210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GzkcMA&#10;AADdAAAADwAAAGRycy9kb3ducmV2LnhtbERPS4vCMBC+C/sfwgh709Rl0do1ilSWFfTi47DHoRnb&#10;YjMpTWzrvzeC4G0+vucsVr2pREuNKy0rmIwjEMSZ1SXnCs6n31EMwnlkjZVlUnAnB6vlx2CBibYd&#10;H6g9+lyEEHYJKii8rxMpXVaQQTe2NXHgLrYx6ANscqkb7EK4qeRXFE2lwZJDQ4E1pQVl1+PNKJh1&#10;69Sk8WZ/2vm//fz/Yk3ffiv1OezXPyA89f4tfrm3OsyfTebw/Cac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GzkcMAAADdAAAADwAAAAAAAAAAAAAAAACYAgAAZHJzL2Rv&#10;d25yZXYueG1sUEsFBgAAAAAEAAQA9QAAAIgDAAAAAA==&#10;" path="m24,r5,l34,5r4,5l43,10r,4l48,19r,5l48,29r-5,5l43,38r-5,5l34,43r,5l29,48r-5,l19,48r-5,l10,43r-5,l,38,,34,,29,,24,,19,,14,,10r5,l10,5r4,l19,r5,xe" fillcolor="#00b0f0" stroked="f" strokecolor="#00b0f0" strokeweight=".5pt">
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419" o:spid="_x0000_s1445" style="position:absolute;left:2040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fQscYA&#10;AADdAAAADwAAAGRycy9kb3ducmV2LnhtbESPQWvCQBCF7wX/wzKCt7pRpGp0FYkUC/VS7cHjkB2T&#10;YHY2ZLdJ/PedQ6G3Gd6b977Z7gdXq47aUHk2MJsmoIhzbysuDHxf319XoEJEtlh7JgNPCrDfjV62&#10;mFrf8xd1l1goCeGQooEyxibVOuQlOQxT3xCLdvetwyhrW2jbYi/hrtbzJHnTDiuWhhIbykrKH5cf&#10;Z2DZHzKXrY7n62c8nde3u3dDtzBmMh4OG1CRhvhv/rv+sIK/nAu/fCMj6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fQscYAAADdAAAADwAAAAAAAAAAAAAAAACYAgAAZHJz&#10;L2Rvd25yZXYueG1sUEsFBgAAAAAEAAQA9QAAAIsDAAAAAA==&#10;" path="m24,r5,l34,5r5,l43,10r5,l48,14r,5l48,24r,5l48,34r,4l43,43r-4,l34,48r-5,l24,48r-4,l15,48r,-5l10,43,5,38r,-4l,29,,24,,19,5,14r,-4l10,10,15,5,20,r4,xe" fillcolor="#00b0f0" stroked="f" strokecolor="#00b0f0" strokeweight=".5pt">
            <v:path arrowok="t" o:connecttype="custom" o:connectlocs="15,0;18,0;21,3;24,3;27,6;30,6;30,9;30,12;30,15;30,18;30,21;30,24;27,27;24,27;21,30;18,30;15,30;13,30;9,30;9,27;6,27;3,24;3,21;0,18;0,15;0,12;3,9;3,6;6,6;9,3;9,3;13,0;15,0" o:connectangles="0,0,0,0,0,0,0,0,0,0,0,0,0,0,0,0,0,0,0,0,0,0,0,0,0,0,0,0,0,0,0,0,0"/>
            <o:lock v:ext="edit" aspectratio="t"/>
          </v:shape>
          <v:shape id="Freeform 420" o:spid="_x0000_s1446" style="position:absolute;left:1981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t1KsQA&#10;AADdAAAADwAAAGRycy9kb3ducmV2LnhtbERPTWvCQBC9C/0PyxS86cZQGhtdJaQUC82l2kOPQ3ZM&#10;gtnZkN0m8d+7BcHbPN7nbPeTacVAvWssK1gtIxDEpdUNVwp+Th+LNQjnkTW2lknBlRzsd0+zLaba&#10;jvxNw9FXIoSwS1FB7X2XSunKmgy6pe2IA3e2vUEfYF9J3eMYwk0r4yh6lQYbDg01dpTXVF6Of0ZB&#10;Mma5ydfvxenLH4q337M10/Ci1Px5yjYgPE3+Ib67P3WYn8Qr+P8mnCB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7dSrEAAAA3QAAAA8AAAAAAAAAAAAAAAAAmAIAAGRycy9k&#10;b3ducmV2LnhtbFBLBQYAAAAABAAEAPUAAACJAwAAAAA=&#10;" path="m24,r5,l34,5r5,l44,10r4,4l48,19r,5l48,29r,5l44,38r,5l39,43r-5,5l29,48r-5,l20,48r-5,l10,43,5,38r,-4l,29,,24,,19,5,14r,-4l10,10r,-5l15,5,20,r4,xe" fillcolor="#00b0f0" stroked="f" strokecolor="#00b0f0" strokeweight=".5pt">
            <v:path arrowok="t" o:connecttype="custom" o:connectlocs="15,0;18,0;21,3;24,3;27,6;27,6;29,9;29,12;29,15;29,18;29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421" o:spid="_x0000_s1447" style="position:absolute;left:1921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nrXcMA&#10;AADdAAAADwAAAGRycy9kb3ducmV2LnhtbERPS4vCMBC+L/gfwgje1nSL+OgaRSqioBcfhz0OzdiW&#10;bSaliW3990ZY2Nt8fM9ZrntTiZYaV1pW8DWOQBBnVpecK7hdd59zEM4ja6wsk4InOVivBh9LTLTt&#10;+EztxecihLBLUEHhfZ1I6bKCDLqxrYkDd7eNQR9gk0vdYBfCTSXjKJpKgyWHhgJrSgvKfi8Po2DW&#10;bVKTzren69HvT4ufuzV9O1FqNOw33yA89f5f/Oc+6DB/Fsfw/iac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nrXcMAAADdAAAADwAAAAAAAAAAAAAAAACYAgAAZHJzL2Rv&#10;d25yZXYueG1sUEsFBgAAAAAEAAQA9QAAAIgDAAAAAA==&#10;" path="m24,r5,l34,5r5,l44,10r4,4l48,19r,5l48,29r,5l44,38r,5l39,43r-5,5l29,48r-5,l20,48r-5,l10,43r-5,l5,38,,34,,29,,24,,19,,14,5,10,10,5r5,l20,r4,xe" fillcolor="#00b0f0" stroked="f" strokecolor="#00b0f0" strokeweight=".5pt">
            <v:path arrowok="t" o:connecttype="custom" o:connectlocs="15,0;18,0;21,3;24,3;28,6;28,6;30,9;30,12;30,15;30,18;30,21;28,24;28,27;24,27;21,30;18,30;15,30;13,30;9,30;6,27;3,27;3,24;0,21;0,18;0,15;0,12;0,9;3,6;3,6;6,3;9,3;13,0;15,0" o:connectangles="0,0,0,0,0,0,0,0,0,0,0,0,0,0,0,0,0,0,0,0,0,0,0,0,0,0,0,0,0,0,0,0,0"/>
            <o:lock v:ext="edit" aspectratio="t"/>
          </v:shape>
          <v:shape id="Freeform 422" o:spid="_x0000_s1448" style="position:absolute;left:186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VOxsMA&#10;AADdAAAADwAAAGRycy9kb3ducmV2LnhtbERPS4vCMBC+C/sfwix403RVfFSjSBdR0Iu6hz0OzdiW&#10;bSalybb13xtB8DYf33NWm86UoqHaFZYVfA0jEMSp1QVnCn6uu8EchPPIGkvLpOBODjbrj94KY21b&#10;PlNz8ZkIIexiVJB7X8VSujQng25oK+LA3Wxt0AdYZ1LX2IZwU8pRFE2lwYJDQ44VJTmlf5d/o2DW&#10;bhOTzL9P16Pfnxa/N2u6ZqJU/7PbLkF46vxb/HIfdJg/G43h+U04Qa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VOxsMAAADdAAAADwAAAAAAAAAAAAAAAACYAgAAZHJzL2Rv&#10;d25yZXYueG1sUEsFBgAAAAAEAAQA9QAAAIgDAAAAAA==&#10;" path="m24,r5,l34,5r5,l39,10r5,l44,14r4,5l48,24r,5l44,34r,4l39,43r-5,5l29,48r-5,l20,48r-5,l10,43r-5,l5,38,,34,,29,,24,,19,,14,5,10,10,5r5,l20,r4,xe" fillcolor="#00b0f0" stroked="f" strokecolor="#00b0f0" strokeweight=".5pt">
            <v:path arrowok="t" o:connecttype="custom" o:connectlocs="15,0;18,0;21,3;24,3;24,6;28,6;28,9;30,12;30,15;30,18;28,21;28,24;24,27;24,27;21,30;18,30;15,30;13,30;9,30;6,27;3,27;3,24;0,21;0,18;0,15;0,12;0,9;3,6;3,6;6,3;9,3;13,0;15,0" o:connectangles="0,0,0,0,0,0,0,0,0,0,0,0,0,0,0,0,0,0,0,0,0,0,0,0,0,0,0,0,0,0,0,0,0"/>
            <o:lock v:ext="edit" aspectratio="t"/>
          </v:shape>
          <v:shape id="Freeform 423" o:spid="_x0000_s1449" style="position:absolute;left:1803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zWssQA&#10;AADdAAAADwAAAGRycy9kb3ducmV2LnhtbERPTWvCQBC9F/wPywi91Y0ijUZXkUhpobk06cHjkB2T&#10;YHY2ZLdJ/PduodDbPN7n7I+TacVAvWssK1guIhDEpdUNVwq+i7eXDQjnkTW2lknBnRwcD7OnPSba&#10;jvxFQ+4rEULYJaig9r5LpHRlTQbdwnbEgbva3qAPsK+k7nEM4aaVqyh6lQYbDg01dpTWVN7yH6Mg&#10;Hk+pSTfnrPj079n2crVmGtZKPc+n0w6Ep8n/i//cHzrMj1dr+P0mnCA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M1rLEAAAA3QAAAA8AAAAAAAAAAAAAAAAAmAIAAGRycy9k&#10;b3ducmV2LnhtbFBLBQYAAAAABAAEAPUAAACJAwAAAAA=&#10;" path="m24,r5,l34,5r5,5l44,10r,4l48,19r,5l48,29r-4,5l44,38r-5,5l34,43r,5l29,48r-5,l20,48r-5,l10,43r-5,l,38,,34,,29,,24,,19,,14,,10r5,l10,5r5,l20,r4,xe" fillcolor="#00b0f0" stroked="f" strokecolor="#00b0f0" strokeweight=".5pt">
            <v:path arrowok="t" o:connecttype="custom" o:connectlocs="15,0;18,0;21,3;21,3;24,6;27,6;27,9;29,12;29,15;29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424" o:spid="_x0000_s1450" style="position:absolute;left:1741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BzKcIA&#10;AADdAAAADwAAAGRycy9kb3ducmV2LnhtbERPS4vCMBC+C/sfwix403TFZzWKdBEFvah72OPQjG3Z&#10;ZlKabFv/vREEb/PxPWe16UwpGqpdYVnB1zACQZxaXXCm4Oe6G8xBOI+ssbRMCu7kYLP+6K0w1rbl&#10;MzUXn4kQwi5GBbn3VSylS3My6Ia2Ig7czdYGfYB1JnWNbQg3pRxF0VQaLDg05FhRklP6d/k3Cmbt&#10;NjHJ/Pt0Pfr9afF7s6Zrxkr1P7vtEoSnzr/FL/dBh/mz0QSe34QT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gHMpwgAAAN0AAAAPAAAAAAAAAAAAAAAAAJgCAABkcnMvZG93&#10;bnJldi54bWxQSwUGAAAAAAQABAD1AAAAhwMAAAAA&#10;" path="m24,r5,l33,5r5,l43,10r5,l48,14r,5l48,24r,5l48,34r,4l43,43r-5,l33,48r-4,l24,48r-5,l14,48r,-5l9,43,5,38r,-4l,29,,24,,19,5,14r,-4l9,10,14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425" o:spid="_x0000_s1451" style="position:absolute;left:1682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LtXsIA&#10;AADdAAAADwAAAGRycy9kb3ducmV2LnhtbERPTYvCMBC9L/gfwgje1lQRrdUoUhEX9LK6B49DM7bF&#10;ZlKa2NZ/vxEW9jaP9znrbW8q0VLjSssKJuMIBHFmdcm5gp/r4TMG4TyyxsoyKXiRg+1m8LHGRNuO&#10;v6m9+FyEEHYJKii8rxMpXVaQQTe2NXHg7rYx6ANscqkb7EK4qeQ0iubSYMmhocCa0oKyx+VpFCy6&#10;XWrSeH++nvzxvLzdrenbmVKjYb9bgfDU+3/xn/tLh/mL6Rze34QT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Uu1ewgAAAN0AAAAPAAAAAAAAAAAAAAAAAJgCAABkcnMvZG93&#10;bnJldi54bWxQSwUGAAAAAAQABAD1AAAAhwMAAAAA&#10;" path="m24,r5,l33,5r5,l43,10r5,4l48,19r,5l48,29r,5l43,38r,5l38,43r-5,5l29,48r-5,l19,48r-5,l9,43,5,38r,-4l,29,,24,,19,5,14r,-4l9,10,9,5r5,l19,r5,xe" fillcolor="#00b0f0" stroked="f" strokecolor="#00b0f0" strokeweight=".5pt">
            <v:path arrowok="t" o:connecttype="custom" o:connectlocs="15,0;18,0;20,3;23,3;26,6;26,6;29,9;29,12;29,15;29,18;29,21;26,24;26,27;23,27;20,30;18,30;15,30;11,30;8,30;5,27;5,27;3,24;3,21;0,18;0,15;0,12;3,9;3,6;5,6;5,3;8,3;11,0;15,0" o:connectangles="0,0,0,0,0,0,0,0,0,0,0,0,0,0,0,0,0,0,0,0,0,0,0,0,0,0,0,0,0,0,0,0,0"/>
            <o:lock v:ext="edit" aspectratio="t"/>
          </v:shape>
          <v:shape id="Freeform 426" o:spid="_x0000_s1452" style="position:absolute;left:162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5IxcMA&#10;AADdAAAADwAAAGRycy9kb3ducmV2LnhtbERPS4vCMBC+C/6HMII3TVdkq12jSEVcWC8+DnscmrEt&#10;20xKE9v6782C4G0+vuesNr2pREuNKy0r+JhGIIgzq0vOFVwv+8kChPPIGivLpOBBDjbr4WCFibYd&#10;n6g9+1yEEHYJKii8rxMpXVaQQTe1NXHgbrYx6ANscqkb7EK4qeQsij6lwZJDQ4E1pQVlf+e7URB3&#10;29Ski93x8uMPx+XvzZq+nSs1HvXbLxCeev8Wv9zfOsyPZzH8fxNO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5IxcMAAADdAAAADwAAAAAAAAAAAAAAAACYAgAAZHJzL2Rv&#10;d25yZXYueG1sUEsFBgAAAAAEAAQA9QAAAIgDAAAAAA==&#10;" path="m24,r5,l33,5r5,l43,10r5,4l48,19r,5l48,29r,5l43,38r,5l38,43r-5,5l29,48r-5,l19,48r-5,l9,43r-4,l5,38,,34,,29,,24,,19,,14,5,10,9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27" o:spid="_x0000_s1453" style="position:absolute;left:156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Hct8YA&#10;AADdAAAADwAAAGRycy9kb3ducmV2LnhtbESPQWvCQBCF7wX/wzKCt7pRpGp0FYkUC/VS7cHjkB2T&#10;YHY2ZLdJ/PedQ6G3Gd6b977Z7gdXq47aUHk2MJsmoIhzbysuDHxf319XoEJEtlh7JgNPCrDfjV62&#10;mFrf8xd1l1goCeGQooEyxibVOuQlOQxT3xCLdvetwyhrW2jbYi/hrtbzJHnTDiuWhhIbykrKH5cf&#10;Z2DZHzKXrY7n62c8nde3u3dDtzBmMh4OG1CRhvhv/rv+sIK/nAuufCMj6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4Hct8YAAADdAAAADwAAAAAAAAAAAAAAAACYAgAAZHJz&#10;L2Rvd25yZXYueG1sUEsFBgAAAAAEAAQA9QAAAIsDAAAAAA==&#10;" path="m24,r5,l33,5r5,l38,10r5,l43,14r5,5l48,24r,5l43,34r,4l38,43r-5,5l29,48r-5,l19,48r-5,l9,43r-4,l5,38,,34,,29,,24,,19,,14,5,10,9,5r5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28" o:spid="_x0000_s1454" style="position:absolute;left:1504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15LMIA&#10;AADdAAAADwAAAGRycy9kb3ducmV2LnhtbERPS4vCMBC+L/gfwgje1lQRH9UoUhEFvazuwePQjG2x&#10;mZQmtvXfG2Fhb/PxPWe16UwpGqpdYVnBaBiBIE6tLjhT8Hvdf89BOI+ssbRMCl7kYLPufa0w1rbl&#10;H2ouPhMhhF2MCnLvq1hKl+Zk0A1tRRy4u60N+gDrTOoa2xBuSjmOoqk0WHBoyLGiJKf0cXkaBbN2&#10;m5hkvjtfT/5wXtzu1nTNRKlBv9suQXjq/L/4z33UYf5svIDPN+EEuX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zXkswgAAAN0AAAAPAAAAAAAAAAAAAAAAAJgCAABkcnMvZG93&#10;bnJldi54bWxQSwUGAAAAAAQABAD1AAAAhwMAAAAA&#10;" path="m24,r5,l33,5r5,5l43,10r,4l48,19r,5l48,29r-5,5l43,38r-5,5l33,43r,5l29,48r-5,l19,48r-5,l9,43r-4,l,38,,34,,29,,24,,19,,14,,10r5,l9,5r5,l19,r5,xe" fillcolor="#00b0f0" stroked="f" strokecolor="#00b0f0" strokeweight=".5pt">
            <v:path arrowok="t" o:connecttype="custom" o:connectlocs="15,0;18,0;20,3;20,3;23,6;26,6;26,9;29,12;29,15;29,18;26,21;26,24;23,27;20,27;20,30;18,30;15,30;11,30;8,30;5,27;3,27;0,24;0,21;0,18;0,15;0,12;0,9;0,6;3,6;5,3;8,3;11,0;15,0" o:connectangles="0,0,0,0,0,0,0,0,0,0,0,0,0,0,0,0,0,0,0,0,0,0,0,0,0,0,0,0,0,0,0,0,0"/>
            <o:lock v:ext="edit" aspectratio="t"/>
          </v:shape>
          <v:shape id="Freeform 429" o:spid="_x0000_s1455" style="position:absolute;left:1441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5GbMYA&#10;AADdAAAADwAAAGRycy9kb3ducmV2LnhtbESPQWvCQBCF7wX/wzKCt7pRS7Wpq0ikVKiXag89Dtkx&#10;Cc3OhuyapP/eOQjeZnhv3vtmvR1crTpqQ+XZwGyagCLOva24MPBz/nhegQoR2WLtmQz8U4DtZvS0&#10;xtT6nr+pO8VCSQiHFA2UMTap1iEvyWGY+oZYtItvHUZZ20LbFnsJd7WeJ8mrdlixNJTYUFZS/ne6&#10;OgPLfpe5bLU/nr/i5/Ht9+Ld0L0YMxkPu3dQkYb4MN+vD1bwlwvhl29kBL2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5GbMYAAADdAAAADwAAAAAAAAAAAAAAAACYAgAAZHJz&#10;L2Rvd25yZXYueG1sUEsFBgAAAAAEAAQA9QAAAIsDAAAAAA==&#10;" path="m24,r5,l34,5r5,l43,10r5,l48,14r,5l48,24r,5l48,34r,4l43,43r-4,l34,48r-5,l24,48r-5,l15,48r,-5l10,43,5,38r,-4l,29,,24,,19,5,14r,-4l10,10,15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430" o:spid="_x0000_s1456" style="position:absolute;left:11265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Lj98QA&#10;AADdAAAADwAAAGRycy9kb3ducmV2LnhtbERPTWvCQBC9F/wPywjemo1aGo2uElJKC82l6sHjkB2T&#10;YHY2ZLdJ+u+7hUJv83ifsz9OphUD9a6xrGAZxSCIS6sbrhRczq+PGxDOI2tsLZOCb3JwPMwe9phq&#10;O/InDSdfiRDCLkUFtfddKqUrazLoItsRB+5me4M+wL6SuscxhJtWruL4WRpsODTU2FFeU3k/fRkF&#10;yZjlJt+8FOcP/1ZsrzdrpuFJqcV8ynYgPE3+X/znftdhfrJewu834QR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i4/fEAAAA3QAAAA8AAAAAAAAAAAAAAAAAmAIAAGRycy9k&#10;b3ducmV2LnhtbFBLBQYAAAAABAAEAPUAAACJAwAAAAA=&#10;" path="m24,r5,l33,5r5,l43,10r5,4l48,19r,5l48,29r,5l43,38r,5l38,43r-5,5l29,48r-5,l19,48r-5,l9,43,5,38,,34,,29,,24,,19,,14,5,10r4,l9,5r5,l19,r5,xe" fillcolor="#00b0f0" stroked="f" strokecolor="#00b0f0" strokeweight=".5pt">
            <v:path arrowok="t" o:connecttype="custom" o:connectlocs="15,0;18,0;21,3;24,3;27,6;27,6;30,9;30,12;30,15;30,18;30,21;27,24;27,27;24,27;21,30;18,30;15,30;12,30;9,30;6,27;6,27;3,24;0,21;0,18;0,15;0,12;0,9;3,6;6,6;6,3;9,3;12,0;15,0" o:connectangles="0,0,0,0,0,0,0,0,0,0,0,0,0,0,0,0,0,0,0,0,0,0,0,0,0,0,0,0,0,0,0,0,0"/>
            <o:lock v:ext="edit" aspectratio="t"/>
          </v:shape>
          <v:shape id="Freeform 431" o:spid="_x0000_s1457" style="position:absolute;left:11206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B9gMMA&#10;AADdAAAADwAAAGRycy9kb3ducmV2LnhtbERPS4vCMBC+C/sfwix403RVfFSjSBdR0Iu6hz0OzdiW&#10;bSalybb13xtB8DYf33NWm86UoqHaFZYVfA0jEMSp1QVnCn6uu8EchPPIGkvLpOBODjbrj94KY21b&#10;PlNz8ZkIIexiVJB7X8VSujQng25oK+LA3Wxt0AdYZ1LX2IZwU8pRFE2lwYJDQ44VJTmlf5d/o2DW&#10;bhOTzL9P16Pfnxa/N2u6ZqJU/7PbLkF46vxb/HIfdJg/G4/g+U04Qa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B9gMMAAADdAAAADwAAAAAAAAAAAAAAAACYAgAAZHJzL2Rv&#10;d25yZXYueG1sUEsFBgAAAAAEAAQA9QAAAIgDAAAAAA==&#10;" path="m24,r5,l33,5r5,l38,10r5,l48,14r,5l48,24r,5l48,34r-5,4l38,43r-5,5l29,48r-5,l19,48r-5,l9,43r-4,l5,38,,34,,29,,24,,19,,14,5,10,9,5r5,l19,r5,xe" fillcolor="#00b0f0" stroked="f" strokecolor="#00b0f0" strokeweight=".5pt">
            <v:path arrowok="t" o:connecttype="custom" o:connectlocs="15,0;18,0;20,3;23,3;23,6;26,6;29,9;29,12;29,15;29,18;29,21;26,24;23,27;23,27;20,30;18,30;15,30;11,30;8,30;5,27;3,27;3,24;0,21;0,18;0,15;0,12;0,9;3,6;3,6;5,3;8,3;11,0;15,0" o:connectangles="0,0,0,0,0,0,0,0,0,0,0,0,0,0,0,0,0,0,0,0,0,0,0,0,0,0,0,0,0,0,0,0,0"/>
            <o:lock v:ext="edit" aspectratio="t"/>
          </v:shape>
          <v:shape id="Freeform 432" o:spid="_x0000_s1458" style="position:absolute;left:1114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zYG8MA&#10;AADdAAAADwAAAGRycy9kb3ducmV2LnhtbERPS4vCMBC+C/sfwix403RX8VGNIhVR0Iu6hz0OzdiW&#10;bSalybb13xtB8DYf33OW686UoqHaFZYVfA0jEMSp1QVnCn6uu8EMhPPIGkvLpOBODtarj94SY21b&#10;PlNz8ZkIIexiVJB7X8VSujQng25oK+LA3Wxt0AdYZ1LX2IZwU8rvKJpIgwWHhhwrSnJK/y7/RsG0&#10;3SQmmW1P16Pfn+a/N2u6ZqxU/7PbLEB46vxb/HIfdJg/HY3g+U04Qa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zYG8MAAADdAAAADwAAAAAAAAAAAAAAAACYAgAAZHJzL2Rv&#10;d25yZXYueG1sUEsFBgAAAAAEAAQA9QAAAIgDAAAAAA==&#10;" path="m24,r5,l33,5r5,5l43,10r,4l48,19r,5l48,29r-5,5l43,38r-5,5l33,43r,5l29,48r-5,l19,48r-5,l9,43r-4,l,38,,34,,29,,24,,19,,14,,10r5,l9,5r5,l19,r5,xe" fillcolor="#00b0f0" stroked="f" strokecolor="#00b0f0" strokeweight=".5pt">
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433" o:spid="_x0000_s1459" style="position:absolute;left:11084;top:16194;width:33;height:30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/z88MA&#10;AADdAAAADwAAAGRycy9kb3ducmV2LnhtbERP22rCQBB9L/gPywh9qxubUiW6SiwI9an18gFjdswG&#10;s7Mxu8bYr+8WCr7N4VxnvuxtLTpqfeVYwXiUgCAunK64VHDYr1+mIHxA1lg7JgV38rBcDJ7mmGl3&#10;4y11u1CKGMI+QwUmhCaT0heGLPqRa4gjd3KtxRBhW0rd4i2G21q+Jsm7tFhxbDDY0Ieh4ry7WgXT&#10;849e9amvc3PpJuPjRn7n6ZdSz8M+n4EI1IeH+N/9qeP8SfoGf9/EE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/z88MAAADdAAAADwAAAAAAAAAAAAAAAACYAgAAZHJzL2Rv&#10;d25yZXYueG1sUEsFBgAAAAAEAAQA9QAAAIgDAAAAAA==&#10;" path="m24,r5,l34,5r4,l43,10r5,l48,14r,5l53,24r-5,5l48,34r,4l43,43r-5,l34,48r-5,l24,48r-5,l15,43r-5,l5,38r,-4l5,29,,24,5,19r,-5l5,10r5,l15,5r4,l19,r5,xe" fillcolor="#00b0f0" stroked="f" strokecolor="#00b0f0" strokeweight=".5pt">
            <v:path arrowok="t" o:connecttype="custom" o:connectlocs="15,0;18,0;21,3;24,3;27,6;30,6;30,9;30,12;33,15;30,18;30,21;30,24;27,27;24,27;21,30;18,30;15,30;12,30;12,30;9,27;6,27;3,24;3,21;3,18;0,15;3,12;3,9;3,6;6,6;9,3;12,3;12,0;15,0" o:connectangles="0,0,0,0,0,0,0,0,0,0,0,0,0,0,0,0,0,0,0,0,0,0,0,0,0,0,0,0,0,0,0,0,0"/>
            <o:lock v:ext="edit" aspectratio="t"/>
          </v:shape>
          <v:shape id="Freeform 434" o:spid="_x0000_s1460" style="position:absolute;left:11025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nl9MQA&#10;AADdAAAADwAAAGRycy9kb3ducmV2LnhtbERPS2vCQBC+C/6HZQq96aZWq0ZXkRSp0Fx8HDwO2TEJ&#10;ZmdDdpuk/75bELzNx/ec9bY3lWipcaVlBW/jCARxZnXJuYLLeT9agHAeWWNlmRT8koPtZjhYY6xt&#10;x0dqTz4XIYRdjAoK7+tYSpcVZNCNbU0cuJttDPoAm1zqBrsQbio5iaIPabDk0FBgTUlB2f30YxTM&#10;u11iksVnev72X+nyerOmb6dKvb70uxUIT71/ih/ugw7z5+8z+P8mnC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Z5fTEAAAA3QAAAA8AAAAAAAAAAAAAAAAAmAIAAGRycy9k&#10;b3ducmV2LnhtbFBLBQYAAAAABAAEAPUAAACJAwAAAAA=&#10;" path="m24,r5,l34,5r5,l43,10r5,4l48,19r,5l48,29r,5l43,38r,5l39,43r-5,5l29,48r-5,l19,48r-4,l10,43,5,38r,-4l,29,,24,,19,5,14r,-4l10,10r,-5l15,5,19,r5,xe" fillcolor="#00b0f0" stroked="f" strokecolor="#00b0f0" strokeweight=".5pt">
            <v:path arrowok="t" o:connecttype="custom" o:connectlocs="15,0;18,0;21,3;24,3;26,6;26,6;29,9;29,12;29,15;29,18;29,21;26,24;26,27;24,27;21,30;18,30;15,30;11,30;9,30;6,27;6,27;3,24;3,21;0,18;0,15;0,12;3,9;3,6;6,6;6,3;9,3;11,0;15,0" o:connectangles="0,0,0,0,0,0,0,0,0,0,0,0,0,0,0,0,0,0,0,0,0,0,0,0,0,0,0,0,0,0,0,0,0"/>
            <o:lock v:ext="edit" aspectratio="t"/>
          </v:shape>
          <v:shape id="Freeform 435" o:spid="_x0000_s1461" style="position:absolute;left:10965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t7g8MA&#10;AADdAAAADwAAAGRycy9kb3ducmV2LnhtbERPS4vCMBC+C/sfwix403RX8VGNIhVR0Iu6hz0OzdiW&#10;bSalybb13xtB8DYf33OW686UoqHaFZYVfA0jEMSp1QVnCn6uu8EMhPPIGkvLpOBODtarj94SY21b&#10;PlNz8ZkIIexiVJB7X8VSujQng25oK+LA3Wxt0AdYZ1LX2IZwU8rvKJpIgwWHhhwrSnJK/y7/RsG0&#10;3SQmmW1P16Pfn+a/N2u6ZqxU/7PbLEB46vxb/HIfdJg/HU3g+U04Qa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t7g8MAAADdAAAADwAAAAAAAAAAAAAAAACYAgAAZHJzL2Rv&#10;d25yZXYueG1sUEsFBgAAAAAEAAQA9QAAAIgDAAAAAA==&#10;" path="m24,r5,l34,5r5,l43,10r5,4l48,19r,5l48,29r,5l43,38r,5l39,43r-5,5l29,48r-5,l19,48r-4,l10,43r-5,l5,38,,34,,29,,24,,19,,14,5,10,10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36" o:spid="_x0000_s1462" style="position:absolute;left:1090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feGMQA&#10;AADdAAAADwAAAGRycy9kb3ducmV2LnhtbERPS2vCQBC+F/oflin01mz6wKSpq0hEKuil2kOPQ3by&#10;oNnZkF2T+O9dQfA2H99z5svJtGKg3jWWFbxGMQjiwuqGKwW/x81LCsJ5ZI2tZVJwJgfLxePDHDNt&#10;R/6h4eArEULYZaig9r7LpHRFTQZdZDviwJW2N+gD7CupexxDuGnlWxzPpMGGQ0ONHeU1Ff+Hk1GQ&#10;jKvc5Ol6f9z57/3nX2nNNHwo9fw0rb5AeJr8XXxzb3WYn7wncP0mnC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H3hjEAAAA3QAAAA8AAAAAAAAAAAAAAAAAmAIAAGRycy9k&#10;b3ducmV2LnhtbFBLBQYAAAAABAAEAPUAAACJAwAAAAA=&#10;" path="m24,r5,l34,5r5,l39,10r4,l48,14r,5l48,24r,5l48,34r-5,4l39,43r-5,5l29,48r-5,l19,48r-4,l10,43r-5,l5,38,,34,,29,,24,,19,,14,5,10,10,5r5,l19,r5,xe" fillcolor="#00b0f0" stroked="f" strokecolor="#00b0f0" strokeweight=".5pt">
            <v:path arrowok="t" o:connecttype="custom" o:connectlocs="15,0;18,0;21,3;24,3;24,6;27,6;30,9;30,12;30,15;30,18;30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37" o:spid="_x0000_s1463" style="position:absolute;left:10847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hKasYA&#10;AADdAAAADwAAAGRycy9kb3ducmV2LnhtbESPQWvCQBCF7wX/wzKCt7pRS7Wpq0ikVKiXag89Dtkx&#10;Cc3OhuyapP/eOQjeZnhv3vtmvR1crTpqQ+XZwGyagCLOva24MPBz/nhegQoR2WLtmQz8U4DtZvS0&#10;xtT6nr+pO8VCSQiHFA2UMTap1iEvyWGY+oZYtItvHUZZ20LbFnsJd7WeJ8mrdlixNJTYUFZS/ne6&#10;OgPLfpe5bLU/nr/i5/Ht9+Ld0L0YMxkPu3dQkYb4MN+vD1bwlwvBlW9kBL2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hKasYAAADdAAAADwAAAAAAAAAAAAAAAACYAgAAZHJz&#10;L2Rvd25yZXYueG1sUEsFBgAAAAAEAAQA9QAAAIsDAAAAAA==&#10;" path="m24,r5,l34,5r5,5l43,10r,4l48,19r,5l48,29r-5,5l43,38r-4,5l34,43r,5l29,48r-5,l19,48r-4,l10,43r-5,l,38,,34,,29,,24,,19,,14,,10r5,l10,5r5,l19,r5,xe" fillcolor="#00b0f0" stroked="f" strokecolor="#00b0f0" strokeweight=".5pt">
            <v:path arrowok="t" o:connecttype="custom" o:connectlocs="15,0;18,0;21,3;21,3;24,6;26,6;26,9;29,12;29,15;29,18;26,21;26,24;24,27;21,27;21,30;18,30;15,30;11,30;9,30;6,27;3,27;0,24;0,21;0,18;0,15;0,12;0,9;0,6;3,6;6,3;9,3;11,0;15,0" o:connectangles="0,0,0,0,0,0,0,0,0,0,0,0,0,0,0,0,0,0,0,0,0,0,0,0,0,0,0,0,0,0,0,0,0"/>
            <o:lock v:ext="edit" aspectratio="t"/>
          </v:shape>
          <v:shape id="Freeform 438" o:spid="_x0000_s1464" style="position:absolute;left:10785;top:16194;width:32;height:30;visibility:visible;mso-wrap-style:square;v-text-anchor:top" coordsize="52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/c2sMA&#10;AADdAAAADwAAAGRycy9kb3ducmV2LnhtbERPS2vCQBC+C/0PyxR6000rpCa6Sh8GvGpKyXHIjkk0&#10;Oxt2txr/fbdQ8DYf33NWm9H04kLOd5YVPM8SEMS11R03Cr7KYroA4QOyxt4yKbiRh836YbLCXNsr&#10;7+lyCI2IIexzVNCGMORS+rolg35mB+LIHa0zGCJ0jdQOrzHc9PIlSVJpsOPY0OJAHy3V58OPUfC9&#10;cwsz31f9+zY7ldXQfKa2KJV6ehzfliACjeEu/nfvdJz/Os/g75t4gl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/c2sMAAADdAAAADwAAAAAAAAAAAAAAAACYAgAAZHJzL2Rv&#10;d25yZXYueG1sUEsFBgAAAAAEAAQA9QAAAIgDAAAAAA==&#10;" path="m24,r4,l33,5r5,l43,10r4,l47,14r,5l52,24r-5,5l47,34r,4l43,43r-5,l33,48r-5,l24,48r-5,l14,48r,-5l9,43,4,38r,-4l4,29,,24,4,19r,-5l4,10r5,l14,5,19,r5,xe" fillcolor="#00b0f0" stroked="f" strokecolor="#00b0f0" strokeweight=".5pt">
            <v:path arrowok="t" o:connecttype="custom" o:connectlocs="15,0;17,0;20,3;23,3;26,6;29,6;29,9;29,12;32,15;29,18;29,21;29,24;26,27;23,27;20,30;17,30;15,30;12,30;9,30;9,27;6,27;2,24;2,21;2,18;0,15;2,12;2,9;2,6;6,6;9,3;9,3;12,0;15,0" o:connectangles="0,0,0,0,0,0,0,0,0,0,0,0,0,0,0,0,0,0,0,0,0,0,0,0,0,0,0,0,0,0,0,0,0"/>
            <o:lock v:ext="edit" aspectratio="t"/>
          </v:shape>
          <v:shape id="Freeform 439" o:spid="_x0000_s1465" style="position:absolute;left:10726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g1EcYA&#10;AADdAAAADwAAAGRycy9kb3ducmV2LnhtbESPQWvCQBCF7wX/wzKCt7pRpGp0FUkRC/VS7cHjkB2T&#10;YHY2ZLdJ/PedQ6G3Gd6b977Z7gdXq47aUHk2MJsmoIhzbysuDHxfj68rUCEiW6w9k4EnBdjvRi9b&#10;TK3v+Yu6SyyUhHBI0UAZY5NqHfKSHIapb4hFu/vWYZS1LbRtsZdwV+t5krxphxVLQ4kNZSXlj8uP&#10;M7DsD5nLVu/n62c8nde3u3dDtzBmMh4OG1CRhvhv/rv+sIK/XAi/fCMj6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Cg1EcYAAADdAAAADwAAAAAAAAAAAAAAAACYAgAAZHJz&#10;L2Rvd25yZXYueG1sUEsFBgAAAAAEAAQA9QAAAIsDAAAAAA==&#10;" path="m24,r4,l33,5r5,l43,10r5,4l48,19r,5l48,29r,5l43,38r,5l38,43r-5,5l28,48r-4,l19,48r-5,l9,43,4,38r,-4l,29,,24,,19,4,14r,-4l9,10,9,5r5,l19,r5,xe" fillcolor="#00b0f0" stroked="f" strokecolor="#00b0f0" strokeweight=".5pt">
            <v:path arrowok="t" o:connecttype="custom" o:connectlocs="15,0;17,0;20,3;23,3;26,6;26,6;29,9;29,12;29,15;29,18;29,21;26,24;26,27;23,27;20,30;17,30;15,30;11,30;8,30;5,27;5,27;2,24;2,21;0,18;0,15;0,12;2,9;2,6;5,6;5,3;8,3;11,0;15,0" o:connectangles="0,0,0,0,0,0,0,0,0,0,0,0,0,0,0,0,0,0,0,0,0,0,0,0,0,0,0,0,0,0,0,0,0"/>
            <o:lock v:ext="edit" aspectratio="t"/>
          </v:shape>
          <v:shape id="Freeform 440" o:spid="_x0000_s1466" style="position:absolute;left:1066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SQisIA&#10;AADdAAAADwAAAGRycy9kb3ducmV2LnhtbERPS4vCMBC+L/gfwgje1lQRH9UoUhEFvazuwePQjG2x&#10;mZQmtvXfG2Fhb/PxPWe16UwpGqpdYVnBaBiBIE6tLjhT8Hvdf89BOI+ssbRMCl7kYLPufa0w1rbl&#10;H2ouPhMhhF2MCnLvq1hKl+Zk0A1tRRy4u60N+gDrTOoa2xBuSjmOoqk0WHBoyLGiJKf0cXkaBbN2&#10;m5hkvjtfT/5wXtzu1nTNRKlBv9suQXjq/L/4z33UYf5sMoLPN+EEuX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ZJCKwgAAAN0AAAAPAAAAAAAAAAAAAAAAAJgCAABkcnMvZG93&#10;bnJldi54bWxQSwUGAAAAAAQABAD1AAAAhwMAAAAA&#10;" path="m24,r4,l33,5r5,l43,10r5,4l48,19r,5l48,29r,5l43,38r,5l38,43r-5,5l28,48r-4,l19,48r-5,l9,43r-5,l4,38,,34,,29,,24,,19,,14,4,10,9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41" o:spid="_x0000_s1467" style="position:absolute;left:1060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YO/cQA&#10;AADdAAAADwAAAGRycy9kb3ducmV2LnhtbERPTWvCQBC9F/wPywi91Y0ijUZXkUhpobk06cHjkB2T&#10;YHY2ZLdJ/PduodDbPN7n7I+TacVAvWssK1guIhDEpdUNVwq+i7eXDQjnkTW2lknBnRwcD7OnPSba&#10;jvxFQ+4rEULYJaig9r5LpHRlTQbdwnbEgbva3qAPsK+k7nEM4aaVqyh6lQYbDg01dpTWVN7yH6Mg&#10;Hk+pSTfnrPj079n2crVmGtZKPc+n0w6Ep8n/i//cHzrMj9cr+P0mnCA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2Dv3EAAAA3QAAAA8AAAAAAAAAAAAAAAAAmAIAAGRycy9k&#10;b3ducmV2LnhtbFBLBQYAAAAABAAEAPUAAACJAwAAAAA=&#10;" path="m24,r4,l33,5r5,l38,10r5,l43,14r5,5l48,24r,5l43,34r,4l38,43r-5,5l28,48r-4,l19,48r-5,l9,43r-5,l4,38,,34,,29,,24,,19,,14,4,10,9,5r5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42" o:spid="_x0000_s1468" style="position:absolute;left:10548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qrZsQA&#10;AADdAAAADwAAAGRycy9kb3ducmV2LnhtbERPTWvCQBC9F/wPywi91Y1WqkbXEFJKC/XSxIPHITsm&#10;wexsyK5J+u+7hUJv83ifc0gm04qBetdYVrBcRCCIS6sbrhSci7enLQjnkTW2lknBNzlIjrOHA8ba&#10;jvxFQ+4rEULYxaig9r6LpXRlTQbdwnbEgbva3qAPsK+k7nEM4aaVqyh6kQYbDg01dpTVVN7yu1Gw&#10;GdPMZNvXU/Hp30+7y9WaaVgr9Tif0j0IT5P/F/+5P3SYv1k/w+834QR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6q2bEAAAA3QAAAA8AAAAAAAAAAAAAAAAAmAIAAGRycy9k&#10;b3ducmV2LnhtbFBLBQYAAAAABAAEAPUAAACJAwAAAAA=&#10;" path="m24,r4,l33,5r5,5l43,10r,4l48,19r,5l48,29r-5,5l43,38r-5,5l33,43r,5l28,48r-4,l19,48r-5,l9,43r-5,l,38,,34,,29,,24,,19,,14,,10r4,l9,5r5,l19,r5,xe" fillcolor="#00b0f0" stroked="f" strokecolor="#00b0f0" strokeweight=".5pt">
            <v:path arrowok="t" o:connecttype="custom" o:connectlocs="15,0;17,0;20,3;20,3;23,6;26,6;26,9;29,12;29,15;29,18;26,21;26,24;23,27;20,27;20,30;17,30;15,30;11,30;8,30;5,27;2,27;0,24;0,21;0,18;0,15;0,12;0,9;0,6;2,6;5,3;8,3;11,0;15,0" o:connectangles="0,0,0,0,0,0,0,0,0,0,0,0,0,0,0,0,0,0,0,0,0,0,0,0,0,0,0,0,0,0,0,0,0"/>
            <o:lock v:ext="edit" aspectratio="t"/>
          </v:shape>
          <v:shape id="Freeform 443" o:spid="_x0000_s1469" style="position:absolute;left:10485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MzEsMA&#10;AADdAAAADwAAAGRycy9kb3ducmV2LnhtbERPS4vCMBC+L/gfwgje1nSl+OgaRSqioBcfhz0OzdiW&#10;bSaliW3990ZY2Nt8fM9ZrntTiZYaV1pW8DWOQBBnVpecK7hdd59zEM4ja6wsk4InOVivBh9LTLTt&#10;+EztxecihLBLUEHhfZ1I6bKCDLqxrYkDd7eNQR9gk0vdYBfCTSUnUTSVBksODQXWlBaU/V4eRsGs&#10;26QmnW9P16PfnxY/d2v6NlZqNOw33yA89f5f/Oc+6DB/Fsfw/iac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MzEsMAAADdAAAADwAAAAAAAAAAAAAAAACYAgAAZHJzL2Rv&#10;d25yZXYueG1sUEsFBgAAAAAEAAQA9QAAAIgDAAAAAA==&#10;" path="m24,r5,l33,5r5,l43,10r5,l48,14r,5l48,24r,5l48,34r,4l43,43r-5,l33,48r-4,l24,48r-5,l14,48r,-5l10,43,5,38r,-4l,29,,24,,19,5,14r,-4l10,10,14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444" o:spid="_x0000_s1470" style="position:absolute;left:1042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+WicIA&#10;AADdAAAADwAAAGRycy9kb3ducmV2LnhtbERPS4vCMBC+C/sfwix403QXn9UoUhEFvah72OPQjG3Z&#10;ZlKabFv/vREEb/PxPWe57kwpGqpdYVnB1zACQZxaXXCm4Oe6G8xAOI+ssbRMCu7kYL366C0x1rbl&#10;MzUXn4kQwi5GBbn3VSylS3My6Ia2Ig7czdYGfYB1JnWNbQg3pfyOook0WHBoyLGiJKf07/JvFEzb&#10;TWKS2fZ0Pfr9af57s6ZrRkr1P7vNAoSnzr/FL/dBh/nT0Rie34QT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X5aJwgAAAN0AAAAPAAAAAAAAAAAAAAAAAJgCAABkcnMvZG93&#10;bnJldi54bWxQSwUGAAAAAAQABAD1AAAAhwMAAAAA&#10;" path="m24,r5,l34,5r4,l43,10r5,4l48,19r,5l48,29r,5l43,38r,5l38,43r-4,5l29,48r-5,l19,48r-5,l10,43,5,38r,-4l,29,,24,,19,5,14r,-4l10,10r,-5l14,5,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445" o:spid="_x0000_s1471" style="position:absolute;left:10367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0I/sIA&#10;AADdAAAADwAAAGRycy9kb3ducmV2LnhtbERPTYvCMBC9C/6HMII3TRXRWo0iFVlhvazuwePQjG2x&#10;mZQmtt1/bxYW9jaP9znbfW8q0VLjSssKZtMIBHFmdcm5gu/baRKDcB5ZY2WZFPyQg/1uONhiom3H&#10;X9RefS5CCLsEFRTe14mULivIoJvamjhwD9sY9AE2udQNdiHcVHIeRUtpsOTQUGBNaUHZ8/oyClbd&#10;ITVpfLzcPv3HZX1/WNO3C6XGo/6wAeGp9//iP/dZh/mrxRJ+vwkny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jQj+wgAAAN0AAAAPAAAAAAAAAAAAAAAAAJgCAABkcnMvZG93&#10;bnJldi54bWxQSwUGAAAAAAQABAD1AAAAhwMAAAAA&#10;" path="m24,r5,l34,5r4,l43,10r5,4l48,19r,5l48,29r,5l43,38r,5l38,43r-4,5l29,48r-5,l19,48r-5,l10,43r-5,l5,38,,34,,29,,24,,19,,14,5,10,10,5r4,l19,r5,xe" fillcolor="#00b0f0" stroked="f" strokecolor="#00b0f0" strokeweight=".5pt">
            <v:path arrowok="t" o:connecttype="custom" o:connectlocs="15,0;18,0;21,3;23,3;26,6;26,6;29,9;29,12;29,15;29,18;29,21;26,24;26,27;23,27;21,30;18,30;15,30;11,30;8,30;6,27;3,27;3,24;0,21;0,18;0,15;0,12;0,9;3,6;3,6;6,3;8,3;11,0;15,0" o:connectangles="0,0,0,0,0,0,0,0,0,0,0,0,0,0,0,0,0,0,0,0,0,0,0,0,0,0,0,0,0,0,0,0,0"/>
            <o:lock v:ext="edit" aspectratio="t"/>
          </v:shape>
          <v:shape id="Freeform 446" o:spid="_x0000_s1472" style="position:absolute;left:1030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GtZcIA&#10;AADdAAAADwAAAGRycy9kb3ducmV2LnhtbERPTYvCMBC9C/sfwix409RFrFuNIl1EQS/qHjwOzdgW&#10;m0lpYtv99xtB8DaP9znLdW8q0VLjSssKJuMIBHFmdcm5gt/LdjQH4TyyxsoyKfgjB+vVx2CJibYd&#10;n6g9+1yEEHYJKii8rxMpXVaQQTe2NXHgbrYx6ANscqkb7EK4qeRXFM2kwZJDQ4E1pQVl9/PDKIi7&#10;TWrS+c/xcvC74/f1Zk3fTpUafvabBQhPvX+LX+69DvPjaQzPb8IJ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wa1lwgAAAN0AAAAPAAAAAAAAAAAAAAAAAJgCAABkcnMvZG93&#10;bnJldi54bWxQSwUGAAAAAAQABAD1AAAAhwMAAAAA&#10;" path="m24,r5,l34,5r4,l38,10r5,l43,14r5,5l48,24r,5l43,34r,4l38,43r-4,5l29,48r-5,l19,48r-5,l10,43r-5,l5,38,,34,,29,,24,,19,,14,5,10,10,5r4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47" o:spid="_x0000_s1473" style="position:absolute;left:10248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45F8YA&#10;AADdAAAADwAAAGRycy9kb3ducmV2LnhtbESPQWvCQBCF7wX/wzKCt7pRpGp0FUkRC/VS7cHjkB2T&#10;YHY2ZLdJ/PedQ6G3Gd6b977Z7gdXq47aUHk2MJsmoIhzbysuDHxfj68rUCEiW6w9k4EnBdjvRi9b&#10;TK3v+Yu6SyyUhHBI0UAZY5NqHfKSHIapb4hFu/vWYZS1LbRtsZdwV+t5krxphxVLQ4kNZSXlj8uP&#10;M7DsD5nLVu/n62c8nde3u3dDtzBmMh4OG1CRhvhv/rv+sIK/XAiufCMj6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45F8YAAADdAAAADwAAAAAAAAAAAAAAAACYAgAAZHJz&#10;L2Rvd25yZXYueG1sUEsFBgAAAAAEAAQA9QAAAIsDAAAAAA==&#10;" path="m24,r5,l34,5r4,5l43,10r,4l48,19r,5l48,29r-5,5l43,38r-5,5l34,43r,5l29,48r-5,l19,48r-5,l10,43r-5,l,38,,34,,29,,24,,19,,14,,10r5,l10,5r4,l19,r5,xe" fillcolor="#00b0f0" stroked="f" strokecolor="#00b0f0" strokeweight=".5pt">
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448" o:spid="_x0000_s1474" style="position:absolute;left:10186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KcjMQA&#10;AADdAAAADwAAAGRycy9kb3ducmV2LnhtbERPS2uDQBC+B/oflin0lqwpoRqbVYKltFAveRx6HNyJ&#10;StxZcbdq/323EMhtPr7n7PLZdGKkwbWWFaxXEQjiyuqWawXn0/syAeE8ssbOMin4JQd59rDYYart&#10;xAcaj74WIYRdigoa7/tUSlc1ZNCtbE8cuIsdDPoAh1rqAacQbjr5HEUv0mDLoaHBnoqGquvxxyiI&#10;p31hiuStPH35j3L7fbFmHjdKPT3O+1cQnmZ/F9/cnzrMjzdb+P8mnC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SnIzEAAAA3QAAAA8AAAAAAAAAAAAAAAAAmAIAAGRycy9k&#10;b3ducmV2LnhtbFBLBQYAAAAABAAEAPUAAACJAwAAAAA=&#10;" path="m24,r5,l34,5r5,l43,10r5,l48,14r,5l48,24r,5l48,34r,4l43,43r-4,l34,48r-5,l24,48r-4,l15,48r,-5l10,43,5,38r,-4l,29,,24,,19,5,14r,-4l10,10,15,5,20,r4,xe" fillcolor="#00b0f0" stroked="f" strokecolor="#00b0f0" strokeweight=".5pt">
            <v:path arrowok="t" o:connecttype="custom" o:connectlocs="15,0;18,0;21,3;24,3;26,6;29,6;29,9;29,12;29,15;29,18;29,21;29,24;26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449" o:spid="_x0000_s1475" style="position:absolute;left:1012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GjzMYA&#10;AADdAAAADwAAAGRycy9kb3ducmV2LnhtbESPQWvCQBCF7wX/wzKCt7pRbLWpq0ikVKiXag89Dtkx&#10;Cc3OhuyapP/eOQjeZnhv3vtmvR1crTpqQ+XZwGyagCLOva24MPBz/nhegQoR2WLtmQz8U4DtZvS0&#10;xtT6nr+pO8VCSQiHFA2UMTap1iEvyWGY+oZYtItvHUZZ20LbFnsJd7WeJ8mrdlixNJTYUFZS/ne6&#10;OgPLfpe5bLU/nr/i5/Ht9+Ld0C2MmYyH3TuoSEN8mO/XByv4yxfhl29kBL2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GjzMYAAADdAAAADwAAAAAAAAAAAAAAAACYAgAAZHJz&#10;L2Rvd25yZXYueG1sUEsFBgAAAAAEAAQA9QAAAIsDAAAAAA==&#10;" path="m24,r5,l34,5r5,l44,10r4,4l48,19r,5l48,29r,5l44,38r,5l39,43r-5,5l29,48r-5,l20,48r-5,l10,43,5,38r,-4l,29,,24,,19,5,14r,-4l10,10r,-5l15,5,20,r4,xe" fillcolor="#00b0f0" stroked="f" strokecolor="#00b0f0" strokeweight=".5pt">
            <v:path arrowok="t" o:connecttype="custom" o:connectlocs="15,0;18,0;21,3;24,3;28,6;28,6;30,9;30,12;30,15;30,18;30,21;28,24;28,27;24,27;21,30;18,30;15,30;13,30;9,30;6,27;6,27;3,24;3,21;0,18;0,15;0,12;3,9;3,6;6,6;6,3;9,3;13,0;15,0" o:connectangles="0,0,0,0,0,0,0,0,0,0,0,0,0,0,0,0,0,0,0,0,0,0,0,0,0,0,0,0,0,0,0,0,0"/>
            <o:lock v:ext="edit" aspectratio="t"/>
          </v:shape>
          <v:shape id="Freeform 450" o:spid="_x0000_s1476" style="position:absolute;left:1006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0GV8QA&#10;AADdAAAADwAAAGRycy9kb3ducmV2LnhtbERPTWvCQBC9F/wPywjemo1iG42uElJKC82l6sHjkB2T&#10;YHY2ZLdJ+u+7hUJv83ifsz9OphUD9a6xrGAZxSCIS6sbrhRczq+PGxDOI2tsLZOCb3JwPMwe9phq&#10;O/InDSdfiRDCLkUFtfddKqUrazLoItsRB+5me4M+wL6SuscxhJtWruL4WRpsODTU2FFeU3k/fRkF&#10;yZjlJt+8FOcP/1ZsrzdrpmGt1GI+ZTsQnib/L/5zv+swP3lawu834QR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9BlfEAAAA3QAAAA8AAAAAAAAAAAAAAAAAmAIAAGRycy9k&#10;b3ducmV2LnhtbFBLBQYAAAAABAAEAPUAAACJAwAAAAA=&#10;" path="m24,r5,l34,5r5,l44,10r4,4l48,19r,5l48,29r,5l44,38r,5l39,43r-5,5l29,48r-5,l20,48r-5,l10,43r-5,l5,38,,34,,29,,24,,19,,14,5,10,10,5r5,l20,r4,xe" fillcolor="#00b0f0" stroked="f" strokecolor="#00b0f0" strokeweight=".5pt">
            <v:path arrowok="t" o:connecttype="custom" o:connectlocs="15,0;18,0;21,3;24,3;28,6;28,6;30,9;30,12;30,15;30,18;30,21;28,24;28,27;24,27;21,30;18,30;15,30;13,30;9,30;6,27;3,27;3,24;0,21;0,18;0,15;0,12;0,9;3,6;3,6;6,3;9,3;13,0;15,0" o:connectangles="0,0,0,0,0,0,0,0,0,0,0,0,0,0,0,0,0,0,0,0,0,0,0,0,0,0,0,0,0,0,0,0,0"/>
            <o:lock v:ext="edit" aspectratio="t"/>
          </v:shape>
          <v:shape id="Freeform 451" o:spid="_x0000_s1477" style="position:absolute;left:10008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+YIMIA&#10;AADdAAAADwAAAGRycy9kb3ducmV2LnhtbERPS4vCMBC+C/sfwix403TFZzWKdBEFvah72OPQjG3Z&#10;ZlKabFv/vREEb/PxPWe16UwpGqpdYVnB1zACQZxaXXCm4Oe6G8xBOI+ssbRMCu7kYLP+6K0w1rbl&#10;MzUXn4kQwi5GBbn3VSylS3My6Ia2Ig7czdYGfYB1JnWNbQg3pRxF0VQaLDg05FhRklP6d/k3Cmbt&#10;NjHJ/Pt0Pfr9afF7s6Zrxkr1P7vtEoSnzr/FL/dBh/mzyQie34QT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b5ggwgAAAN0AAAAPAAAAAAAAAAAAAAAAAJgCAABkcnMvZG93&#10;bnJldi54bWxQSwUGAAAAAAQABAD1AAAAhwMAAAAA&#10;" path="m24,r5,l34,5r5,l39,10r5,l44,14r4,5l48,24r,5l44,34r,4l39,43r-5,5l29,48r-5,l20,48r-5,l10,43r-5,l5,38,,34,,29,,24,,19,,14,5,10,10,5r5,l20,r4,xe" fillcolor="#00b0f0" stroked="f" strokecolor="#00b0f0" strokeweight=".5pt">
            <v:path arrowok="t" o:connecttype="custom" o:connectlocs="15,0;18,0;21,3;24,3;24,6;27,6;27,9;29,12;29,15;29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52" o:spid="_x0000_s1478" style="position:absolute;left:9948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M9u8QA&#10;AADdAAAADwAAAGRycy9kb3ducmV2LnhtbERPS2vCQBC+C/6HZQq96aZWq0ZXkRSp0Fx8HDwO2TEJ&#10;ZmdDdpuk/75bELzNx/ec9bY3lWipcaVlBW/jCARxZnXJuYLLeT9agHAeWWNlmRT8koPtZjhYY6xt&#10;x0dqTz4XIYRdjAoK7+tYSpcVZNCNbU0cuJttDPoAm1zqBrsQbio5iaIPabDk0FBgTUlB2f30YxTM&#10;u11iksVnev72X+nyerOmb6dKvb70uxUIT71/ih/ugw7z57N3+P8mnC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jPbvEAAAA3QAAAA8AAAAAAAAAAAAAAAAAmAIAAGRycy9k&#10;b3ducmV2LnhtbFBLBQYAAAAABAAEAPUAAACJAwAAAAA=&#10;" path="m24,r5,l34,5r5,5l44,10r,4l48,19r,5l48,29r-4,5l44,38r-5,5l34,43r,5l29,48r-5,l20,48r-5,l10,43r-5,l,38,,34,,29,,24,,19,,14,,10r5,l10,5r5,l20,r4,xe" fillcolor="#00b0f0" stroked="f" strokecolor="#00b0f0" strokeweight=".5pt">
            <v:path arrowok="t" o:connecttype="custom" o:connectlocs="15,0;18,0;21,3;21,3;24,6;28,6;28,9;30,12;30,15;30,18;28,21;28,24;24,27;21,27;21,30;18,30;15,30;13,30;9,30;6,27;3,27;0,24;0,21;0,18;0,15;0,12;0,9;0,6;3,6;6,3;9,3;13,0;15,0" o:connectangles="0,0,0,0,0,0,0,0,0,0,0,0,0,0,0,0,0,0,0,0,0,0,0,0,0,0,0,0,0,0,0,0,0"/>
            <o:lock v:ext="edit" aspectratio="t"/>
          </v:shape>
          <v:shape id="Freeform 453" o:spid="_x0000_s1479" style="position:absolute;left:9886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qlz8IA&#10;AADdAAAADwAAAGRycy9kb3ducmV2LnhtbERPS4vCMBC+C/sfwix403QXn9UoUhEFvah72OPQjG3Z&#10;ZlKabFv/vREEb/PxPWe57kwpGqpdYVnB1zACQZxaXXCm4Oe6G8xAOI+ssbRMCu7kYL366C0x1rbl&#10;MzUXn4kQwi5GBbn3VSylS3My6Ia2Ig7czdYGfYB1JnWNbQg3pfyOook0WHBoyLGiJKf07/JvFEzb&#10;TWKS2fZ0Pfr9af57s6ZrRkr1P7vNAoSnzr/FL/dBh/nT8Qie34QT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yqXPwgAAAN0AAAAPAAAAAAAAAAAAAAAAAJgCAABkcnMvZG93&#10;bnJldi54bWxQSwUGAAAAAAQABAD1AAAAhwMAAAAA&#10;" path="m24,r5,l33,5r5,l43,10r5,l48,14r,5l48,24r,5l48,34r,4l43,43r-5,l33,48r-4,l24,48r-5,l14,48r,-5l9,43,5,38r,-4l,29,,24,,19,5,14r,-4l9,10,14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454" o:spid="_x0000_s1480" style="position:absolute;left:982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YAVMQA&#10;AADdAAAADwAAAGRycy9kb3ducmV2LnhtbERPTWvCQBC9F/wPywi91Y1Sq0bXEFJKC/XSxIPHITsm&#10;wexsyK5J+u+7hUJv83ifc0gm04qBetdYVrBcRCCIS6sbrhSci7enLQjnkTW2lknBNzlIjrOHA8ba&#10;jvxFQ+4rEULYxaig9r6LpXRlTQbdwnbEgbva3qAPsK+k7nEM4aaVqyh6kQYbDg01dpTVVN7yu1Gw&#10;GdPMZNvXU/Hp30+7y9WaaXhW6nE+pXsQnib/L/5zf+gwf7New+834QR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GAFTEAAAA3QAAAA8AAAAAAAAAAAAAAAAAmAIAAGRycy9k&#10;b3ducmV2LnhtbFBLBQYAAAAABAAEAPUAAACJAwAAAAA=&#10;" path="m24,r5,l33,5r5,l43,10r5,4l48,19r,5l48,29r,5l43,38r,5l38,43r-5,5l29,48r-5,l19,48r-5,l9,43,5,38r,-4l,29,,24,,19,5,14r,-4l9,10,9,5r5,l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455" o:spid="_x0000_s1481" style="position:absolute;left:9768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SeI8IA&#10;AADdAAAADwAAAGRycy9kb3ducmV2LnhtbERPS4vCMBC+C/sfwix403QXn9UoUhEFvah72OPQjG3Z&#10;ZlKabFv/vREEb/PxPWe57kwpGqpdYVnB1zACQZxaXXCm4Oe6G8xAOI+ssbRMCu7kYL366C0x1rbl&#10;MzUXn4kQwi5GBbn3VSylS3My6Ia2Ig7czdYGfYB1JnWNbQg3pfyOook0WHBoyLGiJKf07/JvFEzb&#10;TWKS2fZ0Pfr9af57s6ZrRkr1P7vNAoSnzr/FL/dBh/nT8QSe34QT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VJ4jwgAAAN0AAAAPAAAAAAAAAAAAAAAAAJgCAABkcnMvZG93&#10;bnJldi54bWxQSwUGAAAAAAQABAD1AAAAhwMAAAAA&#10;" path="m24,r5,l33,5r5,l43,10r5,4l48,19r,5l48,29r,5l43,38r,5l38,43r-5,5l29,48r-5,l19,48r-5,l9,43r-4,l5,38,,34,,29,,24,,19,,14,5,10,9,5r5,l19,r5,xe" fillcolor="#00b0f0" stroked="f" strokecolor="#00b0f0" strokeweight=".5pt">
            <v:path arrowok="t" o:connecttype="custom" o:connectlocs="15,0;18,0;20,3;23,3;26,6;26,6;29,9;29,12;29,15;29,18;29,21;26,24;26,27;23,27;20,30;18,30;15,30;11,30;8,30;5,27;3,27;3,24;0,21;0,18;0,15;0,12;0,9;3,6;3,6;5,3;8,3;11,0;15,0" o:connectangles="0,0,0,0,0,0,0,0,0,0,0,0,0,0,0,0,0,0,0,0,0,0,0,0,0,0,0,0,0,0,0,0,0"/>
            <o:lock v:ext="edit" aspectratio="t"/>
          </v:shape>
          <v:shape id="Freeform 456" o:spid="_x0000_s1482" style="position:absolute;left:9708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g7uMQA&#10;AADdAAAADwAAAGRycy9kb3ducmV2LnhtbERPS2vCQBC+F/oflin01mxaWpOmriIRqaCXag89DtnJ&#10;g2ZnQ3ZN4r93BcHbfHzPmS8n04qBetdYVvAaxSCIC6sbrhT8HjcvKQjnkTW2lknBmRwsF48Pc8y0&#10;HfmHhoOvRAhhl6GC2vsuk9IVNRl0ke2IA1fa3qAPsK+k7nEM4aaVb3E8kwYbDg01dpTXVPwfTkZB&#10;Mq5yk6fr/XHnv/eff6U10/Cu1PPTtPoC4Wnyd/HNvdVhfvKRwPWbcIJc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YO7jEAAAA3QAAAA8AAAAAAAAAAAAAAAAAmAIAAGRycy9k&#10;b3ducmV2LnhtbFBLBQYAAAAABAAEAPUAAACJAwAAAAA=&#10;" path="m24,r5,l33,5r5,l38,10r5,l43,14r5,5l48,24r,5l43,34r,4l38,43r-5,5l29,48r-5,l19,48r-5,l9,43r-4,l5,38,,34,,29,,24,,19,,14,5,10,9,5r5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57" o:spid="_x0000_s1483" style="position:absolute;left:9649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evysYA&#10;AADdAAAADwAAAGRycy9kb3ducmV2LnhtbESPQWvCQBCF7wX/wzKCt7pRbLWpq0ikVKiXag89Dtkx&#10;Cc3OhuyapP/eOQjeZnhv3vtmvR1crTpqQ+XZwGyagCLOva24MPBz/nhegQoR2WLtmQz8U4DtZvS0&#10;xtT6nr+pO8VCSQiHFA2UMTap1iEvyWGY+oZYtItvHUZZ20LbFnsJd7WeJ8mrdlixNJTYUFZS/ne6&#10;OgPLfpe5bLU/nr/i5/Ht9+Ld0C2MmYyH3TuoSEN8mO/XByv4yxfBlW9kBL2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4evysYAAADdAAAADwAAAAAAAAAAAAAAAACYAgAAZHJz&#10;L2Rvd25yZXYueG1sUEsFBgAAAAAEAAQA9QAAAIsDAAAAAA==&#10;" path="m24,r5,l33,5r5,5l43,10r,4l48,19r,5l48,29r-5,5l43,38r-5,5l33,43r,5l29,48r-5,l19,48r-5,l9,43r-4,l,38,,34,,29,,24,,19,,14,,10r5,l9,5r5,l19,r5,xe" fillcolor="#00b0f0" stroked="f" strokecolor="#00b0f0" strokeweight=".5pt">
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458" o:spid="_x0000_s1484" style="position:absolute;left:9587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sKUcMA&#10;AADdAAAADwAAAGRycy9kb3ducmV2LnhtbERPS4vCMBC+C/sfwizsTdNd1lc1ilREQS/qHvY4NGNb&#10;bCaliW3990YQvM3H95z5sjOlaKh2hWUF34MIBHFqdcGZgr/zpj8B4TyyxtIyKbiTg+XiozfHWNuW&#10;j9ScfCZCCLsYFeTeV7GULs3JoBvYijhwF1sb9AHWmdQ1tiHclPInikbSYMGhIceKkpzS6+lmFIzb&#10;VWKSyfpw3vvtYfp/saZrfpX6+uxWMxCeOv8Wv9w7HeaPh1N4fhNO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sKUcMAAADdAAAADwAAAAAAAAAAAAAAAACYAgAAZHJzL2Rv&#10;d25yZXYueG1sUEsFBgAAAAAEAAQA9QAAAIgDAAAAAA==&#10;" path="m24,r5,l34,5r5,l43,10r5,l48,14r,5l48,24r,5l48,34r,4l43,43r-4,l34,48r-5,l24,48r-5,l15,48r,-5l10,43,5,38r,-4l,29,,24,,19,5,14r,-4l10,10,15,5,19,r5,xe" fillcolor="#00b0f0" stroked="f" strokecolor="#00b0f0" strokeweight=".5pt">
            <v:path arrowok="t" o:connecttype="custom" o:connectlocs="15,0;18,0;21,3;24,3;26,6;29,6;29,9;29,12;29,15;29,18;29,21;29,24;26,27;24,27;21,30;18,30;15,30;11,30;9,30;9,27;6,27;3,24;3,21;0,18;0,15;0,12;3,9;3,6;6,6;9,3;9,3;11,0;15,0" o:connectangles="0,0,0,0,0,0,0,0,0,0,0,0,0,0,0,0,0,0,0,0,0,0,0,0,0,0,0,0,0,0,0,0,0"/>
            <o:lock v:ext="edit" aspectratio="t"/>
          </v:shape>
          <v:shape id="Freeform 459" o:spid="_x0000_s1485" style="position:absolute;left:952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1pccYA&#10;AADdAAAADwAAAGRycy9kb3ducmV2LnhtbESPS2vDQAyE74X8h0WB3pp1QsnD8SYEl9JCc2nSQ47C&#10;Kz+IV2u8W9v999Wh0JvEjGY+ZcfJtWqgPjSeDSwXCSjiwtuGKwNf19enLagQkS22nsnADwU4HmYP&#10;GabWj/xJwyVWSkI4pGigjrFLtQ5FTQ7DwnfEopW+dxhl7Sttexwl3LV6lSRr7bBhaaixo7ym4n75&#10;dgY24yl3+fblfP2Ib+fdrfRuGp6NeZxPpz2oSFP8N/9dv1vB36yFX76REfTh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51pccYAAADdAAAADwAAAAAAAAAAAAAAAACYAgAAZHJz&#10;L2Rvd25yZXYueG1sUEsFBgAAAAAEAAQA9QAAAIsDAAAAAA==&#10;" path="m24,r5,l34,5r5,l43,10r5,4l48,19r,5l48,29r,5l43,38r,5l39,43r-5,5l29,48r-5,l19,48r-4,l10,43,5,38r,-4l,29,,24,,19,5,14r,-4l10,10r,-5l15,5,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460" o:spid="_x0000_s1486" style="position:absolute;left:9468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HM6sIA&#10;AADdAAAADwAAAGRycy9kb3ducmV2LnhtbERPS4vCMBC+C/6HMII3TRXxUY0iFXFhvfg4eByasS02&#10;k9LEtv77zcLC3ubje85m15lSNFS7wrKCyTgCQZxaXXCm4H47jpYgnEfWWFomBR9ysNv2exuMtW35&#10;Qs3VZyKEsItRQe59FUvp0pwMurGtiAP3tLVBH2CdSV1jG8JNKadRNJcGCw4NOVaU5JS+rm+jYNHu&#10;E5MsD+fbtz+dV4+nNV0zU2o46PZrEJ46/y/+c3/pMH8xn8DvN+EE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0czqwgAAAN0AAAAPAAAAAAAAAAAAAAAAAJgCAABkcnMvZG93&#10;bnJldi54bWxQSwUGAAAAAAQABAD1AAAAhwMAAAAA&#10;" path="m24,r5,l34,5r5,l43,10r5,4l48,19r,5l48,29r,5l43,38r,5l39,43r-5,5l29,48r-5,l19,48r-4,l10,43r-5,l5,38,,34,,29,,24,,19,,14,5,10,10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61" o:spid="_x0000_s1487" style="position:absolute;left:9409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NSncIA&#10;AADdAAAADwAAAGRycy9kb3ducmV2LnhtbERPTYvCMBC9L/gfwgje1lQRrdUoUhEX9LK6B49DM7bF&#10;ZlKa2NZ/vxEW9jaP9znrbW8q0VLjSssKJuMIBHFmdcm5gp/r4TMG4TyyxsoyKXiRg+1m8LHGRNuO&#10;v6m9+FyEEHYJKii8rxMpXVaQQTe2NXHg7rYx6ANscqkb7EK4qeQ0iubSYMmhocCa0oKyx+VpFCy6&#10;XWrSeH++nvzxvLzdrenbmVKjYb9bgfDU+3/xn/tLh/mL+RTe34QT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A1KdwgAAAN0AAAAPAAAAAAAAAAAAAAAAAJgCAABkcnMvZG93&#10;bnJldi54bWxQSwUGAAAAAAQABAD1AAAAhwMAAAAA&#10;" path="m24,r5,l34,5r5,l39,10r4,l43,14r5,5l48,24r,5l43,34r,4l39,43r-5,5l29,48r-5,l19,48r-4,l10,43r-5,l5,38,,34,,29,,24,,19,,14,5,10,10,5r5,l19,r5,xe" fillcolor="#00b0f0" stroked="f" strokecolor="#00b0f0" strokeweight=".5pt">
            <v:path arrowok="t" o:connecttype="custom" o:connectlocs="15,0;18,0;21,3;24,3;24,6;26,6;26,9;29,12;29,15;29,18;26,21;26,24;24,27;24,27;21,30;18,30;15,30;11,30;9,30;6,27;3,27;3,24;0,21;0,18;0,15;0,12;0,9;3,6;3,6;6,3;9,3;11,0;15,0" o:connectangles="0,0,0,0,0,0,0,0,0,0,0,0,0,0,0,0,0,0,0,0,0,0,0,0,0,0,0,0,0,0,0,0,0"/>
            <o:lock v:ext="edit" aspectratio="t"/>
          </v:shape>
          <v:shape id="Freeform 462" o:spid="_x0000_s1488" style="position:absolute;left:9047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/3BsMA&#10;AADdAAAADwAAAGRycy9kb3ducmV2LnhtbERPS4vCMBC+C/sfwix403RX8VGNIhVR0Iu6hz0OzdiW&#10;bSalybb13xtB8DYf33OW686UoqHaFZYVfA0jEMSp1QVnCn6uu8EMhPPIGkvLpOBODtarj94SY21b&#10;PlNz8ZkIIexiVJB7X8VSujQng25oK+LA3Wxt0AdYZ1LX2IZwU8rvKJpIgwWHhhwrSnJK/y7/RsG0&#10;3SQmmW1P16Pfn+a/N2u6ZqxU/7PbLEB46vxb/HIfdJg/nYzg+U04Qa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0/3BsMAAADdAAAADwAAAAAAAAAAAAAAAACYAgAAZHJzL2Rv&#10;d25yZXYueG1sUEsFBgAAAAAEAAQA9QAAAIgDAAAAAA==&#10;" path="m24,r5,l33,5r5,l43,10r5,l48,14r,5l48,24r,5l48,34r,4l43,43r-5,l33,48r-4,l24,48r-5,l14,48r,-5l9,43,5,38r,-4l,29,,24,,19,5,14r,-4l9,10,14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463" o:spid="_x0000_s1489" style="position:absolute;left:9346;top:16194;width:33;height:30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zc7sQA&#10;AADdAAAADwAAAGRycy9kb3ducmV2LnhtbERPzWrCQBC+F3yHZQRvdWMtKtGNpILQntqqDzBmx2xI&#10;djZm15j26buFQm/z8f3OZjvYRvTU+cqxgtk0AUFcOF1xqeB03D+uQPiArLFxTAq+yMM2Gz1sMNXu&#10;zp/UH0IpYgj7FBWYENpUSl8YsuinriWO3MV1FkOEXSl1h/cYbhv5lCQLabHi2GCwpZ2hoj7crIJV&#10;/a1fhrlvcnPtl7Pzm/zI5+9KTcZDvgYRaAj/4j/3q47zl4tn+P0mni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M3O7EAAAA3QAAAA8AAAAAAAAAAAAAAAAAmAIAAGRycy9k&#10;b3ducmV2LnhtbFBLBQYAAAAABAAEAPUAAACJAwAAAAA=&#10;" path="m29,r5,l39,5r5,5l48,10r,4l48,19r5,5l48,29r,5l48,38r-4,5l39,43r,5l34,48r-5,l24,48r-4,l15,43r-5,l5,38r,-4l5,29,,24,5,19r,-5l5,10r5,l15,5r5,l24,r5,xe" fillcolor="#00b0f0" stroked="f" strokecolor="#00b0f0" strokeweight=".5pt">
            <v:path arrowok="t" o:connecttype="custom" o:connectlocs="18,0;21,0;24,3;24,3;27,6;30,6;30,9;30,12;33,15;30,18;30,21;30,24;27,27;24,27;24,30;21,30;18,30;15,30;12,30;9,27;6,27;3,24;3,21;3,18;0,15;3,12;3,9;3,6;6,6;9,3;12,3;15,0;18,0" o:connectangles="0,0,0,0,0,0,0,0,0,0,0,0,0,0,0,0,0,0,0,0,0,0,0,0,0,0,0,0,0,0,0,0,0"/>
            <o:lock v:ext="edit" aspectratio="t"/>
          </v:shape>
          <v:shape id="Freeform 464" o:spid="_x0000_s1490" style="position:absolute;left:8988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rK6cIA&#10;AADdAAAADwAAAGRycy9kb3ducmV2LnhtbERPS4vCMBC+C/sfwix403QXn9UoUhEFvah72OPQjG3Z&#10;ZlKabFv/vREEb/PxPWe57kwpGqpdYVnB1zACQZxaXXCm4Oe6G8xAOI+ssbRMCu7kYL366C0x1rbl&#10;MzUXn4kQwi5GBbn3VSylS3My6Ia2Ig7czdYGfYB1JnWNbQg3pfyOook0WHBoyLGiJKf07/JvFEzb&#10;TWKS2fZ0Pfr9af57s6ZrRkr1P7vNAoSnzr/FL/dBh/nTyRie34QT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6srpwgAAAN0AAAAPAAAAAAAAAAAAAAAAAJgCAABkcnMvZG93&#10;bnJldi54bWxQSwUGAAAAAAQABAD1AAAAhwMAAAAA&#10;" path="m24,r5,l34,5r4,l43,10r5,4l48,19r,5l48,29r,5l43,38r,5l38,43r-4,5l29,48r-5,l19,48r-5,l10,43,5,38r,-4l,29,,24,,19,5,14r,-4l10,10r,-5l14,5,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465" o:spid="_x0000_s1491" style="position:absolute;left:9288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hUnsIA&#10;AADdAAAADwAAAGRycy9kb3ducmV2LnhtbERPTYvCMBC9C/sfwix409RFqluNIl0WBb2oe/A4NGNb&#10;bCalybb13xtB8DaP9znLdW8q0VLjSssKJuMIBHFmdcm5gr/z72gOwnlkjZVlUnAnB+vVx2CJibYd&#10;H6k9+VyEEHYJKii8rxMpXVaQQTe2NXHgrrYx6ANscqkb7EK4qeRXFMXSYMmhocCa0oKy2+nfKJh1&#10;m9Sk85/Dee+3h+/L1Zq+nSo1/Ow3CxCeev8Wv9w7HebP4hie34QT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OFSewgAAAN0AAAAPAAAAAAAAAAAAAAAAAJgCAABkcnMvZG93&#10;bnJldi54bWxQSwUGAAAAAAQABAD1AAAAhwMAAAAA&#10;" path="m24,r4,l33,5r5,l43,10r5,l48,14r,5l48,24r,5l48,34r,4l43,43r-5,l33,48r-5,l24,48r-5,l14,48r,-5l9,43,4,38r,-4l,29,,24,,19,4,14r,-4l9,10,14,5,19,r5,xe" fillcolor="#00b0f0" stroked="f" strokecolor="#00b0f0" strokeweight=".5pt">
            <v:path arrowok="t" o:connecttype="custom" o:connectlocs="15,0;17,0;20,3;23,3;26,6;29,6;29,9;29,12;29,15;29,18;29,21;29,24;26,27;23,27;20,30;17,30;15,30;11,30;8,30;8,27;5,27;2,24;2,21;0,18;0,15;0,12;2,9;2,6;5,6;8,3;8,3;11,0;15,0" o:connectangles="0,0,0,0,0,0,0,0,0,0,0,0,0,0,0,0,0,0,0,0,0,0,0,0,0,0,0,0,0,0,0,0,0"/>
            <o:lock v:ext="edit" aspectratio="t"/>
          </v:shape>
          <v:shape id="Freeform 466" o:spid="_x0000_s1492" style="position:absolute;left:8929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TxBcIA&#10;AADdAAAADwAAAGRycy9kb3ducmV2LnhtbERPTYvCMBC9C/sfwix409RFrFuNIl0WBb2oe/A4NGNb&#10;bCalybb13xtB8DaP9znLdW8q0VLjSssKJuMIBHFmdcm5gr/z72gOwnlkjZVlUnAnB+vVx2CJibYd&#10;H6k9+VyEEHYJKii8rxMpXVaQQTe2NXHgrrYx6ANscqkb7EK4qeRXFM2kwZJDQ4E1pQVlt9O/URB3&#10;m9Sk85/Dee+3h+/L1Zq+nSo1/Ow3CxCeev8Wv9w7HebHsxie34QT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dPEFwgAAAN0AAAAPAAAAAAAAAAAAAAAAAJgCAABkcnMvZG93&#10;bnJldi54bWxQSwUGAAAAAAQABAD1AAAAhwMAAAAA&#10;" path="m24,r5,l34,5r4,l43,10r5,4l48,19r,5l48,29r,5l43,38r,5l38,43r-4,5l29,48r-5,l19,48r-5,l10,43r-5,l5,38,,34,,29,,24,,19,,14,5,10,10,5r4,l19,r5,xe" fillcolor="#00b0f0" stroked="f" strokecolor="#00b0f0" strokeweight=".5pt">
            <v:path arrowok="t" o:connecttype="custom" o:connectlocs="15,0;18,0;21,3;23,3;26,6;26,6;29,9;29,12;29,15;29,18;29,21;26,24;26,27;23,27;21,30;18,30;15,30;11,30;8,30;6,27;3,27;3,24;0,21;0,18;0,15;0,12;0,9;3,6;3,6;6,3;8,3;11,0;15,0" o:connectangles="0,0,0,0,0,0,0,0,0,0,0,0,0,0,0,0,0,0,0,0,0,0,0,0,0,0,0,0,0,0,0,0,0"/>
            <o:lock v:ext="edit" aspectratio="t"/>
          </v:shape>
          <v:shape id="Freeform 467" o:spid="_x0000_s1493" style="position:absolute;left:9228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tld8YA&#10;AADdAAAADwAAAGRycy9kb3ducmV2LnhtbESPS2vDQAyE74X8h0WB3pp1QsnD8SYEl9JCc2nSQ47C&#10;Kz+IV2u8W9v999Wh0JvEjGY+ZcfJtWqgPjSeDSwXCSjiwtuGKwNf19enLagQkS22nsnADwU4HmYP&#10;GabWj/xJwyVWSkI4pGigjrFLtQ5FTQ7DwnfEopW+dxhl7Sttexwl3LV6lSRr7bBhaaixo7ym4n75&#10;dgY24yl3+fblfP2Ib+fdrfRuGp6NeZxPpz2oSFP8N/9dv1vB36wFV76REfTh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etld8YAAADdAAAADwAAAAAAAAAAAAAAAACYAgAAZHJz&#10;L2Rvd25yZXYueG1sUEsFBgAAAAAEAAQA9QAAAIsDAAAAAA==&#10;" path="m24,r4,l33,5r5,l43,10r5,4l48,19r,5l48,29r,5l43,38r,5l38,43r-5,5l28,48r-4,l19,48r-5,l9,43,4,38,,34,,29,,24,,19,,14,4,10r5,l9,5r5,l19,r5,xe" fillcolor="#00b0f0" stroked="f" strokecolor="#00b0f0" strokeweight=".5pt">
            <v:path arrowok="t" o:connecttype="custom" o:connectlocs="15,0;18,0;21,3;24,3;27,6;27,6;30,9;30,12;30,15;30,18;30,21;27,24;27,27;24,27;21,30;18,30;15,30;12,30;9,30;6,27;6,27;3,24;0,21;0,18;0,15;0,12;0,9;3,6;6,6;6,3;9,3;12,0;15,0" o:connectangles="0,0,0,0,0,0,0,0,0,0,0,0,0,0,0,0,0,0,0,0,0,0,0,0,0,0,0,0,0,0,0,0,0"/>
            <o:lock v:ext="edit" aspectratio="t"/>
          </v:shape>
          <v:shape id="Freeform 468" o:spid="_x0000_s1494" style="position:absolute;left:8869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fA7MMA&#10;AADdAAAADwAAAGRycy9kb3ducmV2LnhtbERPS4vCMBC+C/sfwix409RFtHaNIl0WBb34OOxxaMa2&#10;2ExKk23rvzeC4G0+vucs172pREuNKy0rmIwjEMSZ1SXnCi7n31EMwnlkjZVlUnAnB+vVx2CJibYd&#10;H6k9+VyEEHYJKii8rxMpXVaQQTe2NXHgrrYx6ANscqkb7EK4qeRXFM2kwZJDQ4E1pQVlt9O/UTDv&#10;NqlJ45/Dee+3h8Xf1Zq+nSo1/Ow33yA89f4tfrl3Osyfzxbw/Cac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fA7MMAAADdAAAADwAAAAAAAAAAAAAAAACYAgAAZHJzL2Rv&#10;d25yZXYueG1sUEsFBgAAAAAEAAQA9QAAAIgDAAAAAA==&#10;" path="m24,r5,l34,5r4,l38,10r5,l43,14r5,5l48,24r,5l43,34r,4l38,43r-4,5l29,48r-5,l19,48r-5,l10,43r-5,l5,38,,34,,29,,24,,19,,14,5,10,10,5r4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69" o:spid="_x0000_s1495" style="position:absolute;left:9169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/rMYA&#10;AADdAAAADwAAAGRycy9kb3ducmV2LnhtbESPQWvCQBCF74X+h2UK3upGEWOjq0iktFAvag8eh+yY&#10;BLOzIbtN0n/fOQi9zfDevPfNZje6RvXUhdqzgdk0AUVceFtzaeD78v66AhUissXGMxn4pQC77fPT&#10;BjPrBz5Rf46lkhAOGRqoYmwzrUNRkcMw9S2xaDffOYyydqW2HQ4S7ho9T5KldlizNFTYUl5RcT//&#10;OAPpsM9dvjocL1/x4/h2vXk39gtjJi/jfg0q0hj/zY/rTyv4aSr88o2Mo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T/rMYAAADdAAAADwAAAAAAAAAAAAAAAACYAgAAZHJz&#10;L2Rvd25yZXYueG1sUEsFBgAAAAAEAAQA9QAAAIsDAAAAAA==&#10;" path="m24,r4,l33,5r5,l38,10r5,l48,14r,5l48,24r,5l48,34r-5,4l38,43r-5,5l28,48r-4,l19,48r-5,l9,43r-5,l4,38,,34,,29,,24,,19,,14,4,10,9,5r5,l19,r5,xe" fillcolor="#00b0f0" stroked="f" strokecolor="#00b0f0" strokeweight=".5pt">
            <v:path arrowok="t" o:connecttype="custom" o:connectlocs="15,0;18,0;21,3;24,3;24,6;27,6;30,9;30,12;30,15;30,18;30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70" o:spid="_x0000_s1496" style="position:absolute;left:8807;top:16194;width:33;height:30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Lpq8MA&#10;AADdAAAADwAAAGRycy9kb3ducmV2LnhtbERPzWrCQBC+F3yHZQRvdZMKjURXiQVBT22tDzBmx2ww&#10;Oxuza4x9+m6h0Nt8fL+zXA+2ET11vnasIJ0mIIhLp2uuFBy/ts9zED4ga2wck4IHeVivRk9LzLW7&#10;8yf1h1CJGMI+RwUmhDaX0peGLPqpa4kjd3adxRBhV0nd4T2G20a+JMmrtFhzbDDY0puh8nK4WQXz&#10;y7feDDPfFObaZ+lpLz+K2btSk/FQLEAEGsK/+M+903F+lqXw+008Qa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Lpq8MAAADdAAAADwAAAAAAAAAAAAAAAACYAgAAZHJzL2Rv&#10;d25yZXYueG1sUEsFBgAAAAAEAAQA9QAAAIgDAAAAAA==&#10;" path="m29,r5,l39,5r4,5l48,10r,4l48,19r5,5l48,29r,5l48,38r-5,5l39,43r,5l34,48r-5,l24,48r-5,l15,43r-5,l5,38r,-4l5,29,,24,5,19r,-5l5,10r5,l15,5r4,l24,r5,xe" fillcolor="#00b0f0" stroked="f" strokecolor="#00b0f0" strokeweight=".5pt">
            <v:path arrowok="t" o:connecttype="custom" o:connectlocs="18,0;21,0;24,3;24,3;27,6;30,6;30,9;30,12;33,15;30,18;30,21;30,24;27,27;24,27;24,30;21,30;18,30;15,30;12,30;9,27;6,27;3,24;3,21;3,18;0,15;3,12;3,9;3,6;6,6;9,3;12,3;15,0;18,0" o:connectangles="0,0,0,0,0,0,0,0,0,0,0,0,0,0,0,0,0,0,0,0,0,0,0,0,0,0,0,0,0,0,0,0,0"/>
            <o:lock v:ext="edit" aspectratio="t"/>
          </v:shape>
          <v:shape id="Freeform 471" o:spid="_x0000_s1497" style="position:absolute;left:9110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rEQMMA&#10;AADdAAAADwAAAGRycy9kb3ducmV2LnhtbERPS4vCMBC+C/6HMII3TVdkq12jSEVcWC8+DnscmrEt&#10;20xKE9v6782C4G0+vuesNr2pREuNKy0r+JhGIIgzq0vOFVwv+8kChPPIGivLpOBBDjbr4WCFibYd&#10;n6g9+1yEEHYJKii8rxMpXVaQQTe1NXHgbrYx6ANscqkb7EK4qeQsij6lwZJDQ4E1pQVlf+e7URB3&#10;29Ski93x8uMPx+XvzZq+nSs1HvXbLxCeev8Wv9zfOsyP4xn8fxNO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rEQMMAAADdAAAADwAAAAAAAAAAAAAAAACYAgAAZHJzL2Rv&#10;d25yZXYueG1sUEsFBgAAAAAEAAQA9QAAAIgDAAAAAA==&#10;" path="m24,r4,l33,5r5,l38,10r5,l43,14r5,5l48,24r,5l43,34r,4l38,43r-5,5l28,48r-4,l19,48r-5,l9,43r-5,l4,38,,34,,29,,24,,19,,14,4,10,9,5r5,l19,r5,xe" fillcolor="#00b0f0" stroked="f" strokecolor="#00b0f0" strokeweight=".5pt">
            <v:path arrowok="t" o:connecttype="custom" o:connectlocs="15,0;17,0;20,3;23,3;23,6;26,6;26,9;29,12;29,15;29,18;26,21;26,24;23,27;23,27;20,30;17,30;15,30;11,30;8,30;5,27;2,27;2,24;0,21;0,18;0,15;0,12;0,9;2,6;2,6;5,3;8,3;11,0;15,0" o:connectangles="0,0,0,0,0,0,0,0,0,0,0,0,0,0,0,0,0,0,0,0,0,0,0,0,0,0,0,0,0,0,0,0,0"/>
            <o:lock v:ext="edit" aspectratio="t"/>
          </v:shape>
          <v:shape id="Freeform 472" o:spid="_x0000_s1498" style="position:absolute;left:8748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Zh28QA&#10;AADdAAAADwAAAGRycy9kb3ducmV2LnhtbERPS2vCQBC+F/oflin01mz6wKSpq0hEKuil2kOPQ3by&#10;oNnZkF2T+O9dQfA2H99z5svJtGKg3jWWFbxGMQjiwuqGKwW/x81LCsJ5ZI2tZVJwJgfLxePDHDNt&#10;R/6h4eArEULYZaig9r7LpHRFTQZdZDviwJW2N+gD7CupexxDuGnlWxzPpMGGQ0ONHeU1Ff+Hk1GQ&#10;jKvc5Ol6f9z57/3nX2nNNHwo9fw0rb5AeJr8XXxzb3WYnyTvcP0mnC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WYdvEAAAA3QAAAA8AAAAAAAAAAAAAAAAAmAIAAGRycy9k&#10;b3ducmV2LnhtbFBLBQYAAAAABAAEAPUAAACJAwAAAAA=&#10;" path="m24,r5,l34,5r5,l43,10r5,l48,14r,5l48,24r,5l48,34r,4l43,43r-4,l34,48r-5,l24,48r-5,l15,48r,-5l10,43,5,38r,-4l,29,,24,,19,5,14r,-4l10,10,15,5,19,r5,xe" fillcolor="#00b0f0" stroked="f" strokecolor="#00b0f0" strokeweight=".5pt">
            <v:path arrowok="t" o:connecttype="custom" o:connectlocs="15,0;18,0;21,3;24,3;26,6;29,6;29,9;29,12;29,15;29,18;29,21;29,24;26,27;24,27;21,30;18,30;15,30;11,30;9,30;9,27;6,27;3,24;3,21;0,18;0,15;0,12;3,9;3,6;6,6;9,3;9,3;11,0;15,0" o:connectangles="0,0,0,0,0,0,0,0,0,0,0,0,0,0,0,0,0,0,0,0,0,0,0,0,0,0,0,0,0,0,0,0,0"/>
            <o:lock v:ext="edit" aspectratio="t"/>
          </v:shape>
          <v:shape id="Freeform 473" o:spid="_x0000_s1499" style="position:absolute;left:8691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/5r8IA&#10;AADdAAAADwAAAGRycy9kb3ducmV2LnhtbERPTYvCMBC9C/sfwix409RFrFuNIl1EQS/qHjwOzdgW&#10;m0lpYtv99xtB8DaP9znLdW8q0VLjSssKJuMIBHFmdcm5gt/LdjQH4TyyxsoyKfgjB+vVx2CJibYd&#10;n6g9+1yEEHYJKii8rxMpXVaQQTe2NXHgbrYx6ANscqkb7EK4qeRXFM2kwZJDQ4E1pQVl9/PDKIi7&#10;TWrS+c/xcvC74/f1Zk3fTpUafvabBQhPvX+LX+69DvPjeArPb8IJ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f/mvwgAAAN0AAAAPAAAAAAAAAAAAAAAAAJgCAABkcnMvZG93&#10;bnJldi54bWxQSwUGAAAAAAQABAD1AAAAhwMAAAAA&#10;" path="m24,r5,l34,5r4,l43,10r5,4l48,19r,5l48,29r,5l43,38r,5l38,43r-4,5l29,48r-5,l19,48r-5,l10,43,5,38r,-4l,29,,24,,19,5,14r,-4l10,10r,-5l14,5,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474" o:spid="_x0000_s1500" style="position:absolute;left:863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NcNMQA&#10;AADdAAAADwAAAGRycy9kb3ducmV2LnhtbERPS2vCQBC+F/oflin01mxaWpOmriIRqaCXag89DtnJ&#10;g2ZnQ3ZN4r93BcHbfHzPmS8n04qBetdYVvAaxSCIC6sbrhT8HjcvKQjnkTW2lknBmRwsF48Pc8y0&#10;HfmHhoOvRAhhl6GC2vsuk9IVNRl0ke2IA1fa3qAPsK+k7nEM4aaVb3E8kwYbDg01dpTXVPwfTkZB&#10;Mq5yk6fr/XHnv/eff6U10/Cu1PPTtPoC4Wnyd/HNvdVhfpJ8wPWbcIJc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zXDTEAAAA3QAAAA8AAAAAAAAAAAAAAAAAmAIAAGRycy9k&#10;b3ducmV2LnhtbFBLBQYAAAAABAAEAPUAAACJAwAAAAA=&#10;" path="m24,r5,l34,5r4,l43,10r5,4l48,19r,5l48,29r,5l43,38r,5l38,43r-4,5l29,48r-5,l19,48r-5,l10,43r-5,l5,38,,34,,29,,24,,19,,14,5,10,10,5r4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75" o:spid="_x0000_s1501" style="position:absolute;left:8573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HCQ8IA&#10;AADdAAAADwAAAGRycy9kb3ducmV2LnhtbERPTYvCMBC9C/sfwix409RFrFuNIl0WBb2oe/A4NGNb&#10;bCalybb13xtB8DaP9znLdW8q0VLjSssKJuMIBHFmdcm5gr/z72gOwnlkjZVlUnAnB+vVx2CJibYd&#10;H6k9+VyEEHYJKii8rxMpXVaQQTe2NXHgrrYx6ANscqkb7EK4qeRXFM2kwZJDQ4E1pQVlt9O/URB3&#10;m9Sk85/Dee+3h+/L1Zq+nSo1/Ow3CxCeev8Wv9w7HebH8Qye34QT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4cJDwgAAAN0AAAAPAAAAAAAAAAAAAAAAAJgCAABkcnMvZG93&#10;bnJldi54bWxQSwUGAAAAAAQABAD1AAAAhwMAAAAA&#10;" path="m24,r5,l34,5r4,l38,10r5,l43,14r5,5l48,24r,5l43,34r,4l38,43r-4,5l29,48r-5,l19,48r-5,l10,43r-5,l5,38,,34,,29,,24,,19,,14,5,10,10,5r4,l19,r5,xe" fillcolor="#00b0f0" stroked="f" strokecolor="#00b0f0" strokeweight=".5pt">
            <v:path arrowok="t" o:connecttype="custom" o:connectlocs="15,0;18,0;21,3;23,3;23,6;26,6;26,9;29,12;29,15;29,18;26,21;26,24;23,27;23,27;21,30;18,30;15,30;11,30;8,30;6,27;3,27;3,24;0,21;0,18;0,15;0,12;0,9;3,6;3,6;6,3;8,3;11,0;15,0" o:connectangles="0,0,0,0,0,0,0,0,0,0,0,0,0,0,0,0,0,0,0,0,0,0,0,0,0,0,0,0,0,0,0,0,0"/>
            <o:lock v:ext="edit" aspectratio="t"/>
          </v:shape>
          <v:shape id="Freeform 476" o:spid="_x0000_s1502" style="position:absolute;left:851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1n2MQA&#10;AADdAAAADwAAAGRycy9kb3ducmV2LnhtbERPTWuDQBC9F/oflinkVteWUlOTVYKhpNBcGnvocXAn&#10;KnFnxd2o+ffZQiC3ebzPWeez6cRIg2stK3iJYhDEldUt1wp+y8/nJQjnkTV2lknBhRzk2ePDGlNt&#10;J/6h8eBrEULYpaig8b5PpXRVQwZdZHviwB3tYNAHONRSDziFcNPJ1zh+lwZbDg0N9lQ0VJ0OZ6Mg&#10;mTaFKZbbffntd/uPv6M18/im1OJp3qxAeJr9XXxzf+kwP0kS+P8mnC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tZ9jEAAAA3QAAAA8AAAAAAAAAAAAAAAAAmAIAAGRycy9k&#10;b3ducmV2LnhtbFBLBQYAAAAABAAEAPUAAACJAwAAAAA=&#10;" path="m24,r5,l34,5r4,5l43,10r,4l48,19r,5l48,29r-5,5l43,38r-5,5l34,43r,5l29,48r-5,l19,48r-5,l10,43r-5,l,38,,34,,29,,24,,19,,14,,10r5,l10,5r4,l19,r5,xe" fillcolor="#00b0f0" stroked="f" strokecolor="#00b0f0" strokeweight=".5pt">
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477" o:spid="_x0000_s1503" style="position:absolute;left:8451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LzqsYA&#10;AADdAAAADwAAAGRycy9kb3ducmV2LnhtbESPQWvCQBCF74X+h2UK3upGEWOjq0iktFAvag8eh+yY&#10;BLOzIbtN0n/fOQi9zfDevPfNZje6RvXUhdqzgdk0AUVceFtzaeD78v66AhUissXGMxn4pQC77fPT&#10;BjPrBz5Rf46lkhAOGRqoYmwzrUNRkcMw9S2xaDffOYyydqW2HQ4S7ho9T5KldlizNFTYUl5RcT//&#10;OAPpsM9dvjocL1/x4/h2vXk39gtjJi/jfg0q0hj/zY/rTyv4aSq48o2Mo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DLzqsYAAADdAAAADwAAAAAAAAAAAAAAAACYAgAAZHJz&#10;L2Rvd25yZXYueG1sUEsFBgAAAAAEAAQA9QAAAIsDAAAAAA==&#10;" path="m24,r5,l34,5r5,l43,10r5,l48,14r,5l48,24r,5l48,34r,4l43,43r-4,l34,48r-5,l24,48r-4,l15,48r,-5l10,43,5,38r,-4l,29,,24,,19,5,14r,-4l10,10,15,5,20,r4,xe" fillcolor="#00b0f0" stroked="f" strokecolor="#00b0f0" strokeweight=".5pt">
            <v:path arrowok="t" o:connecttype="custom" o:connectlocs="15,0;18,0;21,3;24,3;27,6;30,6;30,9;30,12;30,15;30,18;30,21;30,24;27,27;24,27;21,30;18,30;15,30;13,30;9,30;9,27;6,27;3,24;3,21;0,18;0,15;0,12;3,9;3,6;6,6;9,3;9,3;13,0;15,0" o:connectangles="0,0,0,0,0,0,0,0,0,0,0,0,0,0,0,0,0,0,0,0,0,0,0,0,0,0,0,0,0,0,0,0,0"/>
            <o:lock v:ext="edit" aspectratio="t"/>
          </v:shape>
          <v:shape id="Freeform 478" o:spid="_x0000_s1504" style="position:absolute;left:8392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5WMcQA&#10;AADdAAAADwAAAGRycy9kb3ducmV2LnhtbERPTWuDQBC9F/Iflink1qwNoUabjYglpNBcEnPIcXAn&#10;KnVnxd2q/ffdQqG3ebzP2WWz6cRIg2stK3heRSCIK6tbrhVcy8PTFoTzyBo7y6Tgmxxk+8XDDlNt&#10;Jz7TePG1CCHsUlTQeN+nUrqqIYNuZXviwN3tYNAHONRSDziFcNPJdRS9SIMth4YGeyoaqj4vX0ZB&#10;POWFKbZvp/LDH0/J7W7NPG6UWj7O+SsIT7P/F/+533WYH8cJ/H4TTpD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+VjHEAAAA3QAAAA8AAAAAAAAAAAAAAAAAmAIAAGRycy9k&#10;b3ducmV2LnhtbFBLBQYAAAAABAAEAPUAAACJAwAAAAA=&#10;" path="m24,r5,l34,5r5,l44,10r4,4l48,19r,5l48,29r,5l44,38r,5l39,43r-5,5l29,48r-5,l20,48r-5,l10,43,5,38r,-4l,29,,24,,19,5,14r,-4l10,10r,-5l15,5,20,r4,xe" fillcolor="#00b0f0" stroked="f" strokecolor="#00b0f0" strokeweight=".5pt">
            <v:path arrowok="t" o:connecttype="custom" o:connectlocs="15,0;18,0;21,3;24,3;27,6;27,6;29,9;29,12;29,15;29,18;29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479" o:spid="_x0000_s1505" style="position:absolute;left:833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GPi8YA&#10;AADdAAAADwAAAGRycy9kb3ducmV2LnhtbESPQWvCQBCF74X+h2UK3uqmRTSNriIpYqFe1B48Dtkx&#10;Cc3OhuyaxH/fOQi9zfDevPfNajO6RvXUhdqzgbdpAoq48Lbm0sDPefeaggoR2WLjmQzcKcBm/fy0&#10;wsz6gY/Un2KpJIRDhgaqGNtM61BU5DBMfUss2tV3DqOsXalth4OEu0a/J8lcO6xZGipsKa+o+D3d&#10;nIHFsM1dnn4ezt9xf/i4XL0b+5kxk5dxuwQVaYz/5sf1lxX8RSr88o2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5GPi8YAAADdAAAADwAAAAAAAAAAAAAAAACYAgAAZHJz&#10;L2Rvd25yZXYueG1sUEsFBgAAAAAEAAQA9QAAAIsDAAAAAA==&#10;" path="m24,r5,l34,5r5,l44,10r4,4l48,19r,5l48,29r,5l44,38r,5l39,43r-5,5l29,48r-5,l20,48r-5,l10,43r-5,l5,38,,34,,29,,24,,19,,14,5,10,10,5r5,l20,r4,xe" fillcolor="#00b0f0" stroked="f" strokecolor="#00b0f0" strokeweight=".5pt">
            <v:path arrowok="t" o:connecttype="custom" o:connectlocs="15,0;18,0;21,3;24,3;28,6;28,6;30,9;30,12;30,15;30,18;30,21;28,24;28,27;24,27;21,30;18,30;15,30;13,30;9,30;6,27;3,27;3,24;0,21;0,18;0,15;0,12;0,9;3,6;3,6;6,3;9,3;13,0;15,0" o:connectangles="0,0,0,0,0,0,0,0,0,0,0,0,0,0,0,0,0,0,0,0,0,0,0,0,0,0,0,0,0,0,0,0,0"/>
            <o:lock v:ext="edit" aspectratio="t"/>
          </v:shape>
          <v:shape id="Freeform 480" o:spid="_x0000_s1506" style="position:absolute;left:827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0qEMMA&#10;AADdAAAADwAAAGRycy9kb3ducmV2LnhtbERPS4vCMBC+C/6HMAveNFVEa9co0kUU9OLjsMehGduy&#10;zaQ02bb+eyMs7G0+vuest72pREuNKy0rmE4iEMSZ1SXnCu63/TgG4TyyxsoyKXiSg+1mOFhjom3H&#10;F2qvPhchhF2CCgrv60RKlxVk0E1sTRy4h20M+gCbXOoGuxBuKjmLooU0WHJoKLCmtKDs5/prFCy7&#10;XWrS+Ot8O/nDefX9sKZv50qNPvrdJwhPvf8X/7mPOsxfxlN4fxNOkJ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0qEMMAAADdAAAADwAAAAAAAAAAAAAAAACYAgAAZHJzL2Rv&#10;d25yZXYueG1sUEsFBgAAAAAEAAQA9QAAAIgDAAAAAA==&#10;" path="m24,r5,l34,5r5,l39,10r5,l44,14r4,5l48,24r,5l44,34r,4l39,43r-5,5l29,48r-5,l20,48r-5,l10,43r-5,l5,38,,34,,29,,24,,19,,14,5,10,10,5r5,l20,r4,xe" fillcolor="#00b0f0" stroked="f" strokecolor="#00b0f0" strokeweight=".5pt">
            <v:path arrowok="t" o:connecttype="custom" o:connectlocs="15,0;18,0;21,3;24,3;24,6;28,6;28,9;30,12;30,15;30,18;28,21;28,24;24,27;24,27;21,30;18,30;15,30;13,30;9,30;6,27;3,27;3,24;0,21;0,18;0,15;0,12;0,9;3,6;3,6;6,3;9,3;13,0;15,0" o:connectangles="0,0,0,0,0,0,0,0,0,0,0,0,0,0,0,0,0,0,0,0,0,0,0,0,0,0,0,0,0,0,0,0,0"/>
            <o:lock v:ext="edit" aspectratio="t"/>
          </v:shape>
          <v:shape id="Freeform 481" o:spid="_x0000_s1507" style="position:absolute;left:8214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+0Z8QA&#10;AADdAAAADwAAAGRycy9kb3ducmV2LnhtbERPyWrDMBC9F/IPYgK9NXJNaBw3SggOoYX6kuXQ42BN&#10;LFNrZCzFdv++KhR6m8dbZ7ObbCsG6n3jWMHzIgFBXDndcK3gejk+ZSB8QNbYOiYF3+Rht509bDDX&#10;buQTDedQixjCPkcFJoQul9JXhiz6heuII3dzvcUQYV9L3eMYw20r0yR5kRYbjg0GOyoMVV/nu1Ww&#10;GveFLbJDefkIb+X68+bsNCyVepxP+1cQgabwL/5zv+s4f5Wl8PtNPEF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PtGfEAAAA3QAAAA8AAAAAAAAAAAAAAAAAmAIAAGRycy9k&#10;b3ducmV2LnhtbFBLBQYAAAAABAAEAPUAAACJAwAAAAA=&#10;" path="m24,r5,l34,5r5,5l44,10r,4l48,19r,5l48,29r-4,5l44,38r-5,5l34,43r,5l29,48r-5,l20,48r-5,l10,43r-5,l,38,,34,,29,,24,,19,,14,,10r5,l10,5r5,l20,r4,xe" fillcolor="#00b0f0" stroked="f" strokecolor="#00b0f0" strokeweight=".5pt">
            <v:path arrowok="t" o:connecttype="custom" o:connectlocs="15,0;18,0;21,3;21,3;24,6;27,6;27,9;29,12;29,15;29,18;27,21;27,24;24,27;21,27;21,30;18,30;15,30;12,30;9,30;6,27;3,27;0,24;0,21;0,18;0,15;0,12;0,9;0,6;3,6;6,3;9,3;12,0;15,0" o:connectangles="0,0,0,0,0,0,0,0,0,0,0,0,0,0,0,0,0,0,0,0,0,0,0,0,0,0,0,0,0,0,0,0,0"/>
            <o:lock v:ext="edit" aspectratio="t"/>
          </v:shape>
          <v:shape id="Freeform 482" o:spid="_x0000_s1508" style="position:absolute;left:815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R/MQA&#10;AADdAAAADwAAAGRycy9kb3ducmV2LnhtbERPS2vCQBC+F/oflin01mz6QNM0G5GIVNBLtYceh+yY&#10;hGZnQ3ZN4r93BcHbfHzPyRaTacVAvWssK3iNYhDEpdUNVwp+D+uXBITzyBpby6TgTA4W+eNDhqm2&#10;I//QsPeVCCHsUlRQe9+lUrqyJoMush1x4I62N+gD7CupexxDuGnlWxzPpMGGQ0ONHRU1lf/7k1Ew&#10;H5eFKZLV7rD137vPv6M10/Ch1PPTtPwC4Wnyd/HNvdFh/jx5h+s34QS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DEfzEAAAA3QAAAA8AAAAAAAAAAAAAAAAAmAIAAGRycy9k&#10;b3ducmV2LnhtbFBLBQYAAAAABAAEAPUAAACJAwAAAAA=&#10;" path="m24,r5,l33,5r5,l43,10r5,l48,14r,5l48,24r,5l48,34r,4l43,43r-5,l33,48r-4,l24,48r-5,l14,48r,-5l9,43,5,38r,-4l,29,,24,,19,5,14r,-4l9,10,14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483" o:spid="_x0000_s1509" style="position:absolute;left:8093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qJiMQA&#10;AADdAAAADwAAAGRycy9kb3ducmV2LnhtbERPyWrDMBC9F/IPYgK9NXJDaBw3ijEOpYXmkuXQ42BN&#10;LFNrZCzVdv4+KhR6m8dbZ5tPthUD9b5xrOB5kYAgrpxuuFZwOb89pSB8QNbYOiYFN/KQ72YPW8y0&#10;G/lIwynUIoawz1CBCaHLpPSVIYt+4TriyF1dbzFE2NdS9zjGcNvKZZK8SIsNxwaDHZWGqu/Tj1Ww&#10;HovSlun+cP4M74fN19XZaVgp9TifilcQgabwL/5zf+g4f52u4PebeIL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qiYjEAAAA3QAAAA8AAAAAAAAAAAAAAAAAmAIAAGRycy9k&#10;b3ducmV2LnhtbFBLBQYAAAAABAAEAPUAAACJAwAAAAA=&#10;" path="m24,r5,l33,5r5,l43,10r5,4l48,19r,5l48,29r,5l43,38r,5l38,43r-5,5l29,48r-5,l19,48r-5,l9,43,5,38r,-4l,29,,24,,19,5,14r,-4l9,10,9,5r5,l19,r5,xe" fillcolor="#00b0f0" stroked="f" strokecolor="#00b0f0" strokeweight=".5pt">
            <v:path arrowok="t" o:connecttype="custom" o:connectlocs="15,0;18,0;20,3;23,3;26,6;26,6;29,9;29,12;29,15;29,18;29,21;26,24;26,27;23,27;20,30;18,30;15,30;11,30;8,30;5,27;5,27;3,24;3,21;0,18;0,15;0,12;3,9;3,6;5,6;5,3;8,3;11,0;15,0" o:connectangles="0,0,0,0,0,0,0,0,0,0,0,0,0,0,0,0,0,0,0,0,0,0,0,0,0,0,0,0,0,0,0,0,0"/>
            <o:lock v:ext="edit" aspectratio="t"/>
          </v:shape>
          <v:shape id="Freeform 484" o:spid="_x0000_s1510" style="position:absolute;left:803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YsE8QA&#10;AADdAAAADwAAAGRycy9kb3ducmV2LnhtbERPTWvCQBC9F/oflin01mxaWk3TbEQiUkEv1R56HLJj&#10;EpqdDdk1if/eFQRv83ifky0m04qBetdYVvAaxSCIS6sbrhT8HtYvCQjnkTW2lknBmRws8seHDFNt&#10;R/6hYe8rEULYpaig9r5LpXRlTQZdZDviwB1tb9AH2FdS9ziGcNPKtzieSYMNh4YaOypqKv/3J6Ng&#10;Pi4LUySr3WHrv3eff0drpuFdqeenafkFwtPk7+Kbe6PD/HnyAddvwgky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mLBPEAAAA3QAAAA8AAAAAAAAAAAAAAAAAmAIAAGRycy9k&#10;b3ducmV2LnhtbFBLBQYAAAAABAAEAPUAAACJAwAAAAA=&#10;" path="m24,r5,l33,5r5,l43,10r5,4l48,19r,5l48,29r,5l43,38r,5l38,43r-5,5l29,48r-5,l19,48r-5,l9,43r-4,l5,38,,34,,29,,24,,19,,14,5,10,9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85" o:spid="_x0000_s1511" style="position:absolute;left:7974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SyZMQA&#10;AADdAAAADwAAAGRycy9kb3ducmV2LnhtbERPyWrDMBC9F/IPYgK91XJDSRzXcggOoYXmkuXQ42CN&#10;F2qNjKXY7t9XhUJv83jrZLvZdGKkwbWWFTxHMQji0uqWawW36/EpAeE8ssbOMin4Jge7fPGQYart&#10;xGcaL74WIYRdigoa7/tUSlc2ZNBFticOXGUHgz7AoZZ6wCmEm06u4ngtDbYcGhrsqWio/LrcjYLN&#10;tC9MkRxO1w//dtp+VtbM44tSj8t5/wrC0+z/xX/udx3mb5I1/H4TTpD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0smTEAAAA3QAAAA8AAAAAAAAAAAAAAAAAmAIAAGRycy9k&#10;b3ducmV2LnhtbFBLBQYAAAAABAAEAPUAAACJAwAAAAA=&#10;" path="m24,r5,l33,5r5,l38,10r5,l43,14r5,5l48,24r,5l43,34r,4l38,43r-5,5l29,48r-5,l19,48r-5,l9,43r-4,l5,38,,34,,29,,24,,19,,14,5,10,9,5r5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86" o:spid="_x0000_s1512" style="position:absolute;left:7915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gX/8MA&#10;AADdAAAADwAAAGRycy9kb3ducmV2LnhtbERPTWvCQBC9C/6HZQRvulGkSVNXCSlioblUe+hxyI5J&#10;aHY2ZLdJ+u+7BcHbPN7n7I+TacVAvWssK9isIxDEpdUNVwo+r6dVAsJ5ZI2tZVLwSw6Oh/lsj6m2&#10;I3/QcPGVCCHsUlRQe9+lUrqyJoNubTviwN1sb9AH2FdS9ziGcNPKbRQ9SYMNh4YaO8prKr8vP0ZB&#10;PGa5yZPX4vruz8Xz182aadgptVxM2QsIT5N/iO/uNx3mx0kM/9+EE+Th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gX/8MAAADdAAAADwAAAAAAAAAAAAAAAACYAgAAZHJzL2Rv&#10;d25yZXYueG1sUEsFBgAAAAAEAAQA9QAAAIgDAAAAAA==&#10;" path="m24,r5,l33,5r5,5l43,10r,4l48,19r,5l48,29r-5,5l43,38r-5,5l33,43r,5l29,48r-5,l19,48r-5,l9,43r-4,l,38,,34,,29,,24,,19,,14,,10r5,l9,5r5,l19,r5,xe" fillcolor="#00b0f0" stroked="f" strokecolor="#00b0f0" strokeweight=".5pt">
            <v:path arrowok="t" o:connecttype="custom" o:connectlocs="15,0;18,0;20,3;20,3;23,6;26,6;26,9;29,12;29,15;29,18;26,21;26,24;23,27;20,27;20,30;18,30;15,30;11,30;8,30;5,27;3,27;0,24;0,21;0,18;0,15;0,12;0,9;0,6;3,6;5,3;8,3;11,0;15,0" o:connectangles="0,0,0,0,0,0,0,0,0,0,0,0,0,0,0,0,0,0,0,0,0,0,0,0,0,0,0,0,0,0,0,0,0"/>
            <o:lock v:ext="edit" aspectratio="t"/>
          </v:shape>
          <v:shape id="Freeform 487" o:spid="_x0000_s1513" style="position:absolute;left:7852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eDjcYA&#10;AADdAAAADwAAAGRycy9kb3ducmV2LnhtbESPQWvCQBCF74X+h2UK3uqmRTSNriIpYqFe1B48Dtkx&#10;Cc3OhuyaxH/fOQi9zfDevPfNajO6RvXUhdqzgbdpAoq48Lbm0sDPefeaggoR2WLjmQzcKcBm/fy0&#10;wsz6gY/Un2KpJIRDhgaqGNtM61BU5DBMfUss2tV3DqOsXalth4OEu0a/J8lcO6xZGipsKa+o+D3d&#10;nIHFsM1dnn4ezt9xf/i4XL0b+5kxk5dxuwQVaYz/5sf1lxX8RSq48o2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eDjcYAAADdAAAADwAAAAAAAAAAAAAAAACYAgAAZHJz&#10;L2Rvd25yZXYueG1sUEsFBgAAAAAEAAQA9QAAAIsDAAAAAA==&#10;" path="m24,r5,l34,5r5,l43,10r5,l48,14r,5l48,24r,5l48,34r,4l43,43r-4,l34,48r-5,l24,48r-5,l15,48r,-5l10,43,5,38r,-4l,29,,24,,19,5,14r,-4l10,10,15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488" o:spid="_x0000_s1514" style="position:absolute;left:7793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smFsQA&#10;AADdAAAADwAAAGRycy9kb3ducmV2LnhtbERPTWvCQBC9F/wPyxS81U1FakxdRVLEQr2YePA4ZMds&#10;aHY2ZLdJ+u+7hUJv83ifs91PthUD9b5xrOB5kYAgrpxuuFZwLY9PKQgfkDW2jknBN3nY72YPW8y0&#10;G/lCQxFqEUPYZ6jAhNBlUvrKkEW/cB1x5O6utxgi7GupexxjuG3lMklepMWGY4PBjnJD1WfxZRWs&#10;x0Nu8/TtXH6E03lzuzs7DSul5o/T4RVEoCn8i//c7zrOX6cb+P0mni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rJhbEAAAA3QAAAA8AAAAAAAAAAAAAAAAAmAIAAGRycy9k&#10;b3ducmV2LnhtbFBLBQYAAAAABAAEAPUAAACJAwAAAAA=&#10;" path="m24,r5,l34,5r5,l43,10r5,4l48,19r,5l48,29r,5l43,38r,5l39,43r-5,5l29,48r-5,l19,48r-4,l10,43,5,38r,-4l,29,,24,,19,5,14r,-4l10,10r,-5l15,5,19,r5,xe" fillcolor="#00b0f0" stroked="f" strokecolor="#00b0f0" strokeweight=".5pt">
            <v:path arrowok="t" o:connecttype="custom" o:connectlocs="15,0;18,0;21,3;24,3;26,6;26,6;29,9;29,12;29,15;29,18;29,21;26,24;26,27;24,27;21,30;18,30;15,30;11,30;9,30;6,27;6,27;3,24;3,21;0,18;0,15;0,12;3,9;3,6;6,6;6,3;9,3;11,0;15,0" o:connectangles="0,0,0,0,0,0,0,0,0,0,0,0,0,0,0,0,0,0,0,0,0,0,0,0,0,0,0,0,0,0,0,0,0"/>
            <o:lock v:ext="edit" aspectratio="t"/>
          </v:shape>
          <v:shape id="Freeform 489" o:spid="_x0000_s1515" style="position:absolute;left:773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gZVsYA&#10;AADdAAAADwAAAGRycy9kb3ducmV2LnhtbESPQWvCQBCF7wX/wzJCb3WjlKrRVSQiFuql2oPHITsm&#10;wexsyK5J/PedQ6G3Gd6b975ZbwdXq47aUHk2MJ0koIhzbysuDPxcDm8LUCEiW6w9k4EnBdhuRi9r&#10;TK3v+Zu6cyyUhHBI0UAZY5NqHfKSHIaJb4hFu/nWYZS1LbRtsZdwV+tZknxohxVLQ4kNZSXl9/PD&#10;GZj3u8xli/3p8hWPp+X15t3QvRvzOh52K1CRhvhv/rv+tII/Xwq/fCMj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gZVsYAAADdAAAADwAAAAAAAAAAAAAAAACYAgAAZHJz&#10;L2Rvd25yZXYueG1sUEsFBgAAAAAEAAQA9QAAAIsDAAAAAA==&#10;" path="m24,r5,l34,5r5,l43,10r5,4l48,19r,5l48,29r,5l43,38r,5l39,43r-5,5l29,48r-5,l19,48r-4,l10,43r-5,l5,38,,34,,29,,24,,19,,14,5,10,10,5r5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90" o:spid="_x0000_s1516" style="position:absolute;left:7674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S8zcMA&#10;AADdAAAADwAAAGRycy9kb3ducmV2LnhtbERPS4vCMBC+C/sfwgh709Rl0do1ilSWFfTi47DHoRnb&#10;YjMpTWzrvzeC4G0+vucsVr2pREuNKy0rmIwjEMSZ1SXnCs6n31EMwnlkjZVlUnAnB6vlx2CBibYd&#10;H6g9+lyEEHYJKii8rxMpXVaQQTe2NXHgLrYx6ANscqkb7EK4qeRXFE2lwZJDQ4E1pQVl1+PNKJh1&#10;69Sk8WZ/2vm//fz/Yk3ffiv1OezXPyA89f4tfrm3OsyfzSfw/Cac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S8zcMAAADdAAAADwAAAAAAAAAAAAAAAACYAgAAZHJzL2Rv&#10;d25yZXYueG1sUEsFBgAAAAAEAAQA9QAAAIgDAAAAAA==&#10;" path="m24,r5,l34,5r5,l39,10r4,l43,14r5,5l48,24r,5l43,34r,4l39,43r-5,5l29,48r-5,l19,48r-4,l10,43r-5,l5,38,,34,,29,,24,,19,,14,5,10,10,5r5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91" o:spid="_x0000_s1517" style="position:absolute;left:7313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YiusIA&#10;AADdAAAADwAAAGRycy9kb3ducmV2LnhtbERPS4vCMBC+L/gfwgje1lQRH9UoUhEFvazuwePQjG2x&#10;mZQmtvXfG2Fhb/PxPWe16UwpGqpdYVnBaBiBIE6tLjhT8Hvdf89BOI+ssbRMCl7kYLPufa0w1rbl&#10;H2ouPhMhhF2MCnLvq1hKl+Zk0A1tRRy4u60N+gDrTOoa2xBuSjmOoqk0WHBoyLGiJKf0cXkaBbN2&#10;m5hkvjtfT/5wXtzu1nTNRKlBv9suQXjq/L/4z33UYf5sMYbPN+EEuX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1iK6wgAAAN0AAAAPAAAAAAAAAAAAAAAAAJgCAABkcnMvZG93&#10;bnJldi54bWxQSwUGAAAAAAQABAD1AAAAhwMAAAAA&#10;" path="m24,r5,l33,5r5,l43,10r5,l48,14r,5l48,24r,5l48,34r,4l43,43r-5,l33,48r-4,l24,48r-5,l14,48r,-5l9,43,5,38r,-4l,29,,24,,19,5,14r,-4l9,10,14,5,19,r5,xe" fillcolor="#00b0f0" stroked="f" strokecolor="#00b0f0" strokeweight=".5pt">
            <v:path arrowok="t" o:connecttype="custom" o:connectlocs="15,0;18,0;20,3;23,3;26,6;29,6;29,9;29,12;29,15;29,18;29,21;29,24;26,27;23,27;20,30;18,30;15,30;11,30;8,30;8,27;5,27;3,24;3,21;0,18;0,15;0,12;3,9;3,6;5,6;8,3;8,3;11,0;15,0" o:connectangles="0,0,0,0,0,0,0,0,0,0,0,0,0,0,0,0,0,0,0,0,0,0,0,0,0,0,0,0,0,0,0,0,0"/>
            <o:lock v:ext="edit" aspectratio="t"/>
          </v:shape>
          <v:shape id="Freeform 492" o:spid="_x0000_s1518" style="position:absolute;left:7612;top:16194;width:32;height:30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A0vcMA&#10;AADdAAAADwAAAGRycy9kb3ducmV2LnhtbERP22rCQBB9L/gPywi+1Y0NVI2ukgpC+9R6+YAxO2aD&#10;2dmYXWPar+8WCr7N4Vxnue5tLTpqfeVYwWScgCAunK64VHA8bJ9nIHxA1lg7JgXf5GG9GjwtMdPu&#10;zjvq9qEUMYR9hgpMCE0mpS8MWfRj1xBH7uxaiyHCtpS6xXsMt7V8SZJXabHi2GCwoY2h4rK/WQWz&#10;y49+61Nf5+baTSenD/mVp59KjYZ9vgARqA8P8b/7Xcf503kKf9/EE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A0vcMAAADdAAAADwAAAAAAAAAAAAAAAACYAgAAZHJzL2Rv&#10;d25yZXYueG1sUEsFBgAAAAAEAAQA9QAAAIgDAAAAAA==&#10;" path="m29,r5,l39,5r5,5l48,10r,4l48,19r5,5l48,29r,5l48,38r-4,5l39,43r,5l34,48r-5,l24,48r-4,l15,43r-5,l5,38r,-4l5,29,,24,5,19r,-5l5,10r5,l15,5r5,l24,r5,xe" fillcolor="#00b0f0" stroked="f" strokecolor="#00b0f0" strokeweight=".5pt">
            <v:path arrowok="t" o:connecttype="custom" o:connectlocs="18,0;21,0;24,3;24,3;27,6;29,6;29,9;29,12;32,15;29,18;29,21;29,24;27,27;24,27;24,30;21,30;18,30;14,30;12,30;9,27;6,27;3,24;3,21;3,18;0,15;3,12;3,9;3,6;6,6;9,3;12,3;14,0;18,0" o:connectangles="0,0,0,0,0,0,0,0,0,0,0,0,0,0,0,0,0,0,0,0,0,0,0,0,0,0,0,0,0,0,0,0,0"/>
            <o:lock v:ext="edit" aspectratio="t"/>
          </v:shape>
          <v:shape id="Freeform 493" o:spid="_x0000_s1519" style="position:absolute;left:725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MfVcQA&#10;AADdAAAADwAAAGRycy9kb3ducmV2LnhtbERPS2uDQBC+B/oflin0lqwpoRqbVYKltFAveRx6HNyJ&#10;StxZcbdq/323EMhtPr7n7PLZdGKkwbWWFaxXEQjiyuqWawXn0/syAeE8ssbOMin4JQd59rDYYart&#10;xAcaj74WIYRdigoa7/tUSlc1ZNCtbE8cuIsdDPoAh1rqAacQbjr5HEUv0mDLoaHBnoqGquvxxyiI&#10;p31hiuStPH35j3L7fbFmHjdKPT3O+1cQnmZ/F9/cnzrMj7cb+P8mnC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zH1XEAAAA3QAAAA8AAAAAAAAAAAAAAAAAmAIAAGRycy9k&#10;b3ducmV2LnhtbFBLBQYAAAAABAAEAPUAAACJAwAAAAA=&#10;" path="m24,r5,l34,5r4,l43,10r5,4l48,19r,5l48,29r,5l43,38r,5l38,43r-4,5l29,48r-5,l19,48r-5,l10,43,5,38r,-4l,29,,24,,19,5,14r,-4l10,10r,-5l14,5,19,r5,xe" fillcolor="#00b0f0" stroked="f" strokecolor="#00b0f0" strokeweight=".5pt">
            <v:path arrowok="t" o:connecttype="custom" o:connectlocs="15,0;18,0;21,3;24,3;27,6;27,6;30,9;30,12;30,15;30,18;30,21;27,24;27,27;24,27;21,30;18,30;15,30;12,30;9,30;6,27;6,27;3,24;3,21;0,18;0,15;0,12;3,9;3,6;6,6;6,3;9,3;12,0;15,0" o:connectangles="0,0,0,0,0,0,0,0,0,0,0,0,0,0,0,0,0,0,0,0,0,0,0,0,0,0,0,0,0,0,0,0,0"/>
            <o:lock v:ext="edit" aspectratio="t"/>
          </v:shape>
          <v:shape id="Freeform 494" o:spid="_x0000_s1520" style="position:absolute;left:7553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+6zsMA&#10;AADdAAAADwAAAGRycy9kb3ducmV2LnhtbERPS4vCMBC+C/sfwizsTdNd1lc1ilREQS/qHvY4NGNb&#10;bCaliW3990YQvM3H95z5sjOlaKh2hWUF34MIBHFqdcGZgr/zpj8B4TyyxtIyKbiTg+XiozfHWNuW&#10;j9ScfCZCCLsYFeTeV7GULs3JoBvYijhwF1sb9AHWmdQ1tiHclPInikbSYMGhIceKkpzS6+lmFIzb&#10;VWKSyfpw3vvtYfp/saZrfpX6+uxWMxCeOv8Wv9w7HeaPp0N4fhNO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+6zsMAAADdAAAADwAAAAAAAAAAAAAAAACYAgAAZHJzL2Rv&#10;d25yZXYueG1sUEsFBgAAAAAEAAQA9QAAAIgDAAAAAA==&#10;" path="m24,r4,l33,5r5,l43,10r5,l48,14r,5l48,24r,5l48,34r,4l43,43r-5,l33,48r-5,l24,48r-5,l14,48r,-5l9,43,4,38r,-4l,29,,24,,19,4,14r,-4l9,10,14,5,19,r5,xe" fillcolor="#00b0f0" stroked="f" strokecolor="#00b0f0" strokeweight=".5pt">
            <v:path arrowok="t" o:connecttype="custom" o:connectlocs="15,0;18,0;21,3;24,3;27,6;30,6;30,9;30,12;30,15;30,18;30,21;30,24;27,27;24,27;21,30;18,30;15,30;12,30;9,30;9,27;6,27;3,24;3,21;0,18;0,15;0,12;3,9;3,6;6,6;9,3;9,3;12,0;15,0" o:connectangles="0,0,0,0,0,0,0,0,0,0,0,0,0,0,0,0,0,0,0,0,0,0,0,0,0,0,0,0,0,0,0,0,0"/>
            <o:lock v:ext="edit" aspectratio="t"/>
          </v:shape>
          <v:shape id="Freeform 495" o:spid="_x0000_s1521" style="position:absolute;left:7194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0kucMA&#10;AADdAAAADwAAAGRycy9kb3ducmV2LnhtbERPS4vCMBC+C/sfwix409RFtHaNIl0WBb34OOxxaMa2&#10;2ExKk23rvzeC4G0+vucs172pREuNKy0rmIwjEMSZ1SXnCi7n31EMwnlkjZVlUnAnB+vVx2CJibYd&#10;H6k9+VyEEHYJKii8rxMpXVaQQTe2NXHgrrYx6ANscqkb7EK4qeRXFM2kwZJDQ4E1pQVlt9O/UTDv&#10;NqlJ45/Dee+3h8Xf1Zq+nSo1/Ow33yA89f4tfrl3OsyfL2bw/Cac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0kucMAAADdAAAADwAAAAAAAAAAAAAAAACYAgAAZHJzL2Rv&#10;d25yZXYueG1sUEsFBgAAAAAEAAQA9QAAAIgDAAAAAA==&#10;" path="m24,r5,l34,5r4,l43,10r5,4l48,19r,5l48,29r,5l43,38r,5l38,43r-4,5l29,48r-5,l19,48r-5,l10,43r-5,l5,38,,34,,29,,24,,19,,14,5,10,10,5r4,l19,r5,xe" fillcolor="#00b0f0" stroked="f" strokecolor="#00b0f0" strokeweight=".5pt">
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96" o:spid="_x0000_s1522" style="position:absolute;left:7494;top:16194;width:29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GBIsQA&#10;AADdAAAADwAAAGRycy9kb3ducmV2LnhtbERPTWuDQBC9F/Iflink1qwNoUabjYglpNBcEnPIcXAn&#10;KnVnxd2q/ffdQqG3ebzP2WWz6cRIg2stK3heRSCIK6tbrhVcy8PTFoTzyBo7y6Tgmxxk+8XDDlNt&#10;Jz7TePG1CCHsUlTQeN+nUrqqIYNuZXviwN3tYNAHONRSDziFcNPJdRS9SIMth4YGeyoaqj4vX0ZB&#10;POWFKbZvp/LDH0/J7W7NPG6UWj7O+SsIT7P/F/+533WYHycx/H4TTpD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hgSLEAAAA3QAAAA8AAAAAAAAAAAAAAAAAmAIAAGRycy9k&#10;b3ducmV2LnhtbFBLBQYAAAAABAAEAPUAAACJAwAAAAA=&#10;" path="m24,r4,l33,5r5,l43,10r5,4l48,19r,5l48,29r,5l43,38r,5l38,43r-5,5l28,48r-4,l19,48r-5,l9,43,4,38,,34,,29,,24,,19,,14,4,10r5,l9,5r5,l19,r5,xe" fillcolor="#00b0f0" stroked="f" strokecolor="#00b0f0" strokeweight=".5pt">
            <v:path arrowok="t" o:connecttype="custom" o:connectlocs="15,0;17,0;20,3;23,3;26,6;26,6;29,9;29,12;29,15;29,18;29,21;26,24;26,27;23,27;20,30;17,30;15,30;11,30;8,30;5,27;5,27;2,24;0,21;0,18;0,15;0,12;0,9;2,6;5,6;5,3;8,3;11,0;15,0" o:connectangles="0,0,0,0,0,0,0,0,0,0,0,0,0,0,0,0,0,0,0,0,0,0,0,0,0,0,0,0,0,0,0,0,0"/>
            <o:lock v:ext="edit" aspectratio="t"/>
          </v:shape>
          <v:shape id="Freeform 497" o:spid="_x0000_s1523" style="position:absolute;left:7434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4VUMYA&#10;AADdAAAADwAAAGRycy9kb3ducmV2LnhtbESPQWvCQBCF7wX/wzJCb3WjlKrRVSQiFuql2oPHITsm&#10;wexsyK5J/PedQ6G3Gd6b975ZbwdXq47aUHk2MJ0koIhzbysuDPxcDm8LUCEiW6w9k4EnBdhuRi9r&#10;TK3v+Zu6cyyUhHBI0UAZY5NqHfKSHIaJb4hFu/nWYZS1LbRtsZdwV+tZknxohxVLQ4kNZSXl9/PD&#10;GZj3u8xli/3p8hWPp+X15t3QvRvzOh52K1CRhvhv/rv+tII/XwqufCMj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4VUMYAAADdAAAADwAAAAAAAAAAAAAAAACYAgAAZHJz&#10;L2Rvd25yZXYueG1sUEsFBgAAAAAEAAQA9QAAAIsDAAAAAA==&#10;" path="m24,r4,l33,5r5,l38,10r5,l48,14r,5l48,24r,5l48,34r-5,4l38,43r-5,5l28,48r-4,l19,48r-5,l9,43r-5,l4,38,,34,,29,,24,,19,,14,4,10,9,5r5,l19,r5,xe" fillcolor="#00b0f0" stroked="f" strokecolor="#00b0f0" strokeweight=".5pt">
            <v:path arrowok="t" o:connecttype="custom" o:connectlocs="15,0;18,0;21,3;24,3;24,6;27,6;30,9;30,12;30,15;30,18;30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shape id="Freeform 498" o:spid="_x0000_s1524" style="position:absolute;left:7375;top:16194;width:30;height:30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Kwy8QA&#10;AADdAAAADwAAAGRycy9kb3ducmV2LnhtbERPTWvCQBC9F/wPyxS81U1FapK6iqSIhXoxevA4ZMds&#10;aHY2ZLdJ+u+7hUJv83ifs9lNthUD9b5xrOB5kYAgrpxuuFZwvRyeUhA+IGtsHZOCb/Kw284eNphr&#10;N/KZhjLUIoawz1GBCaHLpfSVIYt+4TriyN1dbzFE2NdS9zjGcNvKZZK8SIsNxwaDHRWGqs/yyypY&#10;j/vCFunb6fIRjqfsdnd2GlZKzR+n/SuIQFP4F/+533Wcv84y+P0mni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ysMvEAAAA3QAAAA8AAAAAAAAAAAAAAAAAmAIAAGRycy9k&#10;b3ducmV2LnhtbFBLBQYAAAAABAAEAPUAAACJAwAAAAA=&#10;" path="m24,r4,l33,5r5,l38,10r5,l43,14r5,5l48,24r,5l43,34r,4l38,43r-5,5l28,48r-4,l19,48r-5,l9,43r-5,l4,38,,34,,29,,24,,19,,14,4,10,9,5r5,l19,r5,xe" fillcolor="#00b0f0" stroked="f" strokecolor="#00b0f0" strokeweight=".5pt">
            <v:path arrowok="t" o:connecttype="custom" o:connectlocs="15,0;18,0;21,3;24,3;24,6;27,6;27,9;30,12;30,15;30,18;27,21;27,24;24,27;24,27;21,30;18,30;15,30;12,30;9,30;6,27;3,27;3,24;0,21;0,18;0,15;0,12;0,9;3,6;3,6;6,3;9,3;12,0;15,0" o:connectangles="0,0,0,0,0,0,0,0,0,0,0,0,0,0,0,0,0,0,0,0,0,0,0,0,0,0,0,0,0,0,0,0,0"/>
            <o:lock v:ext="edit" aspectratio="t"/>
          </v:shape>
          <v:group id="Group 499" o:spid="_x0000_s1525" style="position:absolute;left:11115;top:15986;width:330;height:30;rotation:90" coordorigin="10697,2664" coordsize="330,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xTuZTFAAAA3QAA&#10;AA8AAAAAAAAAAAAAAAAAqgIAAGRycy9kb3ducmV2LnhtbFBLBQYAAAAABAAEAPoAAACcAwAAAAA=&#10;">
            <v:shape id="Freeform 500" o:spid="_x0000_s1526" style="position:absolute;left:10997;top:2664;width:30;height:30;rotation:9300662fd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wt5MQA&#10;AADdAAAADwAAAGRycy9kb3ducmV2LnhtbESPzW7CMBCE70h9B2uRuIEDB4hCDKooRXAs4cBxiTc/&#10;JV5HsQvh7XElJG67mplvZ9N1bxpxo87VlhVMJxEI4tzqmksFp+x7HINwHlljY5kUPMjBevUxSDHR&#10;9s4/dDv6UgQIuwQVVN63iZQur8igm9iWOGiF7Qz6sHal1B3eA9w0chZFc2mw5nChwpY2FeXX458J&#10;lF2fnb9mp99LXNjFIaOtxe1VqdGw/1yC8NT7t/mV3utQP46m8P9NGEG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sLeTEAAAA3QAAAA8AAAAAAAAAAAAAAAAAmAIAAGRycy9k&#10;b3ducmV2LnhtbFBLBQYAAAAABAAEAPUAAACJAwAAAAA=&#10;" path="m24,r5,l33,5r5,l43,10r5,4l48,19r,5l48,29r,5l43,38r,5l38,43r-5,5l29,48r-5,l19,48r-5,l9,43,5,38,,34,,29,,24,,19,,14,5,10r4,l9,5r5,l19,r5,xe" fillcolor="#00b0f0" stroked="f" strokecolor="#00b0f0" strokeweight=".5pt">
              <v:path arrowok="t" o:connecttype="custom" o:connectlocs="15,0;18,0;21,3;24,3;27,6;27,6;30,9;30,12;30,15;30,18;30,21;27,24;27,27;24,27;21,30;18,30;15,30;12,30;9,30;6,27;6,27;3,24;0,21;0,18;0,15;0,12;0,9;3,6;6,6;6,3;9,3;12,0;15,0" o:connectangles="0,0,0,0,0,0,0,0,0,0,0,0,0,0,0,0,0,0,0,0,0,0,0,0,0,0,0,0,0,0,0,0,0"/>
              <o:lock v:ext="edit" aspectratio="t"/>
            </v:shape>
            <v:shape id="Freeform 501" o:spid="_x0000_s1527" style="position:absolute;left:10938;top:2664;width:29;height:30;rotation:9300662fd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6zk8QA&#10;AADdAAAADwAAAGRycy9kb3ducmV2LnhtbESPzW7CMBCE70i8g7VIvYFDDm0UMAjxU7VHSA4cl3hJ&#10;AvE6ig2kb18jIXHb1cx8Oztf9qYRd+pcbVnBdBKBIC6srrlUkGe7cQLCeWSNjWVS8EcOlovhYI6p&#10;tg/e0/3gSxEg7FJUUHnfplK6oiKDbmJb4qCdbWfQh7Urpe7wEeCmkXEUfUqDNYcLFba0rqi4Hm4m&#10;UL777LiJ88spOduv34y2FrdXpT5G/WoGwlPv3+ZX+keH+kkUw/ObMIJ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+s5PEAAAA3QAAAA8AAAAAAAAAAAAAAAAAmAIAAGRycy9k&#10;b3ducmV2LnhtbFBLBQYAAAAABAAEAPUAAACJAwAAAAA=&#10;" path="m24,r5,l33,5r5,l38,10r5,l48,14r,5l48,24r,5l48,34r-5,4l38,43r-5,5l29,48r-5,l19,48r-5,l9,43r-4,l5,38,,34,,29,,24,,19,,14,5,10,9,5r5,l19,r5,xe" fillcolor="#00b0f0" stroked="f" strokecolor="#00b0f0" strokeweight=".5pt">
              <v:path arrowok="t" o:connecttype="custom" o:connectlocs="15,0;18,0;20,3;23,3;23,6;26,6;29,9;29,12;29,15;29,18;29,21;26,24;23,27;23,27;20,30;18,30;15,30;11,30;8,30;5,27;3,27;3,24;0,21;0,18;0,15;0,12;0,9;3,6;3,6;5,3;8,3;11,0;15,0" o:connectangles="0,0,0,0,0,0,0,0,0,0,0,0,0,0,0,0,0,0,0,0,0,0,0,0,0,0,0,0,0,0,0,0,0"/>
              <o:lock v:ext="edit" aspectratio="t"/>
            </v:shape>
            <v:shape id="Freeform 502" o:spid="_x0000_s1528" style="position:absolute;left:10878;top:2664;width:30;height:30;rotation:9300662fd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IWCMQA&#10;AADdAAAADwAAAGRycy9kb3ducmV2LnhtbESPQYvCMBCF74L/IYywN011YS3VKKKurEdbD3ucbca2&#10;2kxKk9X6740geJvhvffNm/myM7W4UusqywrGowgEcW51xYWCY/Y9jEE4j6yxtkwK7uRguej35pho&#10;e+MDXVNfiABhl6CC0vsmkdLlJRl0I9sQB+1kW4M+rG0hdYu3ADe1nETRlzRYcbhQYkPrkvJL+m8C&#10;Zddlv5vJ8fwXn+x0n9HW4vai1MegW81AeOr82/xK/+hQP44+4flNGEE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yFgjEAAAA3QAAAA8AAAAAAAAAAAAAAAAAmAIAAGRycy9k&#10;b3ducmV2LnhtbFBLBQYAAAAABAAEAPUAAACJAwAAAAA=&#10;" path="m24,r5,l33,5r5,5l43,10r,4l48,19r,5l48,29r-5,5l43,38r-5,5l33,43r,5l29,48r-5,l19,48r-5,l9,43r-4,l,38,,34,,29,,24,,19,,14,,10r5,l9,5r5,l19,r5,xe" fillcolor="#00b0f0" stroked="f" strokecolor="#00b0f0" strokeweight=".5pt">
              <v:path arrowok="t" o:connecttype="custom" o:connectlocs="15,0;18,0;21,3;21,3;24,6;27,6;27,9;30,12;30,15;30,18;27,21;27,24;24,27;21,27;21,30;18,30;15,30;12,30;9,30;6,27;3,27;0,24;0,21;0,18;0,15;0,12;0,9;0,6;3,6;6,3;9,3;12,0;15,0" o:connectangles="0,0,0,0,0,0,0,0,0,0,0,0,0,0,0,0,0,0,0,0,0,0,0,0,0,0,0,0,0,0,0,0,0"/>
              <o:lock v:ext="edit" aspectratio="t"/>
            </v:shape>
            <v:shape id="Freeform 503" o:spid="_x0000_s1529" style="position:absolute;left:10816;top:2664;width:33;height:30;rotation:9224502fd;visibility:visible;mso-wrap-style:square;v-text-anchor:top" coordsize="5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me0cQA&#10;AADdAAAADwAAAGRycy9kb3ducmV2LnhtbERPTWvCQBC9F/oflil4kbpRtEh0lVIJKgjS1IPHITsm&#10;wexsyK4a8+tdQehtHu9z5svWVOJKjSstKxgOIhDEmdUl5woOf8nnFITzyBory6TgTg6Wi/e3Ocba&#10;3viXrqnPRQhhF6OCwvs6ltJlBRl0A1sTB+5kG4M+wCaXusFbCDeVHEXRlzRYcmgosKafgrJzejEK&#10;dJeNtnp96qfJ5D48dsmqv9t3SvU+2u8ZCE+t/xe/3Bsd5k+jMTy/CS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5ntHEAAAA3QAAAA8AAAAAAAAAAAAAAAAAmAIAAGRycy9k&#10;b3ducmV2LnhtbFBLBQYAAAAABAAEAPUAAACJAwAAAAA=&#10;" path="m24,r5,l34,5r4,l43,10r5,l48,14r,5l53,24r-5,5l48,34r,4l43,43r-5,l34,48r-5,l24,48r-5,l15,43r-5,l5,38r,-4l5,29,,24,5,19r,-5l5,10r5,l15,5r4,l19,r5,xe" fillcolor="#00b0f0" stroked="f" strokecolor="#00b0f0" strokeweight=".5pt">
              <v:path arrowok="t" o:connecttype="custom" o:connectlocs="15,0;18,0;21,3;24,3;27,6;30,6;30,9;30,12;33,15;30,18;30,21;30,24;27,27;24,27;21,30;18,30;15,30;12,30;12,30;9,27;6,27;3,24;3,21;3,18;0,15;3,12;3,9;3,6;6,6;9,3;12,3;12,0;15,0" o:connectangles="0,0,0,0,0,0,0,0,0,0,0,0,0,0,0,0,0,0,0,0,0,0,0,0,0,0,0,0,0,0,0,0,0"/>
              <o:lock v:ext="edit" aspectratio="t"/>
            </v:shape>
            <v:shape id="Freeform 504" o:spid="_x0000_s1530" style="position:absolute;left:10757;top:2664;width:29;height:30;rotation:9300662fd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cr58QA&#10;AADdAAAADwAAAGRycy9kb3ducmV2LnhtbESPQYvCMBCF74L/IYywN00Vdi3VKKKurEdbD3ucbca2&#10;2kxKk9X6740geJvhvffNm/myM7W4UusqywrGowgEcW51xYWCY/Y9jEE4j6yxtkwK7uRguej35pho&#10;e+MDXVNfiABhl6CC0vsmkdLlJRl0I9sQB+1kW4M+rG0hdYu3ADe1nETRlzRYcbhQYkPrkvJL+m8C&#10;Zddlv5vJ8fwXn+x0n9HW4vai1MegW81AeOr82/xK/+hQP44+4flNGEE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XK+fEAAAA3QAAAA8AAAAAAAAAAAAAAAAAmAIAAGRycy9k&#10;b3ducmV2LnhtbFBLBQYAAAAABAAEAPUAAACJAwAAAAA=&#10;" path="m24,r5,l34,5r5,l43,10r5,4l48,19r,5l48,29r,5l43,38r,5l39,43r-5,5l29,48r-5,l19,48r-4,l10,43,5,38r,-4l,29,,24,,19,5,14r,-4l10,10r,-5l15,5,19,r5,xe" fillcolor="#00b0f0" stroked="f" strokecolor="#00b0f0" strokeweight=".5pt">
              <v:path arrowok="t" o:connecttype="custom" o:connectlocs="15,0;18,0;21,3;24,3;26,6;26,6;29,9;29,12;29,15;29,18;29,21;26,24;26,27;24,27;21,30;18,30;15,30;11,30;9,30;6,27;6,27;3,24;3,21;0,18;0,15;0,12;3,9;3,6;6,6;6,3;9,3;11,0;15,0" o:connectangles="0,0,0,0,0,0,0,0,0,0,0,0,0,0,0,0,0,0,0,0,0,0,0,0,0,0,0,0,0,0,0,0,0"/>
              <o:lock v:ext="edit" aspectratio="t"/>
            </v:shape>
            <v:shape id="Freeform 505" o:spid="_x0000_s1531" style="position:absolute;left:10697;top:2664;width:30;height:30;rotation:9300662fd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W1kMQA&#10;AADdAAAADwAAAGRycy9kb3ducmV2LnhtbESPS2/CMBCE75X4D9YicSsOHCBKY1DFS3As4cBxG28e&#10;JV5HsYHw73ElJG67mplvZ9Nlbxpxo87VlhVMxhEI4tzqmksFp2z7GYNwHlljY5kUPMjBcjH4SDHR&#10;9s4/dDv6UgQIuwQVVN63iZQur8igG9uWOGiF7Qz6sHal1B3eA9w0chpFM2mw5nChwpZWFeWX49UE&#10;yq7Pzuvp6e83Luz8kNHG4uai1GjYf3+B8NT7t/mV3utQP45m8P9NGEE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FtZDEAAAA3QAAAA8AAAAAAAAAAAAAAAAAmAIAAGRycy9k&#10;b3ducmV2LnhtbFBLBQYAAAAABAAEAPUAAACJAwAAAAA=&#10;" path="m24,r5,l34,5r5,l43,10r5,4l48,19r,5l48,29r,5l43,38r,5l39,43r-5,5l29,48r-5,l19,48r-4,l10,43r-5,l5,38,,34,,29,,24,,19,,14,5,10,10,5r5,l19,r5,xe" fillcolor="#00b0f0" stroked="f" strokecolor="#00b0f0" strokeweight=".5pt">
              <v:path arrowok="t" o:connecttype="custom" o:connectlocs="15,0;18,0;21,3;24,3;27,6;27,6;30,9;30,12;30,15;30,18;30,21;27,24;27,27;24,27;21,30;18,30;15,30;12,30;9,30;6,27;3,27;3,24;0,21;0,18;0,15;0,12;0,9;3,6;3,6;6,3;9,3;12,0;15,0" o:connectangles="0,0,0,0,0,0,0,0,0,0,0,0,0,0,0,0,0,0,0,0,0,0,0,0,0,0,0,0,0,0,0,0,0"/>
              <o:lock v:ext="edit" aspectratio="t"/>
            </v:shape>
          </v:group>
          <w10:wrap type="through"/>
        </v:group>
      </w:pict>
    </w:r>
    <w:r w:rsidR="0080525C" w:rsidRPr="00C63F44">
      <w:rPr>
        <w:rFonts w:ascii="Arial" w:hAnsi="Arial"/>
        <w:color w:val="002060"/>
        <w:sz w:val="18"/>
      </w:rPr>
      <w:tab/>
    </w:r>
    <w:r w:rsidR="0080525C" w:rsidRPr="00C63F44">
      <w:rPr>
        <w:rFonts w:ascii="Arial" w:hAnsi="Arial"/>
        <w:color w:val="002060"/>
        <w:sz w:val="18"/>
      </w:rPr>
      <w:tab/>
    </w:r>
    <w:r w:rsidR="0080525C" w:rsidRPr="00C63F44">
      <w:rPr>
        <w:rFonts w:ascii="Arial" w:hAnsi="Arial"/>
        <w:color w:val="002060"/>
        <w:sz w:val="18"/>
      </w:rPr>
      <w:tab/>
    </w:r>
    <w:r w:rsidR="0080525C">
      <w:rPr>
        <w:rFonts w:ascii="Arial" w:hAnsi="Arial"/>
        <w:color w:val="002060"/>
        <w:sz w:val="18"/>
      </w:rPr>
      <w:t xml:space="preserve">   </w:t>
    </w:r>
    <w:r w:rsidR="0080525C" w:rsidRPr="00C63F44">
      <w:rPr>
        <w:rFonts w:ascii="Arial" w:hAnsi="Arial"/>
        <w:snapToGrid w:val="0"/>
        <w:color w:val="002060"/>
        <w:sz w:val="18"/>
      </w:rPr>
      <w:t xml:space="preserve">Strana </w:t>
    </w:r>
    <w:r w:rsidR="0080525C" w:rsidRPr="00C63F44">
      <w:rPr>
        <w:rFonts w:ascii="Arial" w:hAnsi="Arial"/>
        <w:snapToGrid w:val="0"/>
        <w:color w:val="002060"/>
        <w:sz w:val="18"/>
      </w:rPr>
      <w:fldChar w:fldCharType="begin"/>
    </w:r>
    <w:r w:rsidR="0080525C" w:rsidRPr="00C63F44">
      <w:rPr>
        <w:rFonts w:ascii="Arial" w:hAnsi="Arial"/>
        <w:snapToGrid w:val="0"/>
        <w:color w:val="002060"/>
        <w:sz w:val="18"/>
      </w:rPr>
      <w:instrText xml:space="preserve"> PAGE </w:instrText>
    </w:r>
    <w:r w:rsidR="0080525C" w:rsidRPr="00C63F44">
      <w:rPr>
        <w:rFonts w:ascii="Arial" w:hAnsi="Arial"/>
        <w:snapToGrid w:val="0"/>
        <w:color w:val="002060"/>
        <w:sz w:val="18"/>
      </w:rPr>
      <w:fldChar w:fldCharType="separate"/>
    </w:r>
    <w:r w:rsidR="0080525C">
      <w:rPr>
        <w:rFonts w:ascii="Arial" w:hAnsi="Arial"/>
        <w:noProof/>
        <w:snapToGrid w:val="0"/>
        <w:color w:val="002060"/>
        <w:sz w:val="18"/>
      </w:rPr>
      <w:t>2</w:t>
    </w:r>
    <w:r w:rsidR="0080525C" w:rsidRPr="00C63F44">
      <w:rPr>
        <w:rFonts w:ascii="Arial" w:hAnsi="Arial"/>
        <w:snapToGrid w:val="0"/>
        <w:color w:val="002060"/>
        <w:sz w:val="18"/>
      </w:rPr>
      <w:fldChar w:fldCharType="end"/>
    </w:r>
    <w:r w:rsidR="0080525C" w:rsidRPr="00C63F44">
      <w:rPr>
        <w:rFonts w:ascii="Arial" w:hAnsi="Arial"/>
        <w:snapToGrid w:val="0"/>
        <w:color w:val="002060"/>
        <w:sz w:val="18"/>
      </w:rPr>
      <w:t xml:space="preserve">  </w:t>
    </w:r>
  </w:p>
  <w:p w14:paraId="33CBA1A9" w14:textId="77777777" w:rsidR="00000000" w:rsidRDefault="00000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4D884" w14:textId="77777777" w:rsidR="00273881" w:rsidRDefault="00273881">
      <w:r>
        <w:separator/>
      </w:r>
    </w:p>
  </w:footnote>
  <w:footnote w:type="continuationSeparator" w:id="0">
    <w:p w14:paraId="598CF755" w14:textId="77777777" w:rsidR="00273881" w:rsidRDefault="00273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8AE78" w14:textId="723703F8" w:rsidR="005E05B4" w:rsidRDefault="00BF3B2B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3D86D7A" wp14:editId="5C24A57A">
          <wp:simplePos x="0" y="0"/>
          <wp:positionH relativeFrom="column">
            <wp:posOffset>876300</wp:posOffset>
          </wp:positionH>
          <wp:positionV relativeFrom="paragraph">
            <wp:posOffset>352425</wp:posOffset>
          </wp:positionV>
          <wp:extent cx="846455" cy="944880"/>
          <wp:effectExtent l="0" t="0" r="0" b="0"/>
          <wp:wrapNone/>
          <wp:docPr id="2" name="Obrázek 2" descr="Obsah obrázku text, podepsa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podepsat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455" cy="944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00000">
      <w:rPr>
        <w:noProof/>
      </w:rPr>
      <w:pict w14:anchorId="2F2C7D56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68.3pt;margin-top:52.4pt;width:405.3pt;height:38.75pt;z-index:251415040;mso-wrap-edited:f;mso-position-horizontal-relative:text;mso-position-vertical-relative:text" wrapcoords="0 0 21600 0 21600 21600 0 21600 0 0" filled="f" stroked="f">
          <v:textbox style="mso-next-textbox:#_x0000_s1026">
            <w:txbxContent>
              <w:p w14:paraId="77FC6293" w14:textId="77777777" w:rsidR="005E05B4" w:rsidRPr="00AF23EB" w:rsidRDefault="005E05B4">
                <w:pPr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</w:pPr>
                <w:r>
                  <w:rPr>
                    <w:rFonts w:ascii="Arial" w:hAnsi="Arial"/>
                    <w:b/>
                    <w:color w:val="000080"/>
                    <w:spacing w:val="2"/>
                    <w:sz w:val="46"/>
                  </w:rPr>
                  <w:t xml:space="preserve">                                </w:t>
                </w:r>
                <w:r w:rsidRPr="00AF23EB"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  <w:t>EP R</w:t>
                </w:r>
                <w:r w:rsidR="00AF23EB" w:rsidRPr="00AF23EB"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  <w:t>ožnov</w:t>
                </w:r>
                <w:r w:rsidRPr="00AF23EB"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  <w:t>, a.s.</w:t>
                </w:r>
              </w:p>
            </w:txbxContent>
          </v:textbox>
        </v:shape>
      </w:pict>
    </w:r>
    <w:r w:rsidR="00000000">
      <w:rPr>
        <w:noProof/>
      </w:rPr>
      <w:pict w14:anchorId="622F1D2D">
        <v:shape id="_x0000_s1351" style="position:absolute;margin-left:86.5pt;margin-top:108.6pt;width:57.6pt;height:662.15pt;z-index:-251568640;mso-position-horizontal-relative:text;mso-position-vertical-relative:text" coordsize="1152,13524" path="m,1140l,13524r1152,l1146,,,1140xe" fillcolor="#9cf" stroked="f">
          <v:fill color2="#edffff" focus="100%" type="gradient"/>
          <v:path arrowok="t"/>
        </v:shape>
      </w:pict>
    </w:r>
    <w:r w:rsidR="00000000">
      <w:rPr>
        <w:noProof/>
      </w:rPr>
      <w:pict w14:anchorId="447F2A07">
        <v:shape id="_x0000_s1347" style="position:absolute;margin-left:552.6pt;margin-top:86.15pt;width:2.65pt;height:2.4pt;z-index:251743744;mso-wrap-edited:f;mso-position-horizontal-relative:text;mso-position-vertical-relative:text" coordsize="53,48" wrapcoords="-13 0 -13 32 53 32 53 0 -13 0" path="m29,r5,l43,5r5,9l53,24,48,34r-5,4l34,43r-5,5l19,43,10,38,5,34,,24,5,14,10,5,19,,29,xe" fillcolor="#00a7d1" stroked="f">
          <v:path arrowok="t"/>
        </v:shape>
      </w:pict>
    </w:r>
    <w:r w:rsidR="00000000">
      <w:rPr>
        <w:noProof/>
      </w:rPr>
      <w:pict w14:anchorId="5D7C30D9">
        <v:shape id="_x0000_s1346" style="position:absolute;margin-left:547.8pt;margin-top:86.15pt;width:2.4pt;height:2.4pt;z-index:251742720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000000">
      <w:rPr>
        <w:noProof/>
      </w:rPr>
      <w:pict w14:anchorId="006ADAAA">
        <v:shape id="_x0000_s1345" style="position:absolute;margin-left:543pt;margin-top:86.15pt;width:2.4pt;height:2.4pt;z-index:251741696;mso-wrap-edited:f;mso-position-horizontal-relative:text;mso-position-vertical-relative:text" coordsize="48,48" wrapcoords="-16 0 -16 32 64 32 64 0 -16 0" path="m24,l34,,44,5r4,9l48,24r,10l44,38,34,43,24,48,15,43,10,38,,34,,24,,14,10,5,15,r9,xe" fillcolor="#00a7d1" stroked="f">
          <v:path arrowok="t"/>
        </v:shape>
      </w:pict>
    </w:r>
    <w:r w:rsidR="00000000">
      <w:rPr>
        <w:noProof/>
      </w:rPr>
      <w:pict w14:anchorId="1E535977">
        <v:shape id="_x0000_s1344" style="position:absolute;margin-left:538.2pt;margin-top:86.15pt;width:2.4pt;height:2.4pt;z-index:251740672;mso-wrap-edited:f;mso-position-horizontal-relative:text;mso-position-vertical-relative:text" coordsize="48,48" wrapcoords="-16 0 -16 32 48 32 48 0 -16 0" path="m24,l34,r5,5l48,14r,10l48,34r-9,4l34,43,24,48,15,43,5,38,,34,,24,,14,5,5,15,r9,xe" fillcolor="#00a7d1" stroked="f">
          <v:path arrowok="t"/>
        </v:shape>
      </w:pict>
    </w:r>
    <w:r w:rsidR="00000000">
      <w:rPr>
        <w:noProof/>
      </w:rPr>
      <w:pict w14:anchorId="7E9BFC6D">
        <v:shape id="_x0000_s1343" style="position:absolute;margin-left:533.4pt;margin-top:86.15pt;width:2.4pt;height:2.4pt;z-index:251739648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 w:rsidR="00000000">
      <w:rPr>
        <w:noProof/>
      </w:rPr>
      <w:pict w14:anchorId="412FD0E7">
        <v:shape id="_x0000_s1342" style="position:absolute;margin-left:528.4pt;margin-top:86.15pt;width:2.6pt;height:2.4pt;z-index:251738624;mso-wrap-edited:f;mso-position-horizontal-relative:text;mso-position-vertical-relative:text" coordsize="52,48" wrapcoords="-17 0 -17 32 52 32 52 0 -17 0" path="m24,r9,l43,5r5,9l52,24,48,34r-5,4l33,43r-9,5l19,43,9,38,4,34,,24,4,14,9,5,19,r5,xe" fillcolor="#00a7d1" stroked="f">
          <v:path arrowok="t"/>
        </v:shape>
      </w:pict>
    </w:r>
    <w:r w:rsidR="00000000">
      <w:rPr>
        <w:noProof/>
      </w:rPr>
      <w:pict w14:anchorId="626E1458">
        <v:shape id="_x0000_s1341" style="position:absolute;margin-left:523.6pt;margin-top:86.15pt;width:2.4pt;height:2.4pt;z-index:251737600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 w:rsidR="00000000">
      <w:rPr>
        <w:noProof/>
      </w:rPr>
      <w:pict w14:anchorId="340F596C">
        <v:shape id="_x0000_s1340" style="position:absolute;margin-left:80pt;margin-top:166.45pt;width:2.4pt;height:2.4pt;z-index:251736576;mso-position-horizontal-relative:text;mso-position-vertical-relative:text" coordsize="48,48" path="m,24l,15,5,10,14,5,24,,34,5r4,5l43,15r5,9l43,34r-5,9l34,48r-10,l14,48,5,43,,34,,24xe" fillcolor="#00a7d1" stroked="f">
          <v:path arrowok="t"/>
        </v:shape>
      </w:pict>
    </w:r>
    <w:r w:rsidR="00000000">
      <w:rPr>
        <w:noProof/>
      </w:rPr>
      <w:pict w14:anchorId="4BE65BD3">
        <v:shape id="_x0000_s1338" style="position:absolute;margin-left:80pt;margin-top:171.25pt;width:2.4pt;height:2.4pt;z-index:251734528;mso-position-horizontal-relative:text;mso-position-vertical-relative:text" coordsize="48,48" path="m,24l,15,5,10,14,5,24,,34,5r4,5l43,15r5,9l43,34r-5,9l34,48r-10,l14,48,5,43,,34,,24xe" fillcolor="#00a7d1" stroked="f">
          <v:path arrowok="t"/>
        </v:shape>
      </w:pict>
    </w:r>
    <w:r w:rsidR="00000000">
      <w:rPr>
        <w:noProof/>
      </w:rPr>
      <w:pict w14:anchorId="5F5D9474">
        <v:shape id="_x0000_s1336" style="position:absolute;margin-left:80pt;margin-top:176.3pt;width:2.4pt;height:2.4pt;z-index:251732480;mso-position-horizontal-relative:text;mso-position-vertical-relative:text" coordsize="48,48" path="m,24l,14,5,5,14,,24,,34,r4,5l43,14r5,10l43,33r-5,5l34,43,24,48,14,43,5,38,,33,,24xe" fillcolor="#00a7d1" stroked="f">
          <v:path arrowok="t"/>
        </v:shape>
      </w:pict>
    </w:r>
    <w:r w:rsidR="00000000">
      <w:rPr>
        <w:noProof/>
      </w:rPr>
      <w:pict w14:anchorId="24150813">
        <v:shape id="_x0000_s1334" style="position:absolute;margin-left:518.85pt;margin-top:86.15pt;width:2.4pt;height:2.4pt;z-index:251730432;mso-position-horizontal-relative:text;mso-position-vertical-relative:text" coordsize="48,48" path="m24,l34,r4,5l43,14r5,10l43,34r-5,4l34,43,24,48,14,43,5,38,,34,,24,,14,5,5,14,,24,xe" fillcolor="#00a7d1" stroked="f">
          <v:path arrowok="t"/>
        </v:shape>
      </w:pict>
    </w:r>
    <w:r w:rsidR="00000000">
      <w:rPr>
        <w:noProof/>
      </w:rPr>
      <w:pict w14:anchorId="55E383E3">
        <v:shape id="_x0000_s1333" style="position:absolute;margin-left:80pt;margin-top:181.1pt;width:2.4pt;height:2.4pt;z-index:251729408;mso-position-horizontal-relative:text;mso-position-vertical-relative:text" coordsize="48,48" path="m,24l,14,5,5,14,,24,,34,r4,5l43,14r5,10l43,33r-5,5l34,43,24,48,14,43,5,38,,33,,24xe" fillcolor="#00a7d1" stroked="f">
          <v:path arrowok="t"/>
        </v:shape>
      </w:pict>
    </w:r>
    <w:r w:rsidR="00000000">
      <w:rPr>
        <w:noProof/>
      </w:rPr>
      <w:pict w14:anchorId="14478425">
        <v:shape id="_x0000_s1330" style="position:absolute;margin-left:513.35pt;margin-top:86.15pt;width:2.4pt;height:2.4pt;z-index:251726336;mso-position-horizontal-relative:text;mso-position-vertical-relative:text" coordsize="48,48" path="m24,r9,l43,5r5,9l48,24r,10l43,38,33,43r-9,5l14,43,9,38,5,34,,24,5,14,9,5,14,,24,xe" fillcolor="#00a7d1" stroked="f">
          <v:path arrowok="t"/>
        </v:shape>
      </w:pict>
    </w:r>
    <w:r w:rsidR="00000000">
      <w:rPr>
        <w:noProof/>
      </w:rPr>
      <w:pict w14:anchorId="16A52967">
        <v:shape id="_x0000_s1329" style="position:absolute;margin-left:80pt;margin-top:185.9pt;width:2.4pt;height:2.4pt;z-index:251725312;mso-position-horizontal-relative:text;mso-position-vertical-relative:text" coordsize="48,48" path="m,24l,14,5,5,14,,24,,34,r4,5l43,14r5,10l43,33,38,43r-4,5l24,48r-10,l5,43,,33,,24xe" fillcolor="#00a7d1" stroked="f">
          <v:path arrowok="t"/>
        </v:shape>
      </w:pict>
    </w:r>
    <w:r w:rsidR="00000000">
      <w:rPr>
        <w:noProof/>
      </w:rPr>
      <w:pict w14:anchorId="59322377">
        <v:shape id="_x0000_s1326" style="position:absolute;margin-left:508.55pt;margin-top:86.15pt;width:2.4pt;height:2.4pt;z-index:251722240;mso-position-horizontal-relative:text;mso-position-vertical-relative:text" coordsize="48,48" path="m24,r9,l43,5r5,9l48,24r,10l43,38,33,43r-9,5l14,43,5,38,,34,,24,,14,5,5,14,,24,xe" fillcolor="#00a7d1" stroked="f">
          <v:path arrowok="t"/>
        </v:shape>
      </w:pict>
    </w:r>
    <w:r w:rsidR="00000000">
      <w:rPr>
        <w:noProof/>
      </w:rPr>
      <w:pict w14:anchorId="73877E45">
        <v:shape id="_x0000_s1325" style="position:absolute;margin-left:80pt;margin-top:190.7pt;width:2.4pt;height:2.4pt;z-index:251721216;mso-position-horizontal-relative:text;mso-position-vertical-relative:text" coordsize="48,48" path="m,24l,14,5,9,14,4,24,,34,4r4,5l43,14r5,10l43,33,38,43r-4,5l24,48r-10,l5,43,,33,,24xe" fillcolor="#00a7d1" stroked="f">
          <v:path arrowok="t"/>
        </v:shape>
      </w:pict>
    </w:r>
    <w:r w:rsidR="00000000">
      <w:rPr>
        <w:noProof/>
      </w:rPr>
      <w:pict w14:anchorId="30040871">
        <v:shape id="_x0000_s1322" style="position:absolute;margin-left:503.75pt;margin-top:86.15pt;width:2.4pt;height:2.4pt;z-index:251718144;mso-position-horizontal-relative:text;mso-position-vertical-relative:text" coordsize="48,48" path="m24,r9,l38,5r5,9l48,24,43,34r-5,4l33,43r-9,5l14,43,5,38,,34,,24,,14,5,5,14,,24,xe" fillcolor="#00a7d1" stroked="f">
          <v:path arrowok="t"/>
        </v:shape>
      </w:pict>
    </w:r>
    <w:r w:rsidR="00000000">
      <w:rPr>
        <w:noProof/>
      </w:rPr>
      <w:pict w14:anchorId="25C495C5">
        <v:shape id="_x0000_s1321" style="position:absolute;margin-left:80pt;margin-top:195.5pt;width:2.4pt;height:2.4pt;z-index:251717120;mso-position-horizontal-relative:text;mso-position-vertical-relative:text" coordsize="48,48" path="m,24l,14,5,9,14,4,24,,34,4r4,5l43,14r5,10l43,33,38,43r-4,5l24,48r-10,l5,43,,33,,24xe" fillcolor="#00a7d1" stroked="f">
          <v:path arrowok="t"/>
        </v:shape>
      </w:pict>
    </w:r>
    <w:r w:rsidR="00000000">
      <w:rPr>
        <w:noProof/>
      </w:rPr>
      <w:pict w14:anchorId="01B25B52">
        <v:shape id="_x0000_s1318" style="position:absolute;margin-left:498.45pt;margin-top:86.15pt;width:2.4pt;height:2.4pt;z-index:251714048;mso-position-horizontal-relative:text;mso-position-vertical-relative:text" coordsize="48,48" path="m24,l34,,44,5r4,9l48,24r,10l44,38,34,43,24,48,15,43,10,38,5,34,,24,5,14,10,5,15,r9,xe" fillcolor="#00a7d1" stroked="f">
          <v:path arrowok="t"/>
        </v:shape>
      </w:pict>
    </w:r>
    <w:r w:rsidR="00000000">
      <w:rPr>
        <w:noProof/>
      </w:rPr>
      <w:pict w14:anchorId="32660778">
        <v:shape id="_x0000_s1317" style="position:absolute;margin-left:80pt;margin-top:200.5pt;width:2.4pt;height:2.4pt;z-index:251713024;mso-position-horizontal-relative:text;mso-position-vertical-relative:text" coordsize="48,48" path="m,24l,15,5,5,14,,24,,34,r4,5l43,15r5,9l43,34r-5,5l34,44,24,48,14,44,5,39,,34,,24xe" fillcolor="#00a7d1" stroked="f">
          <v:path arrowok="t"/>
        </v:shape>
      </w:pict>
    </w:r>
    <w:r w:rsidR="00000000">
      <w:rPr>
        <w:noProof/>
      </w:rPr>
      <w:pict w14:anchorId="0F3966A8">
        <v:shape id="_x0000_s1314" style="position:absolute;margin-left:493.65pt;margin-top:86.15pt;width:2.4pt;height:2.4pt;z-index:251709952;mso-position-horizontal-relative:text;mso-position-vertical-relative:text" coordsize="48,48" path="m24,l34,,44,5r4,9l48,24r,10l44,38,34,43,24,48,15,43,10,38,,34,,24,,14,10,5,15,r9,xe" fillcolor="#00a7d1" stroked="f">
          <v:path arrowok="t"/>
        </v:shape>
      </w:pict>
    </w:r>
    <w:r w:rsidR="00000000">
      <w:rPr>
        <w:noProof/>
      </w:rPr>
      <w:pict w14:anchorId="28240044">
        <v:shape id="_x0000_s1313" style="position:absolute;margin-left:80pt;margin-top:205.3pt;width:2.4pt;height:2.4pt;z-index:251708928;mso-position-horizontal-relative:text;mso-position-vertical-relative:text" coordsize="48,48" path="m,24l,15,5,5,14,,24,,34,r4,5l43,15r5,9l43,34r-5,5l34,48r-10,l14,48,5,39,,34,,24xe" fillcolor="#00a7d1" stroked="f">
          <v:path arrowok="t"/>
        </v:shape>
      </w:pict>
    </w:r>
    <w:r w:rsidR="00000000">
      <w:rPr>
        <w:noProof/>
      </w:rPr>
      <w:pict w14:anchorId="082B0440">
        <v:shape id="_x0000_s1310" style="position:absolute;margin-left:488.85pt;margin-top:86.15pt;width:2.4pt;height:2.4pt;z-index:251705856;mso-position-horizontal-relative:text;mso-position-vertical-relative:text" coordsize="48,48" path="m24,l34,,44,5r4,9l48,24r,10l44,38,34,43,24,48,15,43,5,38,,34,,24,,14,5,5,15,r9,xe" fillcolor="#00a7d1" stroked="f">
          <v:path arrowok="t"/>
        </v:shape>
      </w:pict>
    </w:r>
    <w:r w:rsidR="00000000">
      <w:rPr>
        <w:noProof/>
      </w:rPr>
      <w:pict w14:anchorId="754ED307">
        <v:shape id="_x0000_s1309" style="position:absolute;margin-left:80pt;margin-top:210.1pt;width:2.4pt;height:2.4pt;z-index:251704832;mso-position-horizontal-relative:text;mso-position-vertical-relative:text" coordsize="48,48" path="m,24l,15,5,10,14,,24,,34,r4,10l43,15r5,9l43,34r-5,9l34,48r-10,l14,48,5,43,,34,,24xe" fillcolor="#00a7d1" stroked="f">
          <v:path arrowok="t"/>
        </v:shape>
      </w:pict>
    </w:r>
    <w:r w:rsidR="00000000">
      <w:rPr>
        <w:noProof/>
      </w:rPr>
      <w:pict w14:anchorId="6C02B431">
        <v:shape id="_x0000_s1306" style="position:absolute;margin-left:484.05pt;margin-top:86.15pt;width:2.4pt;height:2.4pt;z-index:251701760;mso-position-horizontal-relative:text;mso-position-vertical-relative:text" coordsize="48,48" path="m24,l34,r5,5l44,14r4,10l44,34r-5,4l34,43,24,48,15,43,5,38,,34,,24,,14,5,5,15,r9,xe" fillcolor="#00a7d1" stroked="f">
          <v:path arrowok="t"/>
        </v:shape>
      </w:pict>
    </w:r>
    <w:r w:rsidR="00000000">
      <w:rPr>
        <w:noProof/>
      </w:rPr>
      <w:pict w14:anchorId="3EC7B75C">
        <v:shape id="_x0000_s1305" style="position:absolute;margin-left:80pt;margin-top:214.9pt;width:2.4pt;height:2.4pt;z-index:251700736;mso-position-horizontal-relative:text;mso-position-vertical-relative:text" coordsize="48,48" path="m,24l,15,5,10,14,5,24,,34,5r4,5l43,15r5,9l43,34r-5,9l34,48r-10,l14,48,5,43,,34,,24xe" fillcolor="#00a7d1" stroked="f">
          <v:path arrowok="t"/>
        </v:shape>
      </w:pict>
    </w:r>
    <w:r w:rsidR="00000000">
      <w:rPr>
        <w:noProof/>
      </w:rPr>
      <w:pict w14:anchorId="0ED20C22">
        <v:shape id="_x0000_s1302" style="position:absolute;margin-left:479.05pt;margin-top:86.15pt;width:2.65pt;height:2.4pt;z-index:251697664;mso-position-horizontal-relative:text;mso-position-vertical-relative:text" coordsize="53,48" path="m29,r4,l43,5r5,9l53,24,48,34r-5,4l33,43r-4,5l19,43,9,38,5,34,,24,5,14,9,5,19,,29,xe" fillcolor="#00a7d1" stroked="f">
          <v:path arrowok="t"/>
        </v:shape>
      </w:pict>
    </w:r>
    <w:r w:rsidR="00000000">
      <w:rPr>
        <w:noProof/>
      </w:rPr>
      <w:pict w14:anchorId="2B28214F">
        <v:shape id="_x0000_s1301" style="position:absolute;margin-left:80pt;margin-top:219.7pt;width:2.4pt;height:2.65pt;z-index:251696640;mso-position-horizontal-relative:text;mso-position-vertical-relative:text" coordsize="48,53" path="m,24l,19,5,10,14,5,24,,34,5r4,5l43,19r5,5l43,34r-5,9l34,48,24,53,14,48,5,43,,34,,24xe" fillcolor="#00a7d1" stroked="f">
          <v:path arrowok="t"/>
        </v:shape>
      </w:pict>
    </w:r>
    <w:r w:rsidR="00000000">
      <w:rPr>
        <w:noProof/>
      </w:rPr>
      <w:pict w14:anchorId="3D92ACF0">
        <v:shape id="_x0000_s1298" style="position:absolute;margin-left:474.25pt;margin-top:86.15pt;width:2.4pt;height:2.4pt;z-index:251693568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 w:rsidR="00000000">
      <w:rPr>
        <w:noProof/>
      </w:rPr>
      <w:pict w14:anchorId="3F0159D7">
        <v:shape id="_x0000_s1297" style="position:absolute;margin-left:80pt;margin-top:224.75pt;width:2.4pt;height:2.4pt;z-index:251692544;mso-wrap-edited:f;mso-position-horizontal-relative:text;mso-position-vertical-relative:text" coordsize="48,48" wrapcoords="-16 0 -16 32 48 32 48 0 -16 0" path="m,24l,14,5,5,14,,24,,34,r4,5l43,14r5,10l43,33r-5,5l34,43,24,48,14,43,5,38,,33,,24xe" fillcolor="#00a7d1" stroked="f">
          <v:path arrowok="t"/>
        </v:shape>
      </w:pict>
    </w:r>
    <w:r w:rsidR="00000000">
      <w:rPr>
        <w:noProof/>
      </w:rPr>
      <w:pict w14:anchorId="31E0611A">
        <v:shape id="_x0000_s1296" style="position:absolute;margin-left:154.35pt;margin-top:89.7pt;width:2.4pt;height:2.4pt;z-index:251691520;mso-wrap-edited:f;mso-position-horizontal-relative:text;mso-position-vertical-relative:text" coordsize="48,48" wrapcoords="-16 0 -16 32 48 32 48 0 -16 0" path="m5,5l15,r9,l29,,39,5r4,10l48,24,43,34r-4,5l29,48r-5,l15,48,5,39,,34,,24,,15,5,5xe" fillcolor="#00a7d1" stroked="f">
          <v:path arrowok="t"/>
        </v:shape>
      </w:pict>
    </w:r>
    <w:r w:rsidR="00000000">
      <w:rPr>
        <w:noProof/>
      </w:rPr>
      <w:pict w14:anchorId="07F9EDAD">
        <v:shape id="_x0000_s1293" style="position:absolute;margin-left:469.45pt;margin-top:86.15pt;width:2.4pt;height:2.4pt;z-index:251688448;mso-wrap-edited:f;mso-position-horizontal-relative:text;mso-position-vertical-relative:text" coordsize="48,48" wrapcoords="-16 0 -16 32 64 32 64 0 -16 0" path="m24,r9,l43,5r5,9l48,24r,10l43,38,33,43r-9,5l14,43,9,38,,34,,24,,14,9,5,14,,24,xe" fillcolor="#00a7d1" stroked="f">
          <v:path arrowok="t"/>
        </v:shape>
      </w:pict>
    </w:r>
    <w:r w:rsidR="00000000">
      <w:rPr>
        <w:noProof/>
      </w:rPr>
      <w:pict w14:anchorId="1A1FC76A">
        <v:shape id="_x0000_s1292" style="position:absolute;margin-left:80pt;margin-top:229.55pt;width:2.4pt;height:2.4pt;z-index:251687424;mso-wrap-edited:f;mso-position-horizontal-relative:text;mso-position-vertical-relative:text" coordsize="48,48" wrapcoords="-16 0 -16 32 48 32 48 0 -16 0" path="m,24l,14,5,4,14,,24,,34,r4,4l43,14r5,10l43,33r-5,5l34,48r-10,l14,48,5,38,,33,,24xe" fillcolor="#00a7d1" stroked="f">
          <v:path arrowok="t"/>
        </v:shape>
      </w:pict>
    </w:r>
    <w:r w:rsidR="00000000">
      <w:rPr>
        <w:noProof/>
      </w:rPr>
      <w:pict w14:anchorId="5031DE83">
        <v:shape id="_x0000_s1291" style="position:absolute;margin-left:150.75pt;margin-top:93.1pt;width:2.4pt;height:2.4pt;z-index:251686400;mso-wrap-edited:f;mso-position-horizontal-relative:text;mso-position-vertical-relative:text" coordsize="48,48" wrapcoords="-16 0 -16 32 64 32 48 0 -16 0" path="m10,9l15,r9,l34,r9,9l48,14r,10l48,33,43,43r-9,5l24,48r-9,l10,43,5,33,,24,5,14,10,9xe" fillcolor="#00a7d1" stroked="f">
          <v:path arrowok="t"/>
        </v:shape>
      </w:pict>
    </w:r>
    <w:r w:rsidR="00000000">
      <w:rPr>
        <w:noProof/>
      </w:rPr>
      <w:pict w14:anchorId="2432197D">
        <v:shape id="_x0000_s1289" style="position:absolute;margin-left:464.65pt;margin-top:86.15pt;width:2.4pt;height:2.4pt;z-index:251684352;mso-wrap-edited:f;mso-position-horizontal-relative:text;mso-position-vertical-relative:text" coordsize="48,48" wrapcoords="-16 0 -16 32 48 32 48 0 -16 0" path="m24,r9,l38,5r10,9l48,24r,10l38,38r-5,5l24,48,14,43,5,38,,34,,24,,14,5,5,14,,24,xe" fillcolor="#00a7d1" stroked="f">
          <v:path arrowok="t"/>
        </v:shape>
      </w:pict>
    </w:r>
    <w:r w:rsidR="00000000">
      <w:rPr>
        <w:noProof/>
      </w:rPr>
      <w:pict w14:anchorId="31089858">
        <v:shape id="_x0000_s1288" style="position:absolute;margin-left:80pt;margin-top:234.35pt;width:2.4pt;height:2.4pt;z-index:251683328;mso-wrap-edited:f;mso-position-horizontal-relative:text;mso-position-vertical-relative:text" coordsize="48,48" wrapcoords="-16 0 -16 32 64 32 48 0 -16 0" path="m,24l,14,5,9,14,,24,,34,r4,9l43,14r5,10l43,33,38,43r-4,5l24,48r-10,l5,43,,33,,24xe" fillcolor="#00a7d1" stroked="f">
          <v:path arrowok="t"/>
        </v:shape>
      </w:pict>
    </w:r>
    <w:r w:rsidR="00000000">
      <w:rPr>
        <w:noProof/>
      </w:rPr>
      <w:pict w14:anchorId="31C929D5">
        <v:shape id="_x0000_s1287" style="position:absolute;margin-left:147.4pt;margin-top:96.45pt;width:2.4pt;height:2.4pt;z-index:251682304;mso-wrap-edited:f;mso-position-horizontal-relative:text;mso-position-vertical-relative:text" coordsize="48,48" wrapcoords="-16 0 -16 32 64 32 48 0 -16 0" path="m5,9l14,5,24,,34,5r9,4l48,19r,5l48,33,43,43r-9,5l24,48r-10,l5,43,,33,,24,,14,5,9xe" fillcolor="#00a7d1" stroked="f">
          <v:path arrowok="t"/>
        </v:shape>
      </w:pict>
    </w:r>
    <w:r w:rsidR="00000000">
      <w:rPr>
        <w:noProof/>
      </w:rPr>
      <w:pict w14:anchorId="0D569D42">
        <v:shape id="_x0000_s1285" style="position:absolute;margin-left:459.85pt;margin-top:86.15pt;width:2.4pt;height:2.4pt;z-index:251680256;mso-wrap-edited:f;mso-position-horizontal-relative:text;mso-position-vertical-relative:text" coordsize="48,48" wrapcoords="-16 0 -16 32 48 32 48 0 -16 0" path="m24,l34,r4,5l43,14r5,10l43,34r-5,4l34,43,24,48,14,43,5,38,,34,,24,,14,5,5,14,,24,xe" fillcolor="#00a7d1" stroked="f">
          <v:path arrowok="t"/>
        </v:shape>
      </w:pict>
    </w:r>
    <w:r w:rsidR="00000000">
      <w:rPr>
        <w:noProof/>
      </w:rPr>
      <w:pict w14:anchorId="4EDBAE63">
        <v:shape id="_x0000_s1284" style="position:absolute;margin-left:80pt;margin-top:239.15pt;width:2.4pt;height:2.4pt;z-index:251679232;mso-wrap-edited:f;mso-position-horizontal-relative:text;mso-position-vertical-relative:text" coordsize="48,48" wrapcoords="-16 0 -16 32 64 32 48 0 -16 0" path="m,24l,14,5,9,14,4,24,,34,4r4,5l43,14r5,10l43,33,38,43r-4,5l24,48r-10,l5,43,,33,,24xe" fillcolor="#00a7d1" stroked="f">
          <v:path arrowok="t"/>
        </v:shape>
      </w:pict>
    </w:r>
    <w:r w:rsidR="00000000">
      <w:rPr>
        <w:noProof/>
      </w:rPr>
      <w:pict w14:anchorId="5CBDFBC2">
        <v:shape id="_x0000_s1283" style="position:absolute;margin-left:144.05pt;margin-top:100.05pt;width:2.4pt;height:2.4pt;z-index:251678208;mso-wrap-edited:f;mso-position-horizontal-relative:text;mso-position-vertical-relative:text" coordsize="48,48" wrapcoords="-16 0 -16 32 48 32 48 0 -16 0" path="m5,4l14,,24,r9,l38,4r5,10l48,24r-5,9l38,38r-5,5l24,48,14,43,5,38,,33,,24,,14,5,4xe" fillcolor="#00a7d1" stroked="f">
          <v:path arrowok="t"/>
        </v:shape>
      </w:pict>
    </w:r>
    <w:r w:rsidR="00000000">
      <w:rPr>
        <w:noProof/>
      </w:rPr>
      <w:pict w14:anchorId="7F701B9D">
        <v:shape id="_x0000_s1281" style="position:absolute;margin-left:454.8pt;margin-top:86.15pt;width:2.65pt;height:2.4pt;z-index:251676160;mso-wrap-edited:f;mso-position-horizontal-relative:text;mso-position-vertical-relative:text" coordsize="53,48" wrapcoords="-13 0 -13 32 53 32 53 0 -13 0" path="m29,r5,l43,5r5,9l53,24,48,34r-5,4l34,43r-5,5l19,43,10,38,5,34,,24,5,14,10,5,19,,29,xe" fillcolor="#00a7d1" stroked="f">
          <v:path arrowok="t"/>
        </v:shape>
      </w:pict>
    </w:r>
    <w:r w:rsidR="00000000">
      <w:rPr>
        <w:noProof/>
      </w:rPr>
      <w:pict w14:anchorId="0AE04395">
        <v:shape id="_x0000_s1280" style="position:absolute;margin-left:80pt;margin-top:244.15pt;width:2.4pt;height:2.4pt;z-index:251675136;mso-wrap-edited:f;mso-position-horizontal-relative:text;mso-position-vertical-relative:text" coordsize="48,48" wrapcoords="-16 0 -16 32 48 32 48 0 -16 0" path="m,24l,15,5,5,14,,24,,34,r4,5l43,15r5,9l43,34r-5,5l34,43,24,48,14,43,5,39,,34,,24xe" fillcolor="#00a7d1" stroked="f">
          <v:path arrowok="t"/>
        </v:shape>
      </w:pict>
    </w:r>
    <w:r w:rsidR="00000000">
      <w:rPr>
        <w:noProof/>
      </w:rPr>
      <w:pict w14:anchorId="588D742F">
        <v:shape id="_x0000_s1279" style="position:absolute;margin-left:140.45pt;margin-top:103.4pt;width:2.4pt;height:2.4pt;z-index:251674112;mso-wrap-edited:f;mso-position-horizontal-relative:text;mso-position-vertical-relative:text" coordsize="48,48" wrapcoords="-16 0 -16 32 64 32 64 0 -16 0" path="m9,5l14,,24,r9,l43,5r5,9l48,24r,9l43,43,33,48r-9,l14,48,9,38,5,33,,24,5,14,9,5xe" fillcolor="#00a7d1" stroked="f">
          <v:path arrowok="t"/>
        </v:shape>
      </w:pict>
    </w:r>
    <w:r w:rsidR="00000000">
      <w:rPr>
        <w:noProof/>
      </w:rPr>
      <w:pict w14:anchorId="45AF0CBC">
        <v:shape id="_x0000_s1277" style="position:absolute;margin-left:450pt;margin-top:86.15pt;width:2.4pt;height:2.4pt;z-index:251672064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000000">
      <w:rPr>
        <w:noProof/>
      </w:rPr>
      <w:pict w14:anchorId="67886415">
        <v:shape id="_x0000_s1276" style="position:absolute;margin-left:80pt;margin-top:248.95pt;width:2.4pt;height:2.4pt;z-index:251671040;mso-wrap-edited:f;mso-position-horizontal-relative:text;mso-position-vertical-relative:text" coordsize="48,48" wrapcoords="-16 0 -16 32 48 32 48 0 -16 0" path="m,24l,15,5,5,14,,24,,34,r4,5l43,15r5,9l43,34r-5,5l34,43,24,48,14,43,5,39,,34,,24xe" fillcolor="#00a7d1" stroked="f">
          <v:path arrowok="t"/>
        </v:shape>
      </w:pict>
    </w:r>
    <w:r w:rsidR="00000000">
      <w:rPr>
        <w:noProof/>
      </w:rPr>
      <w:pict w14:anchorId="76746705">
        <v:shape id="_x0000_s1275" style="position:absolute;margin-left:137.1pt;margin-top:106.75pt;width:2.4pt;height:2.4pt;z-index:251670016;mso-wrap-edited:f;mso-position-horizontal-relative:text;mso-position-vertical-relative:text" coordsize="48,48" wrapcoords="-16 0 -16 32 64 32 48 0 -16 0" path="m5,10l14,,24,r9,5l43,10r5,4l48,24r,10l43,43,33,48r-9,l14,48,5,43,,34,,24,,14,5,10xe" fillcolor="#00a7d1" stroked="f">
          <v:path arrowok="t"/>
        </v:shape>
      </w:pict>
    </w:r>
    <w:r w:rsidR="00000000">
      <w:rPr>
        <w:noProof/>
      </w:rPr>
      <w:pict w14:anchorId="6AA13282">
        <v:shape id="_x0000_s1273" style="position:absolute;margin-left:445.2pt;margin-top:86.15pt;width:2.4pt;height:2.4pt;z-index:251667968;mso-wrap-edited:f;mso-position-horizontal-relative:text;mso-position-vertical-relative:text" coordsize="48,48" wrapcoords="-16 0 -16 32 64 32 64 0 -16 0" path="m24,l34,,44,5r4,9l48,24r,10l44,38,34,43,24,48,15,43,10,38,,34,,24,,14,10,5,15,r9,xe" fillcolor="#00a7d1" stroked="f">
          <v:path arrowok="t"/>
        </v:shape>
      </w:pict>
    </w:r>
    <w:r w:rsidR="00000000">
      <w:rPr>
        <w:noProof/>
      </w:rPr>
      <w:pict w14:anchorId="451BA3A1">
        <v:shape id="_x0000_s1272" style="position:absolute;margin-left:80pt;margin-top:253.75pt;width:2.4pt;height:2.4pt;z-index:251666944;mso-wrap-edited:f;mso-position-horizontal-relative:text;mso-position-vertical-relative:text" coordsize="48,48" wrapcoords="-16 0 -16 32 64 32 48 0 -16 0" path="m,24l,15,5,5,14,,24,,34,r4,5l43,15r5,9l43,34r-5,9l34,48r-10,l14,48,5,43,,34,,24xe" fillcolor="#00a7d1" stroked="f">
          <v:path arrowok="t"/>
        </v:shape>
      </w:pict>
    </w:r>
    <w:r w:rsidR="00000000">
      <w:rPr>
        <w:noProof/>
      </w:rPr>
      <w:pict w14:anchorId="506141BC">
        <v:shape id="_x0000_s1271" style="position:absolute;margin-left:133.75pt;margin-top:110.1pt;width:2.4pt;height:2.4pt;z-index:251665920;mso-wrap-edited:f;mso-position-horizontal-relative:text;mso-position-vertical-relative:text" coordsize="48,48" wrapcoords="-16 0 -16 32 64 32 48 0 -16 0" path="m4,10l14,5,24,r9,5l38,10r5,9l48,24,43,34r-5,9l33,48r-9,l14,48,4,43,,34,,24,,19,4,10xe" fillcolor="#00a7d1" stroked="f">
          <v:path arrowok="t"/>
        </v:shape>
      </w:pict>
    </w:r>
    <w:r w:rsidR="00000000">
      <w:rPr>
        <w:noProof/>
      </w:rPr>
      <w:pict w14:anchorId="3E23B8DE">
        <v:shape id="_x0000_s1269" style="position:absolute;margin-left:440.4pt;margin-top:86.15pt;width:2.4pt;height:2.4pt;z-index:251663872;mso-wrap-edited:f;mso-position-horizontal-relative:text;mso-position-vertical-relative:text" coordsize="48,48" wrapcoords="-16 0 -16 32 48 32 48 0 -16 0" path="m24,l34,r5,5l48,14r,10l48,34r-9,4l34,43,24,48,15,43,5,38,,34,,24,,14,5,5,15,r9,xe" fillcolor="#00a7d1" stroked="f">
          <v:path arrowok="t"/>
        </v:shape>
      </w:pict>
    </w:r>
    <w:r w:rsidR="00000000">
      <w:rPr>
        <w:noProof/>
      </w:rPr>
      <w:pict w14:anchorId="7B77E1E1">
        <v:shape id="_x0000_s1268" style="position:absolute;margin-left:80pt;margin-top:258.55pt;width:2.4pt;height:2.4pt;z-index:251662848;mso-wrap-edited:f;mso-position-horizontal-relative:text;mso-position-vertical-relative:text" coordsize="48,48" wrapcoords="-16 0 -16 32 64 32 48 0 -16 0" path="m,24l,14,5,10,14,5,24,,34,5r4,5l43,14r5,10l43,34r-5,9l34,48r-10,l14,48,5,43,,34,,24xe" fillcolor="#00a7d1" stroked="f">
          <v:path arrowok="t"/>
        </v:shape>
      </w:pict>
    </w:r>
    <w:r w:rsidR="00000000">
      <w:rPr>
        <w:noProof/>
      </w:rPr>
      <w:pict w14:anchorId="41216EA6">
        <v:shape id="_x0000_s1267" style="position:absolute;margin-left:130.15pt;margin-top:113.7pt;width:2.4pt;height:2.4pt;z-index:251661824;mso-wrap-edited:f;mso-position-horizontal-relative:text;mso-position-vertical-relative:text" coordsize="48,48" wrapcoords="-16 0 -16 32 64 32 64 0 -16 0" path="m9,5l14,,24,r9,l43,5r5,9l48,24r,10l43,38,33,43r-9,5l14,43,9,38,4,34,,24,4,14,9,5xe" fillcolor="#00a7d1" stroked="f">
          <v:path arrowok="t"/>
        </v:shape>
      </w:pict>
    </w:r>
    <w:r w:rsidR="00000000">
      <w:rPr>
        <w:noProof/>
      </w:rPr>
      <w:pict w14:anchorId="3A9E9E29">
        <v:shape id="_x0000_s1265" style="position:absolute;margin-left:435.6pt;margin-top:86.15pt;width:2.4pt;height:2.4pt;z-index:251659776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 w:rsidR="00000000">
      <w:rPr>
        <w:noProof/>
      </w:rPr>
      <w:pict w14:anchorId="72266C26">
        <v:shape id="_x0000_s1264" style="position:absolute;margin-left:80pt;margin-top:263.35pt;width:2.4pt;height:2.4pt;z-index:251658752;mso-wrap-edited:f;mso-position-horizontal-relative:text;mso-position-vertical-relative:text" coordsize="48,48" wrapcoords="-16 0 -16 32 64 32 48 0 -16 0" path="m,24l,14,5,10,14,5,24,,34,5r4,5l43,14r5,10l43,34r-5,9l34,48r-10,l14,48,5,43,,34,,24xe" fillcolor="#00a7d1" stroked="f">
          <v:path arrowok="t"/>
        </v:shape>
      </w:pict>
    </w:r>
    <w:r w:rsidR="00000000">
      <w:rPr>
        <w:noProof/>
      </w:rPr>
      <w:pict w14:anchorId="470FE52A">
        <v:shape id="_x0000_s1263" style="position:absolute;margin-left:126.75pt;margin-top:117.05pt;width:2.4pt;height:2.4pt;z-index:251657728;mso-wrap-edited:f;mso-position-horizontal-relative:text;mso-position-vertical-relative:text" coordsize="48,48" wrapcoords="-16 0 -16 32 64 32 64 0 -16 0" path="m5,5l15,r9,l34,,44,5r4,10l48,24r,10l44,43,34,48r-10,l15,48,5,43,,34,,24,,15,5,5xe" fillcolor="#00a7d1" stroked="f">
          <v:path arrowok="t"/>
        </v:shape>
      </w:pict>
    </w:r>
    <w:r w:rsidR="00000000">
      <w:rPr>
        <w:noProof/>
      </w:rPr>
      <w:pict w14:anchorId="47D763BC">
        <v:shape id="_x0000_s1261" style="position:absolute;margin-left:430.6pt;margin-top:86.15pt;width:2.6pt;height:2.4pt;z-index:251655680;mso-wrap-edited:f;mso-position-horizontal-relative:text;mso-position-vertical-relative:text" coordsize="52,48" wrapcoords="-17 0 -17 32 52 32 52 0 -17 0" path="m24,r9,l43,5r5,9l52,24,48,34r-5,4l33,43r-9,5l19,43,9,38,4,34,,24,4,14,9,5,19,r5,xe" fillcolor="#00a7d1" stroked="f">
          <v:path arrowok="t"/>
        </v:shape>
      </w:pict>
    </w:r>
    <w:r w:rsidR="00000000">
      <w:rPr>
        <w:noProof/>
      </w:rPr>
      <w:pict w14:anchorId="2D19F738">
        <v:shape id="_x0000_s1260" style="position:absolute;margin-left:80pt;margin-top:268.4pt;width:2.4pt;height:2.4pt;z-index:251654656;mso-wrap-edited:f;mso-position-horizontal-relative:text;mso-position-vertical-relative:text" coordsize="48,48" wrapcoords="-16 0 -16 32 48 32 48 0 -16 0" path="m,24l,14,5,5,14,,24,,34,r4,5l43,14r5,10l43,33r-5,5l34,43,24,48,14,43,5,38,,33,,24xe" fillcolor="#00a7d1" stroked="f">
          <v:path arrowok="t"/>
        </v:shape>
      </w:pict>
    </w:r>
    <w:r w:rsidR="00000000">
      <w:rPr>
        <w:noProof/>
      </w:rPr>
      <w:pict w14:anchorId="582DE39A">
        <v:shape id="_x0000_s1259" style="position:absolute;margin-left:123.4pt;margin-top:120.4pt;width:2.4pt;height:2.4pt;z-index:251653632;mso-wrap-edited:f;mso-position-horizontal-relative:text;mso-position-vertical-relative:text" coordsize="48,48" wrapcoords="-16 0 -16 32 64 32 48 0 -16 0" path="m5,10l15,5,24,,34,5r5,5l43,15r5,9l43,34,39,44r-5,4l24,48r-9,l5,44,,34,,24,,15,5,10xe" fillcolor="#00a7d1" stroked="f">
          <v:path arrowok="t"/>
        </v:shape>
      </w:pict>
    </w:r>
    <w:r w:rsidR="00000000">
      <w:rPr>
        <w:noProof/>
      </w:rPr>
      <w:pict w14:anchorId="738176FD">
        <v:shape id="_x0000_s1257" style="position:absolute;margin-left:425.8pt;margin-top:86.15pt;width:2.4pt;height:2.4pt;z-index:251651584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 w:rsidR="00000000">
      <w:rPr>
        <w:noProof/>
      </w:rPr>
      <w:pict w14:anchorId="48BEC544">
        <v:shape id="_x0000_s1256" style="position:absolute;margin-left:80pt;margin-top:273.2pt;width:2.4pt;height:2.4pt;z-index:251650560;mso-wrap-edited:f;mso-position-horizontal-relative:text;mso-position-vertical-relative:text" coordsize="48,48" wrapcoords="-16 0 -16 32 48 32 48 0 -16 0" path="m,24l,14,5,4,14,,24,,34,r4,4l43,14r5,10l43,33r-5,5l34,43,24,48,14,43,5,38,,33,,24xe" fillcolor="#00a7d1" stroked="f">
          <v:path arrowok="t"/>
        </v:shape>
      </w:pict>
    </w:r>
    <w:r w:rsidR="00000000">
      <w:rPr>
        <w:noProof/>
      </w:rPr>
      <w:pict w14:anchorId="59A29732">
        <v:shape id="_x0000_s1255" style="position:absolute;margin-left:119.8pt;margin-top:123.75pt;width:2.4pt;height:2.65pt;z-index:251649536;mso-wrap-edited:f;mso-position-horizontal-relative:text;mso-position-vertical-relative:text" coordsize="48,53" wrapcoords="-16 0 -16 40 64 40 48 0 -16 0" path="m10,10l15,5,24,,34,5r10,5l48,20r,4l48,34,44,44,34,48,24,53,15,48,10,44,5,34,,24,5,20,10,10xe" fillcolor="#00a7d1" stroked="f">
          <v:path arrowok="t"/>
        </v:shape>
      </w:pict>
    </w:r>
    <w:r w:rsidR="00000000">
      <w:rPr>
        <w:noProof/>
      </w:rPr>
      <w:pict w14:anchorId="4D8F3CAB">
        <v:shape id="_x0000_s1253" style="position:absolute;margin-left:421pt;margin-top:86.15pt;width:2.4pt;height:2.4pt;z-index:251647488;mso-wrap-edited:f;mso-position-horizontal-relative:text;mso-position-vertical-relative:text" coordsize="48,48" wrapcoords="-16 0 -16 32 64 32 64 0 -16 0" path="m24,r9,l43,5r5,9l48,24r,10l43,38,33,43r-9,5l14,43,5,38,,34,,24,,14,5,5,14,,24,xe" fillcolor="#00a7d1" stroked="f">
          <v:path arrowok="t"/>
        </v:shape>
      </w:pict>
    </w:r>
    <w:r w:rsidR="00000000">
      <w:rPr>
        <w:noProof/>
      </w:rPr>
      <w:pict w14:anchorId="0B174E5B">
        <v:shape id="_x0000_s1252" style="position:absolute;margin-left:80pt;margin-top:278pt;width:2.4pt;height:2.4pt;z-index:251646464;mso-wrap-edited:f;mso-position-horizontal-relative:text;mso-position-vertical-relative:text" coordsize="48,48" wrapcoords="-16 0 -16 32 64 32 48 0 -16 0" path="m,24l,14,5,4,14,,24,,34,r4,4l43,14r5,10l43,33,38,43r-4,5l24,48r-10,l5,43,,33,,24xe" fillcolor="#00a7d1" stroked="f">
          <v:path arrowok="t"/>
        </v:shape>
      </w:pict>
    </w:r>
    <w:r w:rsidR="00000000">
      <w:rPr>
        <w:noProof/>
      </w:rPr>
      <w:pict w14:anchorId="1825B18F">
        <v:shape id="_x0000_s1251" style="position:absolute;margin-left:116.45pt;margin-top:127.35pt;width:2.4pt;height:2.4pt;z-index:251645440;mso-wrap-edited:f;mso-position-horizontal-relative:text;mso-position-vertical-relative:text" coordsize="48,48" wrapcoords="-16 0 -16 32 64 32 64 0 -16 0" path="m10,5l15,r9,l34,r9,5l48,15r,9l48,34r-5,5l34,44,24,48,15,44,5,39,,34,,24,,15,10,5xe" fillcolor="#00a7d1" stroked="f">
          <v:path arrowok="t"/>
        </v:shape>
      </w:pict>
    </w:r>
    <w:r w:rsidR="00000000">
      <w:rPr>
        <w:noProof/>
      </w:rPr>
      <w:pict w14:anchorId="79196CC6">
        <v:shape id="_x0000_s1249" style="position:absolute;margin-left:416.2pt;margin-top:86.15pt;width:2.4pt;height:2.4pt;z-index:251643392;mso-wrap-edited:f;mso-position-horizontal-relative:text;mso-position-vertical-relative:text" coordsize="48,48" wrapcoords="-16 0 -16 32 48 32 48 0 -16 0" path="m24,r9,l38,5r10,9l48,24r,10l38,38r-5,5l24,48,14,43,5,38,,34,,24,,14,5,5,14,,24,xe" fillcolor="#00a7d1" stroked="f">
          <v:path arrowok="t"/>
        </v:shape>
      </w:pict>
    </w:r>
    <w:r w:rsidR="00000000">
      <w:rPr>
        <w:noProof/>
      </w:rPr>
      <w:pict w14:anchorId="5F6EE01D">
        <v:shape id="_x0000_s1248" style="position:absolute;margin-left:80pt;margin-top:282.75pt;width:2.4pt;height:2.4pt;z-index:251642368;mso-wrap-edited:f;mso-position-horizontal-relative:text;mso-position-vertical-relative:text" coordsize="48,48" wrapcoords="-16 0 -16 32 64 32 48 0 -16 0" path="m,24l,15,5,10,14,5,24,,34,5r4,5l43,15r5,9l43,34,38,44r-4,4l24,48r-10,l5,44,,34,,24xe" fillcolor="#00a7d1" stroked="f">
          <v:path arrowok="t"/>
        </v:shape>
      </w:pict>
    </w:r>
    <w:r w:rsidR="00000000">
      <w:rPr>
        <w:noProof/>
      </w:rPr>
      <w:pict w14:anchorId="3B989FDD">
        <v:shape id="_x0000_s1247" style="position:absolute;margin-left:113.1pt;margin-top:130.75pt;width:2.4pt;height:2.4pt;z-index:251641344;mso-wrap-edited:f;mso-position-horizontal-relative:text;mso-position-vertical-relative:text" coordsize="48,48" wrapcoords="-16 0 -16 32 64 32 48 0 -16 0" path="m5,4l14,,24,,34,r4,4l43,14r5,10l43,33,38,43r-4,5l24,48r-10,l5,43,,33,,24,,14,5,4xe" fillcolor="#00a7d1" stroked="f">
          <v:path arrowok="t"/>
        </v:shape>
      </w:pict>
    </w:r>
    <w:r w:rsidR="00000000">
      <w:rPr>
        <w:noProof/>
      </w:rPr>
      <w:pict w14:anchorId="6939A744">
        <v:shape id="_x0000_s1245" style="position:absolute;margin-left:411.4pt;margin-top:86.15pt;width:2.4pt;height:2.4pt;z-index:251639296;mso-wrap-edited:f;mso-position-horizontal-relative:text;mso-position-vertical-relative:text" coordsize="48,48" wrapcoords="-16 0 -16 32 48 32 48 0 -16 0" path="m24,l34,r4,5l43,14r5,10l43,34r-5,4l34,43,24,48,14,43,5,38,,34,,24,,14,5,5,14,,24,xe" fillcolor="#00a7d1" stroked="f">
          <v:path arrowok="t"/>
        </v:shape>
      </w:pict>
    </w:r>
    <w:r w:rsidR="00000000">
      <w:rPr>
        <w:noProof/>
      </w:rPr>
      <w:pict w14:anchorId="63D2CE91">
        <v:shape id="_x0000_s1244" style="position:absolute;margin-left:80pt;margin-top:287.55pt;width:2.4pt;height:2.65pt;z-index:251638272;mso-wrap-edited:f;mso-position-horizontal-relative:text;mso-position-vertical-relative:text" coordsize="48,53" wrapcoords="-16 0 -16 40 48 40 48 0 -16 0" path="m,24l,15,5,10,14,5,24,,34,5r4,5l43,15r5,9l43,34,38,44r-4,4l24,53,14,48,5,44,,34,,24xe" fillcolor="#00a7d1" stroked="f">
          <v:path arrowok="t"/>
        </v:shape>
      </w:pict>
    </w:r>
    <w:r w:rsidR="00000000">
      <w:rPr>
        <w:noProof/>
      </w:rPr>
      <w:pict w14:anchorId="294B7BFA">
        <v:shape id="_x0000_s1243" style="position:absolute;margin-left:109.5pt;margin-top:134.1pt;width:2.4pt;height:2.4pt;z-index:251637248;mso-wrap-edited:f;mso-position-horizontal-relative:text;mso-position-vertical-relative:text" coordsize="48,48" wrapcoords="-16 0 -16 32 64 32 48 0 -16 0" path="m10,9l19,5,24,,34,5r9,4l48,14r,10l48,33,43,43r-9,5l24,48r-5,l10,43,5,33,,24,5,14,10,9xe" fillcolor="#00a7d1" stroked="f">
          <v:path arrowok="t"/>
        </v:shape>
      </w:pict>
    </w:r>
    <w:r w:rsidR="00000000">
      <w:rPr>
        <w:noProof/>
      </w:rPr>
      <w:pict w14:anchorId="4FDFDD7E">
        <v:shape id="_x0000_s1241" style="position:absolute;margin-left:406.35pt;margin-top:86.15pt;width:2.4pt;height:2.4pt;z-index:251635200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000000">
      <w:rPr>
        <w:noProof/>
      </w:rPr>
      <w:pict w14:anchorId="5A41030A">
        <v:shape id="_x0000_s1240" style="position:absolute;margin-left:80pt;margin-top:292.6pt;width:2.4pt;height:2.4pt;z-index:251634176;mso-wrap-edited:f;mso-position-horizontal-relative:text;mso-position-vertical-relative:text" coordsize="48,48" wrapcoords="-16 0 -16 32 48 32 48 0 -16 0" path="m,24l,15,5,5,14,,24,,34,r4,5l43,15r5,9l43,34r-5,5l34,43,24,48,14,43,5,39,,34,,24xe" fillcolor="#00a7d1" stroked="f">
          <v:path arrowok="t"/>
        </v:shape>
      </w:pict>
    </w:r>
    <w:r w:rsidR="00000000">
      <w:rPr>
        <w:noProof/>
      </w:rPr>
      <w:pict w14:anchorId="0B1E6F6D">
        <v:shape id="_x0000_s1239" style="position:absolute;margin-left:106.15pt;margin-top:137.45pt;width:2.4pt;height:2.65pt;z-index:251633152;mso-wrap-edited:f;mso-position-horizontal-relative:text;mso-position-vertical-relative:text" coordsize="48,53" wrapcoords="-16 0 -16 40 64 40 48 0 -16 0" path="m9,9l14,5,24,r9,5l43,9r5,10l48,29r,4l43,43,33,48r-9,5l14,48,9,43,,33,,29,,19,9,9xe" fillcolor="#00a7d1" stroked="f">
          <v:path arrowok="t"/>
        </v:shape>
      </w:pict>
    </w:r>
    <w:r w:rsidR="00000000">
      <w:rPr>
        <w:noProof/>
      </w:rPr>
      <w:pict w14:anchorId="29A56571">
        <v:shape id="_x0000_s1237" style="position:absolute;margin-left:401.55pt;margin-top:86.15pt;width:2.4pt;height:2.4pt;z-index:251631104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000000">
      <w:rPr>
        <w:noProof/>
      </w:rPr>
      <w:pict w14:anchorId="49316669">
        <v:shape id="_x0000_s1236" style="position:absolute;margin-left:80pt;margin-top:297.4pt;width:2.4pt;height:2.4pt;z-index:251630080;mso-wrap-edited:f;mso-position-horizontal-relative:text;mso-position-vertical-relative:text" coordsize="48,48" wrapcoords="-16 0 -16 32 48 32 48 0 -16 0" path="m,24l,14,5,5,14,,24,,34,r4,5l43,14r5,10l43,34r-5,4l34,48r-10,l14,48,5,38,,34,,24xe" fillcolor="#00a7d1" stroked="f">
          <v:path arrowok="t"/>
        </v:shape>
      </w:pict>
    </w:r>
    <w:r w:rsidR="00000000">
      <w:rPr>
        <w:noProof/>
      </w:rPr>
      <w:pict w14:anchorId="07329321">
        <v:shape id="_x0000_s1235" style="position:absolute;margin-left:102.8pt;margin-top:141.05pt;width:2.4pt;height:2.4pt;z-index:251629056;mso-wrap-edited:f;mso-position-horizontal-relative:text;mso-position-vertical-relative:text" coordsize="48,48" wrapcoords="-16 0 -16 32 48 32 48 0 -16 0" path="m5,5l14,,24,r9,l38,5r5,9l48,24r-5,9l38,38r-5,5l24,48,14,43,5,38,,33,,24,,14,5,5xe" fillcolor="#00a7d1" stroked="f">
          <v:path arrowok="t"/>
        </v:shape>
      </w:pict>
    </w:r>
    <w:r w:rsidR="00000000">
      <w:rPr>
        <w:noProof/>
      </w:rPr>
      <w:pict w14:anchorId="3A430951">
        <v:shape id="_x0000_s1233" style="position:absolute;margin-left:396.75pt;margin-top:86.15pt;width:2.4pt;height:2.4pt;z-index:251627008;mso-wrap-edited:f;mso-position-horizontal-relative:text;mso-position-vertical-relative:text" coordsize="48,48" wrapcoords="-16 0 -16 32 64 32 64 0 -16 0" path="m24,l34,r9,5l48,14r,10l48,34r-5,4l34,43,24,48,15,43,5,38,,34,,24,,14,5,5,15,r9,xe" fillcolor="#00a7d1" stroked="f">
          <v:path arrowok="t"/>
        </v:shape>
      </w:pict>
    </w:r>
    <w:r w:rsidR="00000000">
      <w:rPr>
        <w:noProof/>
      </w:rPr>
      <w:pict w14:anchorId="38C94856">
        <v:shape id="_x0000_s1232" style="position:absolute;margin-left:80pt;margin-top:302.2pt;width:2.4pt;height:2.4pt;z-index:251625984;mso-wrap-edited:f;mso-position-horizontal-relative:text;mso-position-vertical-relative:text" coordsize="48,48" wrapcoords="-16 0 -16 32 64 32 48 0 -16 0" path="m,24l,14,5,10,14,,24,,34,r4,10l43,14r5,10l43,34r-5,9l34,48r-10,l14,48,5,43,,34,,24xe" fillcolor="#00a7d1" stroked="f">
          <v:path arrowok="t"/>
        </v:shape>
      </w:pict>
    </w:r>
    <w:r w:rsidR="00000000">
      <w:rPr>
        <w:noProof/>
      </w:rPr>
      <w:pict w14:anchorId="1CE8D1E7">
        <v:shape id="_x0000_s1231" style="position:absolute;margin-left:99.2pt;margin-top:144.4pt;width:2.65pt;height:2.4pt;z-index:251624960;mso-wrap-edited:f;mso-position-horizontal-relative:text;mso-position-vertical-relative:text" coordsize="53,48" wrapcoords="-13 0 -13 32 66 32 53 0 -13 0" path="m9,5l19,r5,l33,,43,5r5,9l53,24,48,34r-5,9l33,48r-9,l19,48,9,43,5,34,,24,5,14,9,5xe" fillcolor="#00a7d1" stroked="f">
          <v:path arrowok="t"/>
        </v:shape>
      </w:pict>
    </w:r>
    <w:r w:rsidR="00000000">
      <w:rPr>
        <w:noProof/>
      </w:rPr>
      <w:pict w14:anchorId="2AC94969">
        <v:shape id="_x0000_s1229" style="position:absolute;margin-left:391.95pt;margin-top:86.15pt;width:2.4pt;height:2.4pt;z-index:251622912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 w:rsidR="00000000">
      <w:rPr>
        <w:noProof/>
      </w:rPr>
      <w:pict w14:anchorId="0712075B">
        <v:shape id="_x0000_s1228" style="position:absolute;margin-left:80pt;margin-top:307pt;width:2.4pt;height:2.4pt;z-index:251621888;mso-wrap-edited:f;mso-position-horizontal-relative:text;mso-position-vertical-relative:text" coordsize="48,48" wrapcoords="-16 0 -16 32 64 32 48 0 -16 0" path="m,24l,14,5,10,14,5,24,,34,5r4,5l43,14r5,10l43,34r-5,9l34,48r-10,l14,48,5,43,,34,,24xe" fillcolor="#00a7d1" stroked="f">
          <v:path arrowok="t"/>
        </v:shape>
      </w:pict>
    </w:r>
    <w:r w:rsidR="00000000">
      <w:rPr>
        <w:noProof/>
      </w:rPr>
      <w:pict w14:anchorId="59B0E91A">
        <v:shape id="_x0000_s1227" style="position:absolute;margin-left:95.85pt;margin-top:147.75pt;width:2.4pt;height:2.4pt;z-index:251620864;mso-wrap-edited:f;mso-position-horizontal-relative:text;mso-position-vertical-relative:text" coordsize="48,48" wrapcoords="-16 0 -16 32 64 32 48 0 -16 0" path="m9,10l14,5,24,r9,5l43,10r5,5l48,24r,10l43,43,33,48r-9,l14,48,9,43,,34,,24,,15,9,10xe" fillcolor="#00a7d1" stroked="f">
          <v:path arrowok="t"/>
        </v:shape>
      </w:pict>
    </w:r>
    <w:r w:rsidR="00000000">
      <w:rPr>
        <w:noProof/>
      </w:rPr>
      <w:pict w14:anchorId="72EB6960">
        <v:shape id="_x0000_s1225" style="position:absolute;margin-left:387.15pt;margin-top:86.15pt;width:2.4pt;height:2.4pt;z-index:251618816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 w:rsidR="00000000">
      <w:rPr>
        <w:noProof/>
      </w:rPr>
      <w:pict w14:anchorId="4C368D66">
        <v:shape id="_x0000_s1224" style="position:absolute;margin-left:80pt;margin-top:311.8pt;width:2.4pt;height:2.65pt;z-index:251617792;mso-wrap-edited:f;mso-position-horizontal-relative:text;mso-position-vertical-relative:text" coordsize="48,53" wrapcoords="-16 0 -16 40 48 40 48 0 -16 0" path="m,29l,19,5,9,14,5,24,,34,5r4,4l43,19r5,10l43,33,38,43r-4,5l24,53,14,48,5,43,,33,,29xe" fillcolor="#00a7d1" stroked="f">
          <v:path arrowok="t"/>
        </v:shape>
      </w:pict>
    </w:r>
    <w:r w:rsidR="00000000">
      <w:rPr>
        <w:noProof/>
      </w:rPr>
      <w:pict w14:anchorId="63DB4FE7">
        <v:shape id="_x0000_s1223" style="position:absolute;margin-left:92.45pt;margin-top:151.35pt;width:2.4pt;height:2.4pt;z-index:251616768;mso-wrap-edited:f;mso-position-horizontal-relative:text;mso-position-vertical-relative:text" coordsize="48,48" wrapcoords="-16 0 -16 32 48 32 48 0 -16 0" path="m5,5l15,r9,l34,r5,5l48,14r,10l48,29r-9,9l34,43,24,48,15,43,5,38,,29,,24,,14,5,5xe" fillcolor="#00a7d1" stroked="f">
          <v:path arrowok="t"/>
        </v:shape>
      </w:pict>
    </w:r>
    <w:r w:rsidR="00000000">
      <w:rPr>
        <w:noProof/>
      </w:rPr>
      <w:pict w14:anchorId="6F95468E">
        <v:shape id="_x0000_s1221" style="position:absolute;margin-left:382.15pt;margin-top:86.15pt;width:2.4pt;height:2.4pt;z-index:251614720;mso-wrap-edited:f;mso-position-horizontal-relative:text;mso-position-vertical-relative:text" coordsize="48,48" wrapcoords="-16 0 -16 32 64 32 64 0 -16 0" path="m24,r9,l43,5r5,9l48,24r,10l43,38,33,43r-9,5l14,43,9,38,4,34,,24,4,14,9,5,14,,24,xe" fillcolor="#00a7d1" stroked="f">
          <v:path arrowok="t"/>
        </v:shape>
      </w:pict>
    </w:r>
    <w:r w:rsidR="00000000">
      <w:rPr>
        <w:noProof/>
      </w:rPr>
      <w:pict w14:anchorId="4CC0962B">
        <v:shape id="_x0000_s1220" style="position:absolute;margin-left:80pt;margin-top:316.85pt;width:2.4pt;height:2.4pt;z-index:251613696;mso-wrap-edited:f;mso-position-horizontal-relative:text;mso-position-vertical-relative:text" coordsize="48,48" wrapcoords="-16 0 -16 32 48 32 48 0 -16 0" path="m,24l,14,5,4,14,,24,,34,r4,4l43,14r5,10l43,33r-5,5l34,43,24,48,14,43,5,38,,33,,24xe" fillcolor="#00a7d1" stroked="f">
          <v:path arrowok="t"/>
        </v:shape>
      </w:pict>
    </w:r>
    <w:r w:rsidR="00000000">
      <w:rPr>
        <w:noProof/>
      </w:rPr>
      <w:pict w14:anchorId="134DCEB5">
        <v:shape id="_x0000_s1219" style="position:absolute;margin-left:88.85pt;margin-top:154.7pt;width:2.65pt;height:2.4pt;z-index:251612672;mso-wrap-edited:f;mso-position-horizontal-relative:text;mso-position-vertical-relative:text" coordsize="53,48" wrapcoords="-13 0 -13 32 53 32 53 0 -13 0" path="m10,5l20,r9,l34,,44,5r4,10l53,24,48,34r-4,5l34,48r-5,l20,48,10,39,5,34,,24,5,15,10,5xe" fillcolor="#00a7d1" stroked="f">
          <v:path arrowok="t"/>
        </v:shape>
      </w:pict>
    </w:r>
    <w:r w:rsidR="00000000">
      <w:rPr>
        <w:noProof/>
      </w:rPr>
      <w:pict w14:anchorId="2AFFBC7D">
        <v:shape id="_x0000_s1217" style="position:absolute;margin-left:377.35pt;margin-top:86.15pt;width:2.4pt;height:2.4pt;z-index:251610624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 w:rsidR="00000000">
      <w:rPr>
        <w:noProof/>
      </w:rPr>
      <w:pict w14:anchorId="2FEECCDF">
        <v:shape id="_x0000_s1216" style="position:absolute;margin-left:80pt;margin-top:321.65pt;width:2.4pt;height:2.35pt;z-index:251609600;mso-wrap-edited:f;mso-position-horizontal-relative:text;mso-position-vertical-relative:text" coordsize="48,47" wrapcoords="-16 0 -16 31 64 31 48 0 -16 0" path="m,23l,14,5,4,14,,24,,34,r4,4l43,14r5,9l43,33,38,43r-4,4l24,47r-10,l5,43,,33,,23xe" fillcolor="#00a7d1" stroked="f">
          <v:path arrowok="t"/>
        </v:shape>
      </w:pict>
    </w:r>
    <w:r w:rsidR="00000000">
      <w:rPr>
        <w:noProof/>
      </w:rPr>
      <w:pict w14:anchorId="77364918">
        <v:shape id="_x0000_s1215" style="position:absolute;margin-left:85.5pt;margin-top:158.05pt;width:2.4pt;height:2.4pt;z-index:251608576;mso-wrap-edited:f;mso-position-horizontal-relative:text;mso-position-vertical-relative:text" coordsize="48,48" wrapcoords="-16 0 -16 32 64 32 48 0 -16 0" path="m10,10l15,r9,l34,r9,10l48,15r,9l48,34,43,44r-9,4l24,48r-9,l10,44,5,34,,24,5,15r5,-5xe" fillcolor="#00a7d1" stroked="f">
          <v:path arrowok="t"/>
        </v:shape>
      </w:pict>
    </w:r>
    <w:r w:rsidR="00000000">
      <w:rPr>
        <w:noProof/>
      </w:rPr>
      <w:pict w14:anchorId="789F25DC">
        <v:shape id="_x0000_s1213" style="position:absolute;margin-left:372.55pt;margin-top:86.15pt;width:2.4pt;height:2.4pt;z-index:251606528;mso-wrap-edited:f;mso-position-horizontal-relative:text;mso-position-vertical-relative:text" coordsize="48,48" wrapcoords="-16 0 -16 32 64 32 64 0 -16 0" path="m24,r9,l43,5r5,9l48,24r,10l43,38,33,43r-9,5l14,43,5,38,,34,,24,,14,5,5,14,,24,xe" fillcolor="#00a7d1" stroked="f">
          <v:path arrowok="t"/>
        </v:shape>
      </w:pict>
    </w:r>
    <w:r w:rsidR="00000000">
      <w:rPr>
        <w:noProof/>
      </w:rPr>
      <w:pict w14:anchorId="0C7C6AC7">
        <v:shape id="_x0000_s1212" style="position:absolute;margin-left:80pt;margin-top:326.4pt;width:2.4pt;height:2.4pt;z-index:251605504;mso-wrap-edited:f;mso-position-horizontal-relative:text;mso-position-vertical-relative:text" coordsize="48,48" wrapcoords="-16 0 -16 32 64 32 48 0 -16 0" path="m,24l,15,5,10,14,,24,,34,r4,10l43,15r5,9l43,34,38,44r-4,4l24,48r-10,l5,44,,34,,24xe" fillcolor="#00a7d1" stroked="f">
          <v:path arrowok="t"/>
        </v:shape>
      </w:pict>
    </w:r>
    <w:r w:rsidR="00000000">
      <w:rPr>
        <w:noProof/>
      </w:rPr>
      <w:pict w14:anchorId="1C18FF87">
        <v:shape id="_x0000_s1211" style="position:absolute;margin-left:82.15pt;margin-top:161.45pt;width:2.4pt;height:2.35pt;z-index:251604480;mso-wrap-edited:f;mso-position-horizontal-relative:text;mso-position-vertical-relative:text" coordsize="48,47" wrapcoords="-16 0 -16 31 64 31 48 0 -16 0" path="m5,9l15,4,24,,34,4r5,5l48,14r,10l48,33,39,43r-5,4l24,47r-9,l5,43,,33,,24,,14,5,9xe" fillcolor="#00a7d1" stroked="f">
          <v:path arrowok="t"/>
        </v:shape>
      </w:pict>
    </w:r>
    <w:r w:rsidR="00000000">
      <w:rPr>
        <w:noProof/>
      </w:rPr>
      <w:pict w14:anchorId="060FB078">
        <v:shape id="_x0000_s1209" style="position:absolute;margin-left:367.75pt;margin-top:86.15pt;width:2.4pt;height:2.4pt;z-index:251602432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 w:rsidR="00000000">
      <w:rPr>
        <w:noProof/>
      </w:rPr>
      <w:pict w14:anchorId="22F19794">
        <v:shape id="_x0000_s1208" style="position:absolute;margin-left:80pt;margin-top:331.2pt;width:2.4pt;height:2.4pt;z-index:251601408;mso-wrap-edited:f;mso-position-horizontal-relative:text;mso-position-vertical-relative:text" coordsize="48,48" wrapcoords="-16 0 -16 32 64 32 48 0 -16 0" path="m,24l,15,5,10,14,5,24,,34,5r4,5l43,15r5,9l43,34,38,44r-4,4l24,48r-10,l5,44,,34,,24xe" fillcolor="#00a7d1" stroked="f">
          <v:path arrowok="t"/>
        </v:shape>
      </w:pict>
    </w:r>
    <w:r w:rsidR="00000000">
      <w:rPr>
        <w:noProof/>
      </w:rPr>
      <w:pict w14:anchorId="2950D425">
        <v:shape id="_x0000_s1206" style="position:absolute;margin-left:362.95pt;margin-top:86.15pt;width:2.4pt;height:2.4pt;z-index:251599360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 w:rsidR="00000000">
      <w:rPr>
        <w:noProof/>
      </w:rPr>
      <w:pict w14:anchorId="1CE75EF1">
        <v:shape id="_x0000_s1205" style="position:absolute;margin-left:80pt;margin-top:336.25pt;width:2.4pt;height:2.4pt;z-index:251598336;mso-wrap-edited:f;mso-position-horizontal-relative:text;mso-position-vertical-relative:text" coordsize="48,48" wrapcoords="-16 0 -16 32 48 32 48 0 -16 0" path="m,24l,14,5,5,14,,24,,34,r4,5l43,14r5,10l43,34r-5,4l34,43,24,48,14,43,5,38,,34,,24xe" fillcolor="#00a7d1" stroked="f">
          <v:path arrowok="t"/>
        </v:shape>
      </w:pict>
    </w:r>
    <w:r w:rsidR="00000000">
      <w:rPr>
        <w:noProof/>
      </w:rPr>
      <w:pict w14:anchorId="733212AC">
        <v:shape id="_x0000_s1203" style="position:absolute;margin-left:357.9pt;margin-top:86.15pt;width:2.4pt;height:2.4pt;z-index:251596288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000000">
      <w:rPr>
        <w:noProof/>
      </w:rPr>
      <w:pict w14:anchorId="6303497E">
        <v:shape id="_x0000_s1202" style="position:absolute;margin-left:80pt;margin-top:341.05pt;width:2.4pt;height:2.4pt;z-index:251595264;mso-wrap-edited:f;mso-position-horizontal-relative:text;mso-position-vertical-relative:text" coordsize="48,48" wrapcoords="-16 0 -16 32 48 32 48 0 -16 0" path="m,24l,14,5,5,14,,24,,34,r4,5l43,14r5,10l43,34r-5,4l34,43,24,48,14,43,5,38,,34,,24xe" fillcolor="#00a7d1" stroked="f">
          <v:path arrowok="t"/>
        </v:shape>
      </w:pict>
    </w:r>
    <w:r w:rsidR="00000000">
      <w:rPr>
        <w:noProof/>
      </w:rPr>
      <w:pict w14:anchorId="10274E1A">
        <v:shape id="_x0000_s1200" style="position:absolute;margin-left:353.1pt;margin-top:86.15pt;width:2.4pt;height:2.4pt;z-index:251593216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000000">
      <w:rPr>
        <w:noProof/>
      </w:rPr>
      <w:pict w14:anchorId="4EEC016E">
        <v:shape id="_x0000_s1199" style="position:absolute;margin-left:80pt;margin-top:345.85pt;width:2.4pt;height:2.4pt;z-index:251592192;mso-wrap-edited:f;mso-position-horizontal-relative:text;mso-position-vertical-relative:text" coordsize="48,48" wrapcoords="-16 0 -16 32 64 32 48 0 -16 0" path="m,24l,14,5,5,14,,24,,34,r4,5l43,14r5,10l43,34r-5,9l34,48r-10,l14,48,5,43,,34,,24xe" fillcolor="#00a7d1" stroked="f">
          <v:path arrowok="t"/>
        </v:shape>
      </w:pict>
    </w:r>
    <w:r w:rsidR="00000000">
      <w:rPr>
        <w:noProof/>
      </w:rPr>
      <w:pict w14:anchorId="4EFFA576">
        <v:shape id="_x0000_s1197" style="position:absolute;margin-left:348.3pt;margin-top:86.15pt;width:2.4pt;height:2.4pt;z-index:251590144;mso-wrap-edited:f;mso-position-horizontal-relative:text;mso-position-vertical-relative:text" coordsize="48,48" wrapcoords="-16 0 -16 32 64 32 64 0 -16 0" path="m24,l34,r9,5l48,14r,10l48,34r-5,4l34,43,24,48,15,43,5,38,,34,,24,,14,5,5,15,r9,xe" fillcolor="#00a7d1" stroked="f">
          <v:path arrowok="t"/>
        </v:shape>
      </w:pict>
    </w:r>
    <w:r w:rsidR="00000000">
      <w:rPr>
        <w:noProof/>
      </w:rPr>
      <w:pict w14:anchorId="407B8B2A">
        <v:shape id="_x0000_s1196" style="position:absolute;margin-left:80pt;margin-top:350.65pt;width:2.4pt;height:2.4pt;z-index:251589120;mso-wrap-edited:f;mso-position-horizontal-relative:text;mso-position-vertical-relative:text" coordsize="48,48" wrapcoords="-16 0 -16 32 64 32 48 0 -16 0" path="m,24l,14,5,9,14,5,24,,34,5r4,4l43,14r5,10l43,33,38,43r-4,5l24,48r-10,l5,43,,33,,24xe" fillcolor="#00a7d1" stroked="f">
          <v:path arrowok="t"/>
        </v:shape>
      </w:pict>
    </w:r>
    <w:r w:rsidR="00000000">
      <w:rPr>
        <w:noProof/>
      </w:rPr>
      <w:pict w14:anchorId="5E96A84B">
        <v:shape id="_x0000_s1193" style="position:absolute;margin-left:343.5pt;margin-top:86.15pt;width:2.4pt;height:2.4pt;z-index:251586048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 w:rsidR="00000000">
      <w:rPr>
        <w:noProof/>
      </w:rPr>
      <w:pict w14:anchorId="54C31D83">
        <v:shape id="_x0000_s1192" style="position:absolute;margin-left:80pt;margin-top:355.45pt;width:2.4pt;height:2.4pt;z-index:251585024;mso-wrap-edited:f;mso-position-horizontal-relative:text;mso-position-vertical-relative:text" coordsize="48,48" wrapcoords="-16 0 -16 32 64 32 48 0 -16 0" path="m,24l,14,5,9,14,5,24,,34,5r4,4l43,14r5,10l43,33,38,43r-4,5l24,48r-10,l5,43,,33,,24xe" fillcolor="#00a7d1" stroked="f">
          <v:path arrowok="t"/>
        </v:shape>
      </w:pict>
    </w:r>
    <w:r w:rsidR="00000000">
      <w:rPr>
        <w:noProof/>
      </w:rPr>
      <w:pict w14:anchorId="5C500361">
        <v:shape id="_x0000_s1189" style="position:absolute;margin-left:338.5pt;margin-top:86.15pt;width:2.6pt;height:2.4pt;z-index:251581952;mso-wrap-edited:f;mso-position-horizontal-relative:text;mso-position-vertical-relative:text" coordsize="52,48" wrapcoords="-17 0 -17 32 52 32 52 0 -17 0" path="m28,l38,r5,5l48,14r4,10l48,34r-5,4l38,43,28,48,19,43,9,38,4,34,,24,4,14,9,5,19,r9,xe" fillcolor="#00a7d1" stroked="f">
          <v:path arrowok="t"/>
        </v:shape>
      </w:pict>
    </w:r>
    <w:r w:rsidR="00000000">
      <w:rPr>
        <w:noProof/>
      </w:rPr>
      <w:pict w14:anchorId="049E8373">
        <v:shape id="_x0000_s1188" style="position:absolute;margin-left:80pt;margin-top:360.5pt;width:2.4pt;height:2.35pt;z-index:251580928;mso-wrap-edited:f;mso-position-horizontal-relative:text;mso-position-vertical-relative:text" coordsize="48,47" wrapcoords="-16 0 -16 31 48 31 48 0 -16 0" path="m,24l,14,5,4,14,,24,,34,r4,4l43,14r5,10l43,33r-5,5l34,43,24,47,14,43,5,38,,33,,24xe" fillcolor="#00a7d1" stroked="f">
          <v:path arrowok="t"/>
        </v:shape>
      </w:pict>
    </w:r>
    <w:r w:rsidR="00000000">
      <w:rPr>
        <w:noProof/>
      </w:rPr>
      <w:pict w14:anchorId="502572C5">
        <v:shape id="_x0000_s1185" style="position:absolute;margin-left:333.7pt;margin-top:86.15pt;width:2.4pt;height:2.4pt;z-index:251577856;mso-wrap-edited:f;mso-position-horizontal-relative:text;mso-position-vertical-relative:text" coordsize="48,48" wrapcoords="-16 0 -16 32 64 32 64 0 -16 0" path="m24,r9,l43,5r5,9l48,24r,10l43,38,33,43r-9,5l14,43,9,38,4,34,,24,4,14,9,5,14,,24,xe" fillcolor="#00a7d1" stroked="f">
          <v:path arrowok="t"/>
        </v:shape>
      </w:pict>
    </w:r>
    <w:r w:rsidR="00000000">
      <w:rPr>
        <w:noProof/>
      </w:rPr>
      <w:pict w14:anchorId="47B0DEE9">
        <v:shape id="_x0000_s1184" style="position:absolute;margin-left:80pt;margin-top:365.25pt;width:2.4pt;height:2.4pt;z-index:251576832;mso-wrap-edited:f;mso-position-horizontal-relative:text;mso-position-vertical-relative:text" coordsize="48,48" wrapcoords="-16 0 -16 32 48 32 48 0 -16 0" path="m,24l,15,5,5,14,,24,,34,r4,5l43,15r5,9l43,34r-5,5l34,48r-10,l14,48,5,39,,34,,24xe" fillcolor="#00a7d1" stroked="f">
          <v:path arrowok="t"/>
        </v:shape>
      </w:pict>
    </w:r>
    <w:r w:rsidR="00000000">
      <w:rPr>
        <w:noProof/>
      </w:rPr>
      <w:pict w14:anchorId="67646756">
        <v:shape id="_x0000_s1181" style="position:absolute;margin-left:328.9pt;margin-top:86.15pt;width:2.4pt;height:2.4pt;z-index:251573760;mso-wrap-edited:f;mso-position-horizontal-relative:text;mso-position-vertical-relative:text" coordsize="48,48" wrapcoords="-16 0 -16 32 64 32 64 0 -16 0" path="m24,r9,l43,5r5,9l48,24r,10l43,38,33,43r-9,5l14,43,9,38,,34,,24,,14,9,5,14,,24,xe" fillcolor="#00a7d1" stroked="f">
          <v:path arrowok="t"/>
        </v:shape>
      </w:pict>
    </w:r>
    <w:r w:rsidR="00000000">
      <w:rPr>
        <w:noProof/>
      </w:rPr>
      <w:pict w14:anchorId="11DD2E27">
        <v:shape id="_x0000_s1180" style="position:absolute;margin-left:80pt;margin-top:370.05pt;width:2.4pt;height:2.4pt;z-index:251572736;mso-wrap-edited:f;mso-position-horizontal-relative:text;mso-position-vertical-relative:text" coordsize="48,48" wrapcoords="-16 0 -16 32 64 32 48 0 -16 0" path="m,24l,15,5,5,14,,24,,34,r4,5l43,15r5,9l43,34,38,44r-4,4l24,48r-10,l5,44,,34,,24xe" fillcolor="#00a7d1" stroked="f">
          <v:path arrowok="t"/>
        </v:shape>
      </w:pict>
    </w:r>
    <w:r w:rsidR="00000000">
      <w:rPr>
        <w:noProof/>
      </w:rPr>
      <w:pict w14:anchorId="6D4054D3">
        <v:shape id="_x0000_s1177" style="position:absolute;margin-left:324.1pt;margin-top:86.15pt;width:2.4pt;height:2.4pt;z-index:251569664;mso-wrap-edited:f;mso-position-horizontal-relative:text;mso-position-vertical-relative:text" coordsize="48,48" wrapcoords="-16 0 -16 32 48 32 48 0 -16 0" path="m24,r9,l38,5r10,9l48,24r,10l38,38r-5,5l24,48,14,43,5,38,,34,,24,,14,5,5,14,,24,xe" fillcolor="#00a7d1" stroked="f">
          <v:path arrowok="t"/>
        </v:shape>
      </w:pict>
    </w:r>
    <w:r w:rsidR="00000000">
      <w:rPr>
        <w:noProof/>
      </w:rPr>
      <w:pict w14:anchorId="58030781">
        <v:shape id="_x0000_s1176" style="position:absolute;margin-left:80pt;margin-top:374.85pt;width:2.4pt;height:2.4pt;z-index:251568640;mso-wrap-edited:f;mso-position-horizontal-relative:text;mso-position-vertical-relative:text" coordsize="48,48" wrapcoords="-16 0 -16 32 64 32 48 0 -16 0" path="m,24l,15,5,10,14,5,24,,34,5r4,5l43,15r5,9l43,34r-5,9l34,48r-10,l14,48,5,43,,34,,24xe" fillcolor="#00a7d1" stroked="f">
          <v:path arrowok="t"/>
        </v:shape>
      </w:pict>
    </w:r>
    <w:r w:rsidR="00000000">
      <w:rPr>
        <w:noProof/>
      </w:rPr>
      <w:pict w14:anchorId="0743CC97">
        <v:shape id="_x0000_s1173" style="position:absolute;margin-left:319.3pt;margin-top:86.15pt;width:2.4pt;height:2.4pt;z-index:251565568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 w:rsidR="00000000">
      <w:rPr>
        <w:noProof/>
      </w:rPr>
      <w:pict w14:anchorId="4F0C5F79">
        <v:shape id="_x0000_s1172" style="position:absolute;margin-left:80pt;margin-top:379.65pt;width:2.4pt;height:2.65pt;z-index:251564544;mso-wrap-edited:f;mso-position-horizontal-relative:text;mso-position-vertical-relative:text" coordsize="48,53" wrapcoords="-16 0 -16 40 48 40 48 0 -16 0" path="m,24l,19,5,10,14,5,24,,34,5r4,5l43,19r5,5l43,34r-5,9l34,48,24,53,14,48,5,43,,34,,24xe" fillcolor="#00a7d1" stroked="f">
          <v:path arrowok="t"/>
        </v:shape>
      </w:pict>
    </w:r>
    <w:r w:rsidR="00000000">
      <w:rPr>
        <w:noProof/>
      </w:rPr>
      <w:pict w14:anchorId="28B77BA7">
        <v:shape id="_x0000_s1169" style="position:absolute;margin-left:314.25pt;margin-top:86.15pt;width:2.65pt;height:2.4pt;z-index:251561472;mso-wrap-edited:f;mso-position-horizontal-relative:text;mso-position-vertical-relative:text" coordsize="53,48" wrapcoords="-13 0 -13 32 53 32 53 0 -13 0" path="m29,r5,l43,5r5,9l53,24,48,34r-5,4l34,43r-5,5l19,43,10,38,5,34,,24,5,14,10,5,19,,29,xe" fillcolor="#00a7d1" stroked="f">
          <v:path arrowok="t"/>
        </v:shape>
      </w:pict>
    </w:r>
    <w:r w:rsidR="00000000">
      <w:rPr>
        <w:noProof/>
      </w:rPr>
      <w:pict w14:anchorId="220F6F37">
        <v:shape id="_x0000_s1168" style="position:absolute;margin-left:80pt;margin-top:384.7pt;width:2.4pt;height:2.4pt;z-index:251560448;mso-wrap-edited:f;mso-position-horizontal-relative:text;mso-position-vertical-relative:text" coordsize="48,48" wrapcoords="-16 0 -16 32 48 32 48 0 -16 0" path="m,24l,14,5,5,14,,24,,34,r4,5l43,14r5,10l43,34r-5,4l34,43,24,48,14,43,5,38,,34,,24xe" fillcolor="#00a7d1" stroked="f">
          <v:path arrowok="t"/>
        </v:shape>
      </w:pict>
    </w:r>
    <w:r w:rsidR="00000000">
      <w:rPr>
        <w:noProof/>
      </w:rPr>
      <w:pict w14:anchorId="452A57A3">
        <v:shape id="_x0000_s1165" style="position:absolute;margin-left:309.45pt;margin-top:86.15pt;width:2.4pt;height:2.4pt;z-index:251557376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 w:rsidR="00000000">
      <w:rPr>
        <w:noProof/>
      </w:rPr>
      <w:pict w14:anchorId="0470ED13">
        <v:shape id="_x0000_s1164" style="position:absolute;margin-left:80pt;margin-top:389.5pt;width:2.4pt;height:2.4pt;z-index:251556352;mso-wrap-edited:f;mso-position-horizontal-relative:text;mso-position-vertical-relative:text" coordsize="48,48" wrapcoords="-16 0 -16 32 48 32 48 0 -16 0" path="m,24l,14,5,5,14,,24,,34,r4,5l43,14r5,10l43,33r-5,5l34,48r-10,l14,48,5,38,,33,,24xe" fillcolor="#00a7d1" stroked="f">
          <v:path arrowok="t"/>
        </v:shape>
      </w:pict>
    </w:r>
    <w:r w:rsidR="00000000">
      <w:rPr>
        <w:noProof/>
      </w:rPr>
      <w:pict w14:anchorId="7B4391BE">
        <v:shape id="_x0000_s1161" style="position:absolute;margin-left:304.65pt;margin-top:86.15pt;width:2.4pt;height:2.4pt;z-index:251553280;mso-wrap-edited:f;mso-position-horizontal-relative:text;mso-position-vertical-relative:text" coordsize="48,48" wrapcoords="-16 0 -16 32 64 32 64 0 -16 0" path="m24,l34,r9,5l48,14r,10l48,34r-5,4l34,43,24,48,15,43,10,38,,34,,24,,14,10,5,15,r9,xe" fillcolor="#00a7d1" stroked="f">
          <v:path arrowok="t"/>
        </v:shape>
      </w:pict>
    </w:r>
    <w:r w:rsidR="00000000">
      <w:rPr>
        <w:noProof/>
      </w:rPr>
      <w:pict w14:anchorId="6A3B2DCB">
        <v:shape id="_x0000_s1160" style="position:absolute;margin-left:80pt;margin-top:394.3pt;width:2.4pt;height:2.4pt;z-index:251552256;mso-wrap-edited:f;mso-position-horizontal-relative:text;mso-position-vertical-relative:text" coordsize="48,48" wrapcoords="-16 0 -16 32 64 32 48 0 -16 0" path="m,24l,14,5,9,14,,24,,34,r4,9l43,14r5,10l43,33,38,43r-4,5l24,48r-10,l5,43,,33,,24xe" fillcolor="#00a7d1" stroked="f">
          <v:path arrowok="t"/>
        </v:shape>
      </w:pict>
    </w:r>
    <w:r w:rsidR="00000000">
      <w:rPr>
        <w:noProof/>
      </w:rPr>
      <w:pict w14:anchorId="7B58A3AD">
        <v:shape id="_x0000_s1157" style="position:absolute;margin-left:299.85pt;margin-top:86.15pt;width:2.4pt;height:2.4pt;z-index:251549184;mso-wrap-edited:f;mso-position-horizontal-relative:text;mso-position-vertical-relative:text" coordsize="48,48" wrapcoords="-16 0 -16 32 48 32 48 0 -16 0" path="m24,l34,r5,5l48,14r,10l48,34r-9,4l34,43,24,48,15,43,5,38,,34,,24,,14,5,5,15,r9,xe" fillcolor="#00a7d1" stroked="f">
          <v:path arrowok="t"/>
        </v:shape>
      </w:pict>
    </w:r>
    <w:r w:rsidR="00000000">
      <w:rPr>
        <w:noProof/>
      </w:rPr>
      <w:pict w14:anchorId="128C295F">
        <v:shape id="_x0000_s1156" style="position:absolute;margin-left:80pt;margin-top:399.1pt;width:2.4pt;height:2.4pt;z-index:251548160;mso-wrap-edited:f;mso-position-horizontal-relative:text;mso-position-vertical-relative:text" coordsize="48,48" wrapcoords="-16 0 -16 32 64 32 48 0 -16 0" path="m,24l,14,5,9,14,5,24,,34,5r4,4l43,14r5,10l43,33,38,43r-4,5l24,48r-10,l5,43,,33,,24xe" fillcolor="#00a7d1" stroked="f">
          <v:path arrowok="t"/>
        </v:shape>
      </w:pict>
    </w:r>
    <w:r w:rsidR="00000000">
      <w:rPr>
        <w:noProof/>
      </w:rPr>
      <w:pict w14:anchorId="261BEF5D">
        <v:shape id="_x0000_s1153" style="position:absolute;margin-left:295.05pt;margin-top:86.15pt;width:2.4pt;height:2.4pt;z-index:251545088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 w:rsidR="00000000">
      <w:rPr>
        <w:noProof/>
      </w:rPr>
      <w:pict w14:anchorId="18BA9210">
        <v:shape id="_x0000_s1152" style="position:absolute;margin-left:80pt;margin-top:403.9pt;width:2.4pt;height:2.6pt;z-index:251544064;mso-wrap-edited:f;mso-position-horizontal-relative:text;mso-position-vertical-relative:text" coordsize="48,52" wrapcoords="-16 0 -16 35 48 35 48 0 -16 0" path="m,28l,19,5,9,14,4,24,,34,4r4,5l43,19r5,9l43,38r-5,5l34,48,24,52,14,48,5,43,,38,,28xe" fillcolor="#00a7d1" stroked="f">
          <v:path arrowok="t"/>
        </v:shape>
      </w:pict>
    </w:r>
    <w:r w:rsidR="00000000">
      <w:rPr>
        <w:noProof/>
      </w:rPr>
      <w:pict w14:anchorId="48822A08">
        <v:shape id="_x0000_s1149" style="position:absolute;margin-left:290.05pt;margin-top:86.15pt;width:2.6pt;height:2.4pt;z-index:251540992;mso-wrap-edited:f;mso-position-horizontal-relative:text;mso-position-vertical-relative:text" coordsize="52,48" wrapcoords="-17 0 -17 32 52 32 52 0 -17 0" path="m23,l33,,43,5r4,9l52,24,47,34r-4,4l33,43,23,48,19,43,9,38,4,34,,24,4,14,9,5,19,r4,xe" fillcolor="#00a7d1" stroked="f">
          <v:path arrowok="t"/>
        </v:shape>
      </w:pict>
    </w:r>
    <w:r w:rsidR="00000000">
      <w:rPr>
        <w:noProof/>
      </w:rPr>
      <w:pict w14:anchorId="449353EA">
        <v:shape id="_x0000_s1148" style="position:absolute;margin-left:80pt;margin-top:408.9pt;width:2.4pt;height:2.4pt;z-index:251539968;mso-wrap-edited:f;mso-position-horizontal-relative:text;mso-position-vertical-relative:text" coordsize="48,48" wrapcoords="-16 0 -16 32 48 32 48 0 -16 0" path="m,24l,15,5,5,14,,24,,34,r4,5l43,15r5,9l43,34r-5,5l34,44,24,48,14,44,5,39,,34,,24xe" fillcolor="#00a7d1" stroked="f">
          <v:path arrowok="t"/>
        </v:shape>
      </w:pict>
    </w:r>
    <w:r w:rsidR="00000000">
      <w:rPr>
        <w:noProof/>
      </w:rPr>
      <w:pict w14:anchorId="63071E22">
        <v:shape id="_x0000_s1145" style="position:absolute;margin-left:285.25pt;margin-top:86.15pt;width:2.4pt;height:2.4pt;z-index:251536896;mso-wrap-edited:f;mso-position-horizontal-relative:text;mso-position-vertical-relative:text" coordsize="48,48" wrapcoords="-16 0 -16 32 64 32 64 0 -16 0" path="m24,r9,l43,5r5,9l48,24r,10l43,38,33,43r-9,5l14,43,9,38,4,34,,24,4,14,9,5,14,,24,xe" fillcolor="#00a7d1" stroked="f">
          <v:path arrowok="t"/>
        </v:shape>
      </w:pict>
    </w:r>
    <w:r w:rsidR="00000000">
      <w:rPr>
        <w:noProof/>
      </w:rPr>
      <w:pict w14:anchorId="231BEE4C">
        <v:shape id="_x0000_s1144" style="position:absolute;margin-left:80pt;margin-top:413.7pt;width:2.4pt;height:2.4pt;z-index:251535872;mso-wrap-edited:f;mso-position-horizontal-relative:text;mso-position-vertical-relative:text" coordsize="48,48" wrapcoords="-16 0 -16 32 64 32 48 0 -16 0" path="m,24l,15,5,5,14,,24,,34,r4,5l43,15r5,9l43,34r-5,9l34,48r-10,l14,48,5,43,,34,,24xe" fillcolor="#00a7d1" stroked="f">
          <v:path arrowok="t"/>
        </v:shape>
      </w:pict>
    </w:r>
    <w:r w:rsidR="00000000">
      <w:rPr>
        <w:noProof/>
      </w:rPr>
      <w:pict w14:anchorId="01919B53">
        <v:shape id="_x0000_s1141" style="position:absolute;margin-left:280.45pt;margin-top:86.15pt;width:2.4pt;height:2.4pt;z-index:251532800;mso-wrap-edited:f;mso-position-horizontal-relative:text;mso-position-vertical-relative:text" coordsize="48,48" wrapcoords="-16 0 -16 32 64 32 64 0 -16 0" path="m24,r9,l43,5r5,9l48,24r,10l43,38,33,43r-9,5l14,43,4,38,,34,,24,,14,4,5,14,,24,xe" fillcolor="#00a7d1" stroked="f">
          <v:path arrowok="t"/>
        </v:shape>
      </w:pict>
    </w:r>
    <w:r w:rsidR="00000000">
      <w:rPr>
        <w:noProof/>
      </w:rPr>
      <w:pict w14:anchorId="4A007E18">
        <v:shape id="_x0000_s1140" style="position:absolute;margin-left:80pt;margin-top:418.5pt;width:2.4pt;height:2.4pt;z-index:251531776;mso-wrap-edited:f;mso-position-horizontal-relative:text;mso-position-vertical-relative:text" coordsize="48,48" wrapcoords="-16 0 -16 32 64 32 48 0 -16 0" path="m,24l,15,5,10,14,5,24,,34,5r4,5l43,15r5,9l43,34r-5,9l34,48r-10,l14,48,5,43,,34,,24xe" fillcolor="#00a7d1" stroked="f">
          <v:path arrowok="t"/>
        </v:shape>
      </w:pict>
    </w:r>
    <w:r w:rsidR="00000000">
      <w:rPr>
        <w:noProof/>
      </w:rPr>
      <w:pict w14:anchorId="0FF22861">
        <v:shape id="_x0000_s1137" style="position:absolute;margin-left:275.65pt;margin-top:86.15pt;width:2.4pt;height:2.4pt;z-index:251528704;mso-wrap-edited:f;mso-position-horizontal-relative:text;mso-position-vertical-relative:text" coordsize="48,48" wrapcoords="-16 0 -16 32 48 32 48 0 -16 0" path="m24,r9,l38,5r10,9l48,24r,10l38,38r-5,5l24,48,14,43,4,38,,34,,24,,14,4,5,14,,24,xe" fillcolor="#00a7d1" stroked="f">
          <v:path arrowok="t"/>
        </v:shape>
      </w:pict>
    </w:r>
    <w:r w:rsidR="00000000">
      <w:rPr>
        <w:noProof/>
      </w:rPr>
      <w:pict w14:anchorId="5803BF05">
        <v:shape id="_x0000_s1133" style="position:absolute;margin-left:270.85pt;margin-top:86.15pt;width:2.4pt;height:2.4pt;z-index:251524608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 w:rsidR="00000000">
      <w:rPr>
        <w:noProof/>
      </w:rPr>
      <w:pict w14:anchorId="22C3FBFC">
        <v:shape id="_x0000_s1129" style="position:absolute;margin-left:265.8pt;margin-top:86.15pt;width:2.4pt;height:2.4pt;z-index:251520512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 w:rsidR="00000000">
      <w:rPr>
        <w:noProof/>
      </w:rPr>
      <w:pict w14:anchorId="53A6ABDE">
        <v:shape id="_x0000_s1125" style="position:absolute;margin-left:261pt;margin-top:86.15pt;width:2.4pt;height:2.4pt;z-index:251516416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 w:rsidR="00000000">
      <w:rPr>
        <w:noProof/>
      </w:rPr>
      <w:pict w14:anchorId="3C1C3BC4">
        <v:shape id="_x0000_s1121" style="position:absolute;margin-left:256.2pt;margin-top:86.15pt;width:2.4pt;height:2.4pt;z-index:251512320;mso-wrap-edited:f;mso-position-horizontal-relative:text;mso-position-vertical-relative:text" coordsize="48,48" wrapcoords="-16 0 -16 32 64 32 64 0 -16 0" path="m24,l34,r9,5l48,14r,10l48,34r-5,4l34,43,24,48,14,43,5,38,,34,,24,,14,5,5,14,,24,xe" fillcolor="#00a7d1" stroked="f">
          <v:path arrowok="t"/>
        </v:shape>
      </w:pict>
    </w:r>
    <w:r w:rsidR="00000000">
      <w:rPr>
        <w:noProof/>
      </w:rPr>
      <w:pict w14:anchorId="222D990F">
        <v:shape id="_x0000_s1117" style="position:absolute;margin-left:251.4pt;margin-top:86.15pt;width:2.4pt;height:2.4pt;z-index:251508224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 w:rsidR="00000000">
      <w:rPr>
        <w:noProof/>
      </w:rPr>
      <w:pict w14:anchorId="4A559988">
        <v:shape id="_x0000_s1113" style="position:absolute;margin-left:246.6pt;margin-top:86.15pt;width:2.4pt;height:2.4pt;z-index:251504128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 w:rsidR="00000000">
      <w:rPr>
        <w:noProof/>
      </w:rPr>
      <w:pict w14:anchorId="50EFE261">
        <v:shape id="_x0000_s1109" style="position:absolute;margin-left:241.55pt;margin-top:86.15pt;width:2.4pt;height:2.4pt;z-index:251500032;mso-wrap-edited:f;mso-position-horizontal-relative:text;mso-position-vertical-relative:text" coordsize="48,48" wrapcoords="-16 0 -16 32 64 32 64 0 -16 0" path="m24,l34,,44,5r4,9l48,24r,10l44,38,34,43,24,48,15,43,10,38,5,34,,24,5,14,10,5,15,r9,xe" fillcolor="#00a7d1" stroked="f">
          <v:path arrowok="t"/>
        </v:shape>
      </w:pict>
    </w:r>
    <w:r w:rsidR="00000000">
      <w:rPr>
        <w:noProof/>
      </w:rPr>
      <w:pict w14:anchorId="1DCC7344">
        <v:shape id="_x0000_s1105" style="position:absolute;margin-left:236.8pt;margin-top:86.15pt;width:2.35pt;height:2.4pt;z-index:251495936;mso-wrap-edited:f;mso-position-horizontal-relative:text;mso-position-vertical-relative:text" coordsize="47,48" wrapcoords="-16 0 -16 32 63 32 63 0 -16 0" path="m23,l33,,43,5r4,9l47,24r,10l43,38,33,43,23,48,14,43,9,38,4,34,,24,4,14,9,5,14,r9,xe" fillcolor="#00a7d1" stroked="f">
          <v:path arrowok="t"/>
        </v:shape>
      </w:pict>
    </w:r>
    <w:r w:rsidR="00000000">
      <w:rPr>
        <w:noProof/>
      </w:rPr>
      <w:pict w14:anchorId="476EAAE1">
        <v:shape id="_x0000_s1100" style="position:absolute;margin-left:232pt;margin-top:86.15pt;width:2.4pt;height:2.4pt;z-index:251490816;mso-wrap-edited:f;mso-position-horizontal-relative:text;mso-position-vertical-relative:text" coordsize="48,48" wrapcoords="-16 0 -16 32 64 32 64 0 -16 0" path="m24,r9,l43,5r5,9l48,24r,10l43,38,33,43r-9,5l14,43,4,38,,34,,24,,14,4,5,14,,24,xe" fillcolor="#00a7d1" stroked="f">
          <v:path arrowok="t"/>
        </v:shape>
      </w:pict>
    </w:r>
    <w:r w:rsidR="00000000">
      <w:rPr>
        <w:noProof/>
      </w:rPr>
      <w:pict w14:anchorId="7B9E55E6">
        <v:shape id="_x0000_s1095" style="position:absolute;margin-left:227.2pt;margin-top:86.15pt;width:2.4pt;height:2.4pt;z-index:251485696;mso-wrap-edited:f;mso-position-horizontal-relative:text;mso-position-vertical-relative:text" coordsize="48,48" wrapcoords="-16 0 -16 32 48 32 48 0 -16 0" path="m24,r9,l38,5r5,9l48,24,43,34r-5,4l33,43r-9,5l14,43,4,38,,34,,24,,14,4,5,14,,24,xe" fillcolor="#00a7d1" stroked="f">
          <v:path arrowok="t"/>
        </v:shape>
      </w:pict>
    </w:r>
    <w:r w:rsidR="00000000">
      <w:rPr>
        <w:noProof/>
      </w:rPr>
      <w:pict w14:anchorId="0452426F">
        <v:shape id="_x0000_s1090" style="position:absolute;margin-left:222.4pt;margin-top:86.15pt;width:2.4pt;height:2.4pt;z-index:251480576;mso-wrap-edited:f;mso-position-horizontal-relative:text;mso-position-vertical-relative:text" coordsize="48,48" wrapcoords="-16 0 -16 32 48 32 48 0 -16 0" path="m24,r9,l38,5r5,9l48,24,43,34r-5,4l33,43r-9,5l14,43,4,38,,34,,24,,14,4,5,14,,24,xe" fillcolor="#00a7d1" stroked="f">
          <v:path arrowok="t"/>
        </v:shape>
      </w:pict>
    </w:r>
    <w:r w:rsidR="00000000">
      <w:rPr>
        <w:noProof/>
      </w:rPr>
      <w:pict w14:anchorId="62CB42C3">
        <v:shape id="_x0000_s1085" style="position:absolute;margin-left:217.35pt;margin-top:86.15pt;width:2.4pt;height:2.4pt;z-index:251475456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 w:rsidR="00000000">
      <w:rPr>
        <w:noProof/>
      </w:rPr>
      <w:pict w14:anchorId="2ACD13A6">
        <v:shape id="_x0000_s1080" style="position:absolute;margin-left:212.55pt;margin-top:86.15pt;width:2.4pt;height:2.4pt;z-index:251470336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 w:rsidR="00000000">
      <w:rPr>
        <w:noProof/>
      </w:rPr>
      <w:pict w14:anchorId="187794DC">
        <v:shape id="_x0000_s1076" style="position:absolute;margin-left:207.75pt;margin-top:86.15pt;width:2.4pt;height:2.4pt;z-index:251466240;mso-wrap-edited:f;mso-position-horizontal-relative:text;mso-position-vertical-relative:text" coordsize="48,48" wrapcoords="-16 0 -16 32 64 32 64 0 -16 0" path="m24,l34,r9,5l48,14r,10l48,34r-5,4l34,43,24,48,14,43,5,38,,34,,24,,14,5,5,14,,24,xe" fillcolor="#00a7d1" stroked="f">
          <v:path arrowok="t"/>
        </v:shape>
      </w:pict>
    </w:r>
    <w:r w:rsidR="00000000">
      <w:rPr>
        <w:noProof/>
      </w:rPr>
      <w:pict w14:anchorId="3E966F53">
        <v:shape id="_x0000_s1072" style="position:absolute;margin-left:202.95pt;margin-top:86.15pt;width:2.4pt;height:2.4pt;z-index:251462144;mso-wrap-edited:f;mso-position-horizontal-relative:text;mso-position-vertical-relative:text" coordsize="48,48" wrapcoords="-16 0 -16 32 48 32 48 0 -16 0" path="m24,l34,r4,5l43,14r5,10l43,34r-5,4l34,43,24,48,14,43,5,38,,34,,24,,14,5,5,14,,24,xe" fillcolor="#00a7d1" stroked="f">
          <v:path arrowok="t"/>
        </v:shape>
      </w:pict>
    </w:r>
    <w:r w:rsidR="00000000">
      <w:rPr>
        <w:noProof/>
      </w:rPr>
      <w:pict w14:anchorId="2C398DDB">
        <v:shape id="_x0000_s1068" style="position:absolute;margin-left:197.9pt;margin-top:86.15pt;width:2.65pt;height:2.4pt;z-index:251458048;mso-wrap-edited:f;mso-position-horizontal-relative:text;mso-position-vertical-relative:text" coordsize="53,48" wrapcoords="-13 0 -13 32 53 32 53 0 -13 0" path="m29,l39,r5,5l48,14r5,10l48,34r-4,4l39,43,29,48,20,43,10,38,5,34,,24,5,14,10,5,20,r9,xe" fillcolor="#00a7d1" stroked="f">
          <v:path arrowok="t"/>
        </v:shape>
      </w:pict>
    </w:r>
    <w:r w:rsidR="00000000">
      <w:rPr>
        <w:noProof/>
      </w:rPr>
      <w:pict w14:anchorId="3703E812">
        <v:shape id="_x0000_s1064" style="position:absolute;margin-left:193.1pt;margin-top:86.15pt;width:2.4pt;height:2.4pt;z-index:251453952;mso-wrap-edited:f;mso-position-horizontal-relative:text;mso-position-vertical-relative:text" coordsize="48,48" wrapcoords="-16 0 -16 32 64 32 64 0 -16 0" path="m24,l34,,44,5r4,9l48,24r,10l44,38,34,43,24,48,15,43,10,38,5,34,,24,5,14,10,5,15,r9,xe" fillcolor="#00a7d1" stroked="f">
          <v:path arrowok="t"/>
        </v:shape>
      </w:pict>
    </w:r>
    <w:r w:rsidR="00000000">
      <w:rPr>
        <w:noProof/>
      </w:rPr>
      <w:pict w14:anchorId="2BEAC864">
        <v:shape id="_x0000_s1060" style="position:absolute;margin-left:188.3pt;margin-top:86.15pt;width:2.4pt;height:2.4pt;z-index:251449856;mso-wrap-edited:f;mso-position-horizontal-relative:text;mso-position-vertical-relative:text" coordsize="48,48" wrapcoords="-16 0 -16 32 64 32 64 0 -16 0" path="m24,l34,,44,5r4,9l48,24r,10l44,38,34,43,24,48,15,43,10,38,,34,,24,,14,10,5,15,r9,xe" fillcolor="#00a7d1" stroked="f">
          <v:path arrowok="t"/>
        </v:shape>
      </w:pict>
    </w:r>
    <w:r w:rsidR="00000000">
      <w:rPr>
        <w:noProof/>
      </w:rPr>
      <w:pict w14:anchorId="6916739A">
        <v:shape id="_x0000_s1056" style="position:absolute;margin-left:183.55pt;margin-top:86.15pt;width:2.35pt;height:2.4pt;z-index:251445760;mso-wrap-edited:f;mso-position-horizontal-relative:text;mso-position-vertical-relative:text" coordsize="47,48" wrapcoords="-16 0 -16 32 47 32 47 0 -16 0" path="m24,r9,l38,5r9,9l47,24r,10l38,38r-5,5l24,48,14,43,4,38,,34,,24,,14,4,5,14,,24,xe" fillcolor="#00a7d1" stroked="f">
          <v:path arrowok="t"/>
        </v:shape>
      </w:pict>
    </w:r>
    <w:r w:rsidR="00000000">
      <w:rPr>
        <w:noProof/>
      </w:rPr>
      <w:pict w14:anchorId="1D5DBB88">
        <v:shape id="_x0000_s1052" style="position:absolute;margin-left:178.75pt;margin-top:86.15pt;width:2.4pt;height:2.4pt;z-index:251441664;mso-wrap-edited:f;mso-position-horizontal-relative:text;mso-position-vertical-relative:text" coordsize="48,48" wrapcoords="-16 0 -16 32 48 32 48 0 -16 0" path="m24,r9,l38,5r5,9l48,24,43,34r-5,4l33,43r-9,5l14,43,4,38,,34,,24,,14,4,5,14,,24,xe" fillcolor="#00a7d1" stroked="f">
          <v:path arrowok="t"/>
        </v:shape>
      </w:pict>
    </w:r>
    <w:r w:rsidR="00000000">
      <w:rPr>
        <w:noProof/>
      </w:rPr>
      <w:pict w14:anchorId="2FF0090E">
        <v:shape id="_x0000_s1048" style="position:absolute;margin-left:173.7pt;margin-top:86.15pt;width:2.65pt;height:2.4pt;z-index:251437568;mso-wrap-edited:f;mso-position-horizontal-relative:text;mso-position-vertical-relative:text" coordsize="53,48" wrapcoords="-13 0 -13 32 53 32 53 0 -13 0" path="m29,r4,l43,5r5,9l53,24,48,34r-5,4l33,43r-4,5l19,43,9,38,5,34,,24,5,14,9,5,19,,29,xe" fillcolor="#00a7d1" stroked="f">
          <v:path arrowok="t"/>
        </v:shape>
      </w:pict>
    </w:r>
    <w:r w:rsidR="00000000">
      <w:rPr>
        <w:noProof/>
      </w:rPr>
      <w:pict w14:anchorId="26981DDA">
        <v:shape id="_x0000_s1044" style="position:absolute;margin-left:168.9pt;margin-top:86.15pt;width:2.4pt;height:2.4pt;z-index:251433472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 w:rsidR="00000000">
      <w:rPr>
        <w:noProof/>
      </w:rPr>
      <w:pict w14:anchorId="34BDFDC7">
        <v:shape id="_x0000_s1040" style="position:absolute;margin-left:164.1pt;margin-top:86.15pt;width:2.4pt;height:2.4pt;z-index:251429376;mso-wrap-edited:f;mso-position-horizontal-relative:text;mso-position-vertical-relative:text" coordsize="48,48" wrapcoords="-16 0 -16 32 64 32 64 0 -16 0" path="m24,l34,r9,5l48,14r,10l48,34r-5,4l34,43,24,48,14,43,10,38,,34,,24,,14,10,5,14,,24,xe" fillcolor="#00a7d1" stroked="f">
          <v:path arrowok="t"/>
        </v:shape>
      </w:pict>
    </w:r>
    <w:r w:rsidR="00000000">
      <w:rPr>
        <w:noProof/>
      </w:rPr>
      <w:pict w14:anchorId="77BD7D01">
        <v:shape id="_x0000_s1036" style="position:absolute;margin-left:159.3pt;margin-top:86.15pt;width:2.4pt;height:2.4pt;z-index:251425280;mso-wrap-edited:f;mso-position-horizontal-relative:text;mso-position-vertical-relative:text" coordsize="48,48" wrapcoords="-16 0 -16 32 48 32 48 0 -16 0" path="m24,l34,r4,5l48,14r,10l48,34,38,38r-4,5l24,48,14,43,5,38,,34,,24,,14,5,5,14,,24,xe" fillcolor="#00a7d1" stroked="f">
          <v:path arrowok="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75D3B" w14:textId="77777777" w:rsidR="00000000" w:rsidRDefault="00000000" w:rsidP="00B121D1">
    <w:pPr>
      <w:pStyle w:val="Zhlav"/>
      <w:tabs>
        <w:tab w:val="clear" w:pos="4536"/>
        <w:tab w:val="clear" w:pos="9072"/>
      </w:tabs>
      <w:ind w:left="9498" w:right="-425" w:hanging="8617"/>
      <w:rPr>
        <w:color w:val="00FFFF"/>
      </w:rPr>
    </w:pPr>
    <w:r>
      <w:rPr>
        <w:noProof/>
        <w:color w:val="00FFFF"/>
      </w:rPr>
      <w:pict w14:anchorId="78661B16">
        <v:shape id="Freeform 652" o:spid="_x0000_s1676" style="position:absolute;left:0;text-align:left;margin-left:335.65pt;margin-top:4.3pt;width:1.45pt;height:1.5pt;z-index:25190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" path="m24,r4,l33,5r5,l38,10r5,l43,14r5,5l48,24r,5l43,34r,4l38,43r-5,5l28,48r-4,l19,48r-5,l9,43r-5,l4,38,,34,,29,,24,,19,,14,4,10,9,5r5,l19,r5,xe" fillcolor="aqua" stroked="f">
          <v:path arrowok="t" o:connecttype="custom" o:connectlocs="9208,0;10742,0;12660,1984;14579,1984;14579,3969;16497,3969;16497,5556;18415,7541;18415,9525;18415,11509;16497,13494;16497,15081;14579,17066;14579,17066;12660,19050;10742,19050;9208,19050;7289,19050;5371,19050;3453,17066;1535,17066;1535,15081;0,13494;0,11509;0,9525;0,7541;0,5556;1535,3969;1535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02A0AA4">
        <v:shape id="Freeform 651" o:spid="_x0000_s1675" style="position:absolute;left:0;text-align:left;margin-left:338.5pt;margin-top:4.3pt;width:1.45pt;height:1.5pt;z-index:25190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" path="m24,r4,l33,5r5,l38,10r5,l48,14r,5l48,24r,5l48,34r-5,4l38,43r-5,5l28,48r-4,l19,48r-5,l9,43r-5,l4,38,,34,,29,,24,,19,,14,4,10,9,5r5,l19,r5,xe" fillcolor="aqua" stroked="f">
          <v:path arrowok="t" o:connecttype="custom" o:connectlocs="9208,0;10742,0;12660,1984;14579,1984;14579,3969;16497,3969;18415,5556;18415,7541;18415,9525;18415,11509;18415,13494;16497,15081;14579,17066;14579,17066;12660,19050;10742,19050;9208,19050;7289,19050;5371,19050;3453,17066;1535,17066;1535,15081;0,13494;0,11509;0,9525;0,7541;0,5556;1535,3969;1535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7E6DB91">
        <v:shape id="Freeform 650" o:spid="_x0000_s1674" style="position:absolute;left:0;text-align:left;margin-left:341.45pt;margin-top:4.3pt;width:1.4pt;height:1.5pt;z-index:25190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" path="m24,r4,l33,5r5,l43,10r5,4l48,19r,5l48,29r,5l43,38r,5l38,43r-5,5l28,48r-4,l19,48r-5,l9,43,4,38,,34,,29,,24,,19,,14,4,10r5,l9,5r5,l19,r5,xe" fillcolor="aqua" stroked="f">
          <v:path arrowok="t" o:connecttype="custom" o:connectlocs="8890,0;10372,0;12224,1984;14076,1984;15928,3969;15928,3969;17780,5556;17780,7541;17780,9525;17780,11509;17780,13494;15928,15081;15928,17066;14076,17066;12224,19050;10372,19050;8890,19050;7038,19050;5186,19050;3334,17066;3334,17066;1482,15081;0,13494;0,11509;0,9525;0,7541;0,5556;1482,3969;3334,3969;333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E82270A">
        <v:shape id="Freeform 649" o:spid="_x0000_s1673" style="position:absolute;left:0;text-align:left;margin-left:326.8pt;margin-top:4.3pt;width:1.45pt;height:1.5pt;z-index:25189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" path="m24,r5,l34,5r4,l43,10r5,4l48,19r,5l48,29r,5l43,38r,5l38,43r-4,5l29,48r-5,l19,48r-5,l10,43r-5,l5,38,,34,,29,,24,,19,,14,5,10,10,5r4,l19,r5,xe" fillcolor="aqua" stroked="f">
          <v:path arrowok="t" o:connecttype="custom" o:connectlocs="9208,0;11126,0;13044,1984;14579,1984;16497,3969;16497,3969;18415,5556;18415,7541;18415,9525;18415,11509;18415,13494;16497,15081;16497,17066;14579,17066;13044,19050;11126,19050;9208,19050;7289,19050;5371,19050;3836,17066;1918,17066;1918,15081;0,13494;0,11509;0,9525;0,7541;0,5556;1918,3969;1918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22078F0">
        <v:shape id="Freeform 648" o:spid="_x0000_s1672" style="position:absolute;left:0;text-align:left;margin-left:344.3pt;margin-top:4.3pt;width:1.45pt;height:1.5pt;z-index:25189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" path="m24,r4,l33,5r5,l43,10r5,l48,14r,5l48,24r,5l48,34r,4l43,43r-5,l33,48r-5,l24,48r-5,l14,48r,-5l9,43,4,38r,-4l,29,,24,,19,4,14r,-4l9,10,14,5,19,r5,xe" fillcolor="aqua" stroked="f">
          <v:path arrowok="t" o:connecttype="custom" o:connectlocs="9208,0;10742,0;12660,1984;14579,1984;16497,3969;18415,3969;18415,5556;18415,7541;18415,9525;18415,11509;18415,13494;18415,15081;16497,17066;14579,17066;12660,19050;10742,19050;9208,19050;7289,19050;5371,19050;5371,17066;3453,17066;1535,15081;1535,13494;0,11509;0,9525;0,7541;1535,5556;1535,3969;3453,3969;5371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2CC3B8C">
        <v:shape id="Freeform 647" o:spid="_x0000_s1671" style="position:absolute;left:0;text-align:left;margin-left:329.7pt;margin-top:4.3pt;width:1.45pt;height:1.5pt;z-index:25189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YOa3gUAADU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" path="m24,r5,l34,5r4,l43,10r5,4l48,19r,5l48,29r,5l43,38r,5l38,43r-4,5l29,48r-5,l19,48r-5,l10,43,5,38r,-4l,29,,24,,19,5,14r,-4l10,10r,-5l14,5,19,r5,xe" fillcolor="aqua" stroked="f">
          <v:path arrowok="t" o:connecttype="custom" o:connectlocs="9208,0;11126,0;13044,1984;14579,1984;16497,3969;16497,3969;18415,5556;18415,7541;18415,9525;18415,11509;18415,13494;16497,15081;16497,17066;14579,17066;13044,19050;11126,19050;9208,19050;7289,19050;5371,19050;3836,17066;3836,17066;1918,15081;1918,13494;0,11509;0,9525;0,7541;1918,5556;1918,3969;3836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01531B7">
        <v:shape id="Freeform 646" o:spid="_x0000_s1670" style="position:absolute;left:0;text-align:left;margin-left:347.2pt;margin-top:4.3pt;width:1.55pt;height:1.5pt;z-index:25189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" path="m29,r5,l39,5r5,5l48,10r,4l48,19r5,5l48,29r,5l48,38r-4,5l39,43r,5l34,48r-5,l24,48r-4,l15,43r-5,l5,38r,-4l5,29,,24,5,19r,-5l5,10r5,l15,5r5,l24,r5,xe" fillcolor="aqua" stroked="f">
          <v:path arrowok="t" o:connecttype="custom" o:connectlocs="10771,0;12628,0;14485,1984;14485,1984;16342,3969;17828,3969;17828,5556;17828,7541;19685,9525;17828,11509;17828,13494;17828,15081;16342,17066;14485,17066;14485,19050;12628,19050;10771,19050;8914,19050;7428,19050;5571,17066;3714,17066;1857,15081;1857,13494;1857,11509;0,9525;1857,7541;1857,5556;1857,3969;3714,3969;5571,1984;7428,1984;8914,0;10771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82131BE">
        <v:shape id="Freeform 645" o:spid="_x0000_s1669" style="position:absolute;left:0;text-align:left;margin-left:332.6pt;margin-top:4.3pt;width:1.4pt;height:1.5pt;z-index:25189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" path="m24,r5,l33,5r5,l43,10r5,l48,14r,5l48,24r,5l48,34r,4l43,43r-5,l33,48r-4,l24,48r-5,l14,48r,-5l9,43,5,38r,-4l,29,,24,,19,5,14r,-4l9,10,14,5,19,r5,xe" fillcolor="aqua" stroked="f">
          <v:path arrowok="t" o:connecttype="custom" o:connectlocs="8890,0;10742,0;12224,1984;14076,1984;15928,3969;17780,3969;17780,5556;17780,7541;17780,9525;17780,11509;17780,13494;17780,15081;15928,17066;14076,17066;12224,19050;10742,19050;8890,19050;7038,19050;5186,19050;5186,17066;3334,17066;1852,15081;1852,13494;0,11509;0,9525;0,7541;1852,5556;1852,3969;3334,3969;5186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C7E0DF5">
        <v:shape id="Freeform 644" o:spid="_x0000_s1668" style="position:absolute;left:0;text-align:left;margin-left:350.2pt;margin-top:4.3pt;width:1.45pt;height:1.5pt;z-index:25189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" path="m24,r5,l34,5r5,l39,10r4,l43,14r5,5l48,24r,5l43,34r,4l39,43r-5,5l29,48r-5,l19,48r-4,l10,43r-5,l5,38,,34,,29,,24,,19,,14,5,10,10,5r5,l19,r5,xe" fillcolor="aqua" stroked="f">
          <v:path arrowok="t" o:connecttype="custom" o:connectlocs="9208,0;11126,0;13044,1984;14962,1984;14962,3969;16497,3969;16497,5556;18415,7541;18415,9525;18415,11509;16497,13494;16497,15081;14962,17066;14962,17066;13044,19050;11126,19050;9208,19050;7289,19050;5755,19050;3836,17066;1918,17066;1918,15081;0,13494;0,11509;0,9525;0,7541;0,5556;1918,3969;1918,3969;3836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AEA31DE">
        <v:shape id="Freeform 643" o:spid="_x0000_s1667" style="position:absolute;left:0;text-align:left;margin-left:353.1pt;margin-top:4.3pt;width:1.45pt;height:1.5pt;z-index:25189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" path="m24,r5,l34,5r5,l43,10r5,4l48,19r,5l48,29r,5l43,38r,5l39,43r-5,5l29,48r-5,l19,48r-4,l10,43r-5,l5,38,,34,,29,,24,,19,,14,5,10,10,5r5,l19,r5,xe" fillcolor="aqua" stroked="f">
          <v:path arrowok="t" o:connecttype="custom" o:connectlocs="9208,0;11126,0;13044,1984;14962,1984;16497,3969;16497,3969;18415,5556;18415,7541;18415,9525;18415,11509;18415,13494;16497,15081;16497,17066;14962,17066;13044,19050;11126,19050;9208,19050;7289,19050;5755,19050;3836,17066;1918,17066;1918,15081;0,13494;0,11509;0,9525;0,7541;0,5556;1918,3969;1918,3969;3836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7587DE86">
        <v:shape id="Freeform 642" o:spid="_x0000_s1666" style="position:absolute;left:0;text-align:left;margin-left:356pt;margin-top:4.3pt;width:1.4pt;height:1.5pt;z-index:25189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" path="m24,r5,l34,5r5,l43,10r5,4l48,19r,5l48,29r,5l43,38r,5l39,43r-5,5l29,48r-5,l19,48r-4,l10,43,5,38r,-4l,29,,24,,19,5,14r,-4l10,10r,-5l15,5,19,r5,xe" fillcolor="aqua" stroked="f">
          <v:path arrowok="t" o:connecttype="custom" o:connectlocs="8890,0;10742,0;12594,1984;14446,1984;15928,3969;15928,3969;17780,5556;17780,7541;17780,9525;17780,11509;17780,13494;15928,15081;15928,17066;14446,17066;12594,19050;10742,19050;8890,19050;7038,19050;5556,19050;3704,17066;3704,17066;1852,15081;1852,13494;0,11509;0,9525;0,7541;1852,5556;1852,3969;3704,3969;3704,1984;555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7870A274">
        <v:shape id="Freeform 641" o:spid="_x0000_s1665" style="position:absolute;left:0;text-align:left;margin-left:358.9pt;margin-top:4.3pt;width:1.45pt;height:1.5pt;z-index:25189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" path="m24,r5,l34,5r5,l43,10r5,l48,14r,5l48,24r,5l48,34r,4l43,43r-4,l34,48r-5,l24,48r-5,l15,48r,-5l10,43,5,38r,-4l,29,,24,,19,5,14r,-4l10,10,15,5,19,r5,xe" fillcolor="aqua" stroked="f">
          <v:path arrowok="t" o:connecttype="custom" o:connectlocs="9208,0;11126,0;13044,1984;14962,1984;16497,3969;18415,3969;18415,5556;18415,7541;18415,9525;18415,11509;18415,13494;18415,15081;16497,17066;14962,17066;13044,19050;11126,19050;9208,19050;7289,19050;5755,19050;5755,17066;3836,17066;1918,15081;1918,13494;0,11509;0,9525;0,7541;1918,5556;1918,3969;3836,3969;5755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4152C03">
        <v:shape id="Freeform 640" o:spid="_x0000_s1664" style="position:absolute;left:0;text-align:left;margin-left:361.95pt;margin-top:4.3pt;width:1.4pt;height:1.5pt;z-index:25189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" path="m24,r5,l33,5r5,5l43,10r,4l48,19r,5l48,29r-5,5l43,38r-5,5l33,43r,5l29,48r-5,l19,48r-5,l9,43r-4,l,38,,34,,29,,24,,19,,14,,10r5,l9,5r5,l19,r5,xe" fillcolor="aqua" stroked="f">
          <v:path arrowok="t" o:connecttype="custom" o:connectlocs="8890,0;10742,0;12224,1984;12224,1984;14076,3969;15928,3969;15928,5556;17780,7541;17780,9525;17780,11509;15928,13494;15928,15081;14076,17066;12224,17066;12224,19050;10742,19050;8890,19050;7038,19050;5186,19050;3334,17066;1852,17066;0,15081;0,13494;0,11509;0,9525;0,7541;0,5556;0,3969;1852,3969;333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B4629E9">
        <v:shape id="Freeform 639" o:spid="_x0000_s1663" style="position:absolute;left:0;text-align:left;margin-left:364.85pt;margin-top:4.3pt;width:1.45pt;height:1.5pt;z-index:25188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" path="m24,r5,l33,5r5,l38,10r5,l43,14r5,5l48,24r,5l43,34r,4l38,43r-5,5l29,48r-5,l19,48r-5,l9,43r-4,l5,38,,34,,29,,24,,19,,14,5,10,9,5r5,l19,r5,xe" fillcolor="aqua" stroked="f">
          <v:path arrowok="t" o:connecttype="custom" o:connectlocs="9208,0;11126,0;12660,1984;14579,1984;14579,3969;16497,3969;16497,5556;18415,7541;18415,9525;18415,11509;16497,13494;16497,15081;14579,17066;14579,17066;12660,19050;11126,19050;9208,19050;7289,19050;5371,19050;3453,17066;1918,17066;1918,15081;0,13494;0,11509;0,9525;0,7541;0,5556;1918,3969;1918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DC299AD">
        <v:shape id="Freeform 638" o:spid="_x0000_s1662" style="position:absolute;left:0;text-align:left;margin-left:367.7pt;margin-top:4.3pt;width:1.45pt;height:1.5pt;z-index:25188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" path="m24,r5,l33,5r5,l43,10r5,4l48,19r,5l48,29r,5l43,38r,5l38,43r-5,5l29,48r-5,l19,48r-5,l9,43r-4,l5,38,,34,,29,,24,,19,,14,5,10,9,5r5,l19,r5,xe" fillcolor="aqua" stroked="f">
          <v:path arrowok="t" o:connecttype="custom" o:connectlocs="9208,0;11126,0;12660,1984;14579,1984;16497,3969;16497,3969;18415,5556;18415,7541;18415,9525;18415,11509;18415,13494;16497,15081;16497,17066;14579,17066;12660,19050;11126,19050;9208,19050;7289,19050;5371,19050;3453,17066;1918,17066;1918,15081;0,13494;0,11509;0,9525;0,7541;0,5556;1918,3969;1918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D8E4702">
        <v:shape id="Freeform 637" o:spid="_x0000_s1661" style="position:absolute;left:0;text-align:left;margin-left:370.65pt;margin-top:4.3pt;width:1.4pt;height:1.5pt;z-index:25188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" path="m24,r5,l33,5r5,l43,10r5,4l48,19r,5l48,29r,5l43,38r,5l38,43r-5,5l29,48r-5,l19,48r-5,l9,43,5,38r,-4l,29,,24,,19,5,14r,-4l9,10,9,5r5,l19,r5,xe" fillcolor="aqua" stroked="f">
          <v:path arrowok="t" o:connecttype="custom" o:connectlocs="8890,0;10742,0;12224,1984;14076,1984;15928,3969;15928,3969;17780,5556;17780,7541;17780,9525;17780,11509;17780,13494;15928,15081;15928,17066;14076,17066;12224,19050;10742,19050;8890,19050;7038,19050;5186,19050;3334,17066;3334,17066;1852,15081;1852,13494;0,11509;0,9525;0,7541;1852,5556;1852,3969;3334,3969;333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646E44D">
        <v:shape id="Freeform 636" o:spid="_x0000_s1660" style="position:absolute;left:0;text-align:left;margin-left:373.5pt;margin-top:4.3pt;width:1.45pt;height:1.5pt;z-index:25188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uB4AUAAFg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" path="m24,r5,l33,5r5,l43,10r5,l48,14r,5l48,24r,5l48,34r,4l43,43r-5,l33,48r-4,l24,48r-5,l14,48r,-5l9,43,5,38r,-4l,29,,24,,19,5,14r,-4l9,10,14,5,19,r5,xe" fillcolor="aqua" stroked="f">
          <v:path arrowok="t" o:connecttype="custom" o:connectlocs="9208,0;11126,0;12660,1984;14579,1984;16497,3969;18415,3969;18415,5556;18415,7541;18415,9525;18415,11509;18415,13494;18415,15081;16497,17066;14579,17066;12660,19050;11126,19050;9208,19050;7289,19050;5371,19050;5371,17066;3453,17066;1918,15081;1918,13494;0,11509;0,9525;0,7541;1918,5556;1918,3969;3453,3969;5371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8B1503D">
        <v:shape id="Freeform 635" o:spid="_x0000_s1659" style="position:absolute;left:0;text-align:left;margin-left:376.55pt;margin-top:4.3pt;width:1.4pt;height:1.5pt;z-index:25188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" path="m24,r5,l34,5r5,5l44,10r,4l48,19r,5l48,29r-4,5l44,38r-5,5l34,43r,5l29,48r-5,l20,48r-5,l10,43r-5,l,38,,34,,29,,24,,19,,14,,10r5,l10,5r5,l20,r4,xe" fillcolor="aqua" stroked="f">
          <v:path arrowok="t" o:connecttype="custom" o:connectlocs="8890,0;10742,0;12594,1984;12594,1984;14446,3969;16298,3969;16298,5556;17780,7541;17780,9525;17780,11509;16298,13494;16298,15081;14446,17066;12594,17066;12594,19050;10742,19050;8890,19050;7408,19050;5556,19050;3704,17066;1852,17066;0,15081;0,13494;0,11509;0,9525;0,7541;0,5556;0,3969;1852,3969;3704,1984;5556,1984;740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5600E13">
        <v:shape id="Freeform 634" o:spid="_x0000_s1658" style="position:absolute;left:0;text-align:left;margin-left:379.4pt;margin-top:4.3pt;width:1.45pt;height:1.5pt;z-index:25188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" path="m24,r5,l34,5r5,l39,10r5,l44,14r4,5l48,24r,5l44,34r,4l39,43r-5,5l29,48r-5,l20,48r-5,l10,43r-5,l5,38,,34,,29,,24,,19,,14,5,10,10,5r5,l20,r4,xe" fillcolor="aqua" stroked="f">
          <v:path arrowok="t" o:connecttype="custom" o:connectlocs="9208,0;11126,0;13044,1984;14962,1984;14962,3969;16880,3969;16880,5556;18415,7541;18415,9525;18415,11509;16880,13494;16880,15081;14962,17066;14962,17066;13044,19050;11126,19050;9208,19050;7673,19050;5755,19050;3836,17066;1918,17066;1918,15081;0,13494;0,11509;0,9525;0,7541;0,5556;1918,3969;1918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108C78A">
        <v:shape id="Freeform 633" o:spid="_x0000_s1657" style="position:absolute;left:0;text-align:left;margin-left:382.3pt;margin-top:4.3pt;width:1.45pt;height:1.5pt;z-index:25188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mhA5QUAADI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" path="m24,r5,l34,5r5,l44,10r4,4l48,19r,5l48,29r,5l44,38r,5l39,43r-5,5l29,48r-5,l20,48r-5,l10,43r-5,l5,38,,34,,29,,24,,19,,14,5,10,10,5r5,l20,r4,xe" fillcolor="aqua" stroked="f">
          <v:path arrowok="t" o:connecttype="custom" o:connectlocs="9208,0;11126,0;13044,1984;14962,1984;16880,3969;16880,3969;18415,5556;18415,7541;18415,9525;18415,11509;18415,13494;16880,15081;16880,17066;14962,17066;13044,19050;11126,19050;9208,19050;7673,19050;5755,19050;3836,17066;1918,17066;1918,15081;0,13494;0,11509;0,9525;0,7541;0,5556;1918,3969;1918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8DBF4C4">
        <v:shape id="Freeform 632" o:spid="_x0000_s1656" style="position:absolute;left:0;text-align:left;margin-left:385.2pt;margin-top:4.3pt;width:1.4pt;height:1.5pt;z-index:2518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" path="m24,r5,l34,5r5,l44,10r4,4l48,19r,5l48,29r,5l44,38r,5l39,43r-5,5l29,48r-5,l20,48r-5,l10,43,5,38r,-4l,29,,24,,19,5,14r,-4l10,10r,-5l15,5,20,r4,xe" fillcolor="aqua" stroked="f">
          <v:path arrowok="t" o:connecttype="custom" o:connectlocs="8890,0;10742,0;12594,1984;14446,1984;16298,3969;16298,3969;17780,5556;17780,7541;17780,9525;17780,11509;17780,13494;16298,15081;16298,17066;14446,17066;12594,19050;10742,19050;8890,19050;7408,19050;5556,19050;3704,17066;3704,17066;1852,15081;1852,13494;0,11509;0,9525;0,7541;1852,5556;1852,3969;3704,3969;3704,1984;5556,1984;740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949D1CE">
        <v:shape id="Freeform 631" o:spid="_x0000_s1655" style="position:absolute;left:0;text-align:left;margin-left:388.1pt;margin-top:4.3pt;width:1.45pt;height:1.5pt;z-index:25188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" path="m24,r5,l34,5r5,l43,10r5,l48,14r,5l48,24r,5l48,34r,4l43,43r-4,l34,48r-5,l24,48r-4,l15,48r,-5l10,43,5,38r,-4l,29,,24,,19,5,14r,-4l10,10,15,5,20,r4,xe" fillcolor="aqua" stroked="f">
          <v:path arrowok="t" o:connecttype="custom" o:connectlocs="9208,0;11126,0;13044,1984;14962,1984;16497,3969;18415,3969;18415,5556;18415,7541;18415,9525;18415,11509;18415,13494;18415,15081;16497,17066;14962,17066;13044,19050;11126,19050;9208,19050;7673,19050;5755,19050;5755,17066;3836,17066;1918,15081;1918,13494;0,11509;0,9525;0,7541;1918,5556;1918,3969;3836,3969;5755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0029411">
        <v:shape id="Freeform 630" o:spid="_x0000_s1654" style="position:absolute;left:0;text-align:left;margin-left:391.1pt;margin-top:4.3pt;width:1.45pt;height:1.5pt;z-index:25187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" path="m24,r5,l34,5r4,5l43,10r,4l48,19r,5l48,29r-5,5l43,38r-5,5l34,43r,5l29,48r-5,l19,48r-5,l10,43r-5,l,38,,34,,29,,24,,19,,14,,10r5,l10,5r4,l19,r5,xe" fillcolor="aqua" stroked="f">
          <v:path arrowok="t" o:connecttype="custom" o:connectlocs="9208,0;11126,0;13044,1984;13044,1984;14579,3969;16497,3969;16497,5556;18415,7541;18415,9525;18415,11509;16497,13494;16497,15081;14579,17066;13044,17066;13044,19050;11126,19050;9208,19050;7289,19050;5371,19050;3836,17066;1918,17066;0,15081;0,13494;0,11509;0,9525;0,7541;0,5556;0,3969;1918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DF72DE9">
        <v:shape id="Freeform 629" o:spid="_x0000_s1653" style="position:absolute;left:0;text-align:left;margin-left:394.05pt;margin-top:4.3pt;width:1.4pt;height:1.5pt;z-index:25187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" path="m24,r5,l34,5r4,l38,10r5,l43,14r5,5l48,24r,5l43,34r,4l38,43r-4,5l29,48r-5,l19,48r-5,l10,43r-5,l5,38,,34,,29,,24,,19,,14,5,10,10,5r4,l19,r5,xe" fillcolor="aqua" stroked="f">
          <v:path arrowok="t" o:connecttype="custom" o:connectlocs="8890,0;10742,0;12594,1984;14076,1984;14076,3969;15928,3969;15928,5556;17780,7541;17780,9525;17780,11509;15928,13494;15928,15081;14076,17066;14076,17066;12594,19050;10742,19050;8890,19050;7038,19050;5186,19050;3704,17066;1852,17066;1852,15081;0,13494;0,11509;0,9525;0,7541;0,5556;1852,3969;1852,3969;370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EA92666">
        <v:shape id="Freeform 628" o:spid="_x0000_s1652" style="position:absolute;left:0;text-align:left;margin-left:396.9pt;margin-top:4.3pt;width:1.45pt;height:1.5pt;z-index:25187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" path="m24,r5,l34,5r4,l43,10r5,4l48,19r,5l48,29r,5l43,38r,5l38,43r-4,5l29,48r-5,l19,48r-5,l10,43r-5,l5,38,,34,,29,,24,,19,,14,5,10,10,5r4,l19,r5,xe" fillcolor="aqua" stroked="f">
          <v:path arrowok="t" o:connecttype="custom" o:connectlocs="9208,0;11126,0;13044,1984;14579,1984;16497,3969;16497,3969;18415,5556;18415,7541;18415,9525;18415,11509;18415,13494;16497,15081;16497,17066;14579,17066;13044,19050;11126,19050;9208,19050;7289,19050;5371,19050;3836,17066;1918,17066;1918,15081;0,13494;0,11509;0,9525;0,7541;0,5556;1918,3969;1918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A330054">
        <v:shape id="Freeform 627" o:spid="_x0000_s1651" style="position:absolute;left:0;text-align:left;margin-left:399.8pt;margin-top:4.3pt;width:1.45pt;height:1.5pt;z-index:25187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" path="m24,r5,l34,5r4,l43,10r5,4l48,19r,5l48,29r,5l43,38r,5l38,43r-4,5l29,48r-5,l19,48r-5,l10,43,5,38r,-4l,29,,24,,19,5,14r,-4l10,10r,-5l14,5,19,r5,xe" fillcolor="aqua" stroked="f">
          <v:path arrowok="t" o:connecttype="custom" o:connectlocs="9208,0;11126,0;13044,1984;14579,1984;16497,3969;16497,3969;18415,5556;18415,7541;18415,9525;18415,11509;18415,13494;16497,15081;16497,17066;14579,17066;13044,19050;11126,19050;9208,19050;7289,19050;5371,19050;3836,17066;3836,17066;1918,15081;1918,13494;0,11509;0,9525;0,7541;1918,5556;1918,3969;3836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1A07839">
        <v:shape id="Freeform 626" o:spid="_x0000_s1650" style="position:absolute;left:0;text-align:left;margin-left:402.55pt;margin-top:4.3pt;width:1.4pt;height:1.5pt;z-index:25187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" path="m24,r5,l34,5r5,l43,10r5,l48,14r,5l48,24r,5l48,34r,4l43,43r-4,l34,48r-5,l24,48r-5,l15,48r,-5l10,43,5,38r,-4l,29,,24,,19,5,14r,-4l10,10,15,5,19,r5,xe" fillcolor="aqua" stroked="f">
          <v:path arrowok="t" o:connecttype="custom" o:connectlocs="8890,0;10742,0;12594,1984;14446,1984;15928,3969;17780,3969;17780,5556;17780,7541;17780,9525;17780,11509;17780,13494;17780,15081;15928,17066;14446,17066;12594,19050;10742,19050;8890,19050;7038,19050;5556,19050;5556,17066;3704,17066;1852,15081;1852,13494;0,11509;0,9525;0,7541;1852,5556;1852,3969;3704,3969;5556,1984;555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430F727">
        <v:shape id="Freeform 625" o:spid="_x0000_s1649" style="position:absolute;left:0;text-align:left;margin-left:420.2pt;margin-top:4.3pt;width:1.4pt;height:1.5pt;z-index:25187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" path="m24,r4,l33,5r5,l38,10r5,l43,14r5,5l48,24r,5l43,34r,4l38,43r-5,5l28,48r-4,l19,48r-5,l9,43r-5,l4,38,,34,,29,,24,,19,,14,4,10,9,5r5,l19,r5,xe" fillcolor="aqua" stroked="f">
          <v:path arrowok="t" o:connecttype="custom" o:connectlocs="8890,0;10372,0;12224,1984;14076,1984;14076,3969;15928,3969;15928,5556;17780,7541;17780,9525;17780,11509;15928,13494;15928,15081;14076,17066;14076,17066;12224,19050;10372,19050;8890,19050;7038,19050;5186,19050;3334,17066;1482,17066;1482,15081;0,13494;0,11509;0,9525;0,7541;0,5556;1482,3969;1482,3969;333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58661D9">
        <v:shape id="Freeform 624" o:spid="_x0000_s1648" style="position:absolute;left:0;text-align:left;margin-left:405.45pt;margin-top:4.3pt;width:1.6pt;height:1.5pt;z-index:25187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" path="m29,r5,l39,5r4,5l48,10r,4l48,19r5,5l48,29r,5l48,38r-5,5l39,43r,5l34,48r-5,l24,48r-5,l15,43r-5,l5,38r,-4l5,29,,24,5,19r,-5l5,10r5,l15,5r4,l24,r5,xe" fillcolor="aqua" stroked="f">
          <v:path arrowok="t" o:connecttype="custom" o:connectlocs="11118,0;13035,0;14952,1984;14952,1984;16486,3969;18403,3969;18403,5556;18403,7541;20320,9525;18403,11509;18403,13494;18403,15081;16486,17066;14952,17066;14952,19050;13035,19050;11118,19050;9202,19050;7285,19050;5751,17066;3834,17066;1917,15081;1917,13494;1917,11509;0,9525;1917,7541;1917,5556;1917,3969;3834,3969;5751,1984;7285,1984;9202,0;1111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F646AAC">
        <v:shape id="Freeform 623" o:spid="_x0000_s1647" style="position:absolute;left:0;text-align:left;margin-left:423.1pt;margin-top:4.3pt;width:1.45pt;height:1.5pt;z-index:25187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" path="m24,r4,l33,5r5,l38,10r5,l48,14r,5l48,24r,5l48,34r-5,4l38,43r-5,5l28,48r-4,l19,48r-5,l9,43r-5,l4,38,,34,,29,,24,,19,,14,4,10,9,5r5,l19,r5,xe" fillcolor="aqua" stroked="f">
          <v:path arrowok="t" o:connecttype="custom" o:connectlocs="9208,0;10742,0;12660,1984;14579,1984;14579,3969;16497,3969;18415,5556;18415,7541;18415,9525;18415,11509;18415,13494;16497,15081;14579,17066;14579,17066;12660,19050;10742,19050;9208,19050;7289,19050;5371,19050;3453,17066;1535,17066;1535,15081;0,13494;0,11509;0,9525;0,7541;0,5556;1535,3969;1535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A5CFBBD">
        <v:shape id="Freeform 622" o:spid="_x0000_s1646" style="position:absolute;left:0;text-align:left;margin-left:408.45pt;margin-top:4.3pt;width:1.45pt;height:1.5pt;z-index:25187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" path="m24,r5,l34,5r4,l38,10r5,l43,14r5,5l48,24r,5l43,34r,4l38,43r-4,5l29,48r-5,l19,48r-5,l10,43r-5,l5,38,,34,,29,,24,,19,,14,5,10,10,5r4,l19,r5,xe" fillcolor="aqua" stroked="f">
          <v:path arrowok="t" o:connecttype="custom" o:connectlocs="9208,0;11126,0;13044,1984;14579,1984;14579,3969;16497,3969;16497,5556;18415,7541;18415,9525;18415,11509;16497,13494;16497,15081;14579,17066;14579,17066;13044,19050;11126,19050;9208,19050;7289,19050;5371,19050;3836,17066;1918,17066;1918,15081;0,13494;0,11509;0,9525;0,7541;0,5556;1918,3969;1918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7C323E6C">
        <v:shape id="Freeform 621" o:spid="_x0000_s1645" style="position:absolute;left:0;text-align:left;margin-left:425.95pt;margin-top:4.3pt;width:1.45pt;height:1.5pt;z-index:25187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" path="m24,r4,l33,5r5,l43,10r5,4l48,19r,5l48,29r,5l43,38r,5l38,43r-5,5l28,48r-4,l19,48r-5,l9,43,4,38,,34,,29,,24,,19,,14,4,10r5,l9,5r5,l19,r5,xe" fillcolor="aqua" stroked="f">
          <v:path arrowok="t" o:connecttype="custom" o:connectlocs="9208,0;10742,0;12660,1984;14579,1984;16497,3969;16497,3969;18415,5556;18415,7541;18415,9525;18415,11509;18415,13494;16497,15081;16497,17066;14579,17066;12660,19050;10742,19050;9208,19050;7289,19050;5371,19050;3453,17066;3453,17066;1535,15081;0,13494;0,11509;0,9525;0,7541;0,5556;1535,3969;3453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E91C15A">
        <v:shape id="Freeform 620" o:spid="_x0000_s1644" style="position:absolute;left:0;text-align:left;margin-left:411.4pt;margin-top:4.3pt;width:1.4pt;height:1.5pt;z-index:25186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" path="m24,r5,l34,5r4,l43,10r5,4l48,19r,5l48,29r,5l43,38r,5l38,43r-4,5l29,48r-5,l19,48r-5,l10,43r-5,l5,38,,34,,29,,24,,19,,14,5,10,10,5r4,l19,r5,xe" fillcolor="aqua" stroked="f">
          <v:path arrowok="t" o:connecttype="custom" o:connectlocs="8890,0;10742,0;12594,1984;14076,1984;15928,3969;15928,3969;17780,5556;17780,7541;17780,9525;17780,11509;17780,13494;15928,15081;15928,17066;14076,17066;12594,19050;10742,19050;8890,19050;7038,19050;5186,19050;3704,17066;1852,17066;1852,15081;0,13494;0,11509;0,9525;0,7541;0,5556;1852,3969;1852,3969;370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8B366F3">
        <v:shape id="Freeform 619" o:spid="_x0000_s1643" style="position:absolute;left:0;text-align:left;margin-left:428.9pt;margin-top:4.3pt;width:1.4pt;height:1.5pt;z-index:25186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" path="m24,r4,l33,5r5,l43,10r5,l48,14r,5l48,24r,5l48,34r,4l43,43r-5,l33,48r-5,l24,48r-5,l14,48r,-5l9,43,4,38r,-4l,29,,24,,19,4,14r,-4l9,10,14,5,19,r5,xe" fillcolor="aqua" stroked="f">
          <v:path arrowok="t" o:connecttype="custom" o:connectlocs="8890,0;10372,0;12224,1984;14076,1984;15928,3969;17780,3969;17780,5556;17780,7541;17780,9525;17780,11509;17780,13494;17780,15081;15928,17066;14076,17066;12224,19050;10372,19050;8890,19050;7038,19050;5186,19050;5186,17066;3334,17066;1482,15081;1482,13494;0,11509;0,9525;0,7541;1482,5556;1482,3969;3334,3969;5186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581362C">
        <v:shape id="Freeform 618" o:spid="_x0000_s1642" style="position:absolute;left:0;text-align:left;margin-left:414.25pt;margin-top:4.3pt;width:1.45pt;height:1.5pt;z-index:25186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" path="m24,r5,l34,5r4,l43,10r5,4l48,19r,5l48,29r,5l43,38r,5l38,43r-4,5l29,48r-5,l19,48r-5,l10,43,5,38r,-4l,29,,24,,19,5,14r,-4l10,10r,-5l14,5,19,r5,xe" fillcolor="aqua" stroked="f">
          <v:path arrowok="t" o:connecttype="custom" o:connectlocs="9208,0;11126,0;13044,1984;14579,1984;16497,3969;16497,3969;18415,5556;18415,7541;18415,9525;18415,11509;18415,13494;16497,15081;16497,17066;14579,17066;13044,19050;11126,19050;9208,19050;7289,19050;5371,19050;3836,17066;3836,17066;1918,15081;1918,13494;0,11509;0,9525;0,7541;1918,5556;1918,3969;3836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907EACF">
        <v:shape id="Freeform 617" o:spid="_x0000_s1641" style="position:absolute;left:0;text-align:left;margin-left:431.7pt;margin-top:4.3pt;width:1.6pt;height:1.5pt;z-index:25186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" path="m29,r5,l39,5r5,5l48,10r,4l48,19r5,5l48,29r,5l48,38r-4,5l39,43r,5l34,48r-5,l24,48r-4,l15,43r-5,l5,38r,-4l5,29,,24,5,19r,-5l5,10r5,l15,5r5,l24,r5,xe" fillcolor="aqua" stroked="f">
          <v:path arrowok="t" o:connecttype="custom" o:connectlocs="11118,0;13035,0;14952,1984;14952,1984;16869,3969;18403,3969;18403,5556;18403,7541;20320,9525;18403,11509;18403,13494;18403,15081;16869,17066;14952,17066;14952,19050;13035,19050;11118,19050;9202,19050;7668,19050;5751,17066;3834,17066;1917,15081;1917,13494;1917,11509;0,9525;1917,7541;1917,5556;1917,3969;3834,3969;5751,1984;7668,1984;9202,0;1111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FC7E336">
        <v:shape id="Freeform 616" o:spid="_x0000_s1640" style="position:absolute;left:0;text-align:left;margin-left:417.15pt;margin-top:4.3pt;width:1.45pt;height:1.5pt;z-index:25186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h463wUAAFg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" path="m24,r5,l33,5r5,l43,10r5,l48,14r,5l48,24r,5l48,34r,4l43,43r-5,l33,48r-4,l24,48r-5,l14,48r,-5l9,43,5,38r,-4l,29,,24,,19,5,14r,-4l9,10,14,5,19,r5,xe" fillcolor="aqua" stroked="f">
          <v:path arrowok="t" o:connecttype="custom" o:connectlocs="9208,0;11126,0;12660,1984;14579,1984;16497,3969;18415,3969;18415,5556;18415,7541;18415,9525;18415,11509;18415,13494;18415,15081;16497,17066;14579,17066;12660,19050;11126,19050;9208,19050;7289,19050;5371,19050;5371,17066;3453,17066;1918,15081;1918,13494;0,11509;0,9525;0,7541;1918,5556;1918,3969;3453,3969;5371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2646A8E">
        <v:shape id="Freeform 615" o:spid="_x0000_s1639" style="position:absolute;left:0;text-align:left;margin-left:434.75pt;margin-top:4.3pt;width:1.45pt;height:1.5pt;z-index:25186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" path="m24,r5,l34,5r5,l39,10r4,l43,14r5,5l48,24r,5l43,34r,4l39,43r-5,5l29,48r-5,l19,48r-4,l10,43r-5,l5,38,,34,,29,,24,,19,,14,5,10,10,5r5,l19,r5,xe" fillcolor="aqua" stroked="f">
          <v:path arrowok="t" o:connecttype="custom" o:connectlocs="9208,0;11126,0;13044,1984;14962,1984;14962,3969;16497,3969;16497,5556;18415,7541;18415,9525;18415,11509;16497,13494;16497,15081;14962,17066;14962,17066;13044,19050;11126,19050;9208,19050;7289,19050;5755,19050;3836,17066;1918,17066;1918,15081;0,13494;0,11509;0,9525;0,7541;0,5556;1918,3969;1918,3969;3836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1589E8F">
        <v:shape id="Freeform 614" o:spid="_x0000_s1638" style="position:absolute;left:0;text-align:left;margin-left:437.65pt;margin-top:4.3pt;width:1.45pt;height:1.5pt;z-index:25186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" path="m24,r5,l34,5r5,l43,10r5,4l48,19r,5l48,29r,5l43,38r,5l39,43r-5,5l29,48r-5,l19,48r-4,l10,43r-5,l5,38,,34,,29,,24,,19,,14,5,10,10,5r5,l19,r5,xe" fillcolor="aqua" stroked="f">
          <v:path arrowok="t" o:connecttype="custom" o:connectlocs="9208,0;11126,0;13044,1984;14962,1984;16497,3969;16497,3969;18415,5556;18415,7541;18415,9525;18415,11509;18415,13494;16497,15081;16497,17066;14962,17066;13044,19050;11126,19050;9208,19050;7289,19050;5755,19050;3836,17066;1918,17066;1918,15081;0,13494;0,11509;0,9525;0,7541;0,5556;1918,3969;1918,3969;3836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FC786AD">
        <v:shape id="Freeform 613" o:spid="_x0000_s1637" style="position:absolute;left:0;text-align:left;margin-left:440.5pt;margin-top:4.3pt;width:1.5pt;height:1.5pt;z-index:25186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" path="m24,r5,l34,5r5,l43,10r5,4l48,19r,5l48,29r,5l43,38r,5l39,43r-5,5l29,48r-5,l19,48r-4,l10,43,5,38r,-4l,29,,24,,19,5,14r,-4l10,10r,-5l15,5,19,r5,xe" fillcolor="aqua" stroked="f">
          <v:path arrowok="t" o:connecttype="custom" o:connectlocs="9525,0;11509,0;13494,1984;15478,1984;17066,3969;17066,3969;19050,5556;19050,7541;19050,9525;19050,11509;19050,13494;17066,15081;17066,17066;15478,17066;13494,19050;11509,19050;9525,19050;7541,19050;5953,19050;3969,17066;3969,17066;1984,15081;1984,13494;0,11509;0,9525;0,7541;1984,5556;1984,3969;3969,3969;3969,1984;5953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4867391">
        <v:shape id="Freeform 612" o:spid="_x0000_s1636" style="position:absolute;left:0;text-align:left;margin-left:443.45pt;margin-top:4.3pt;width:1.4pt;height:1.5pt;z-index:25186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" path="m24,r5,l34,5r5,l43,10r5,l48,14r,5l48,24r,5l48,34r,4l43,43r-4,l34,48r-5,l24,48r-5,l15,48r,-5l10,43,5,38r,-4l,29,,24,,19,5,14r,-4l10,10,15,5,19,r5,xe" fillcolor="aqua" stroked="f">
          <v:path arrowok="t" o:connecttype="custom" o:connectlocs="8890,0;10742,0;12594,1984;14446,1984;15928,3969;17780,3969;17780,5556;17780,7541;17780,9525;17780,11509;17780,13494;17780,15081;15928,17066;14446,17066;12594,19050;10742,19050;8890,19050;7038,19050;5556,19050;5556,17066;3704,17066;1852,15081;1852,13494;0,11509;0,9525;0,7541;1852,5556;1852,3969;3704,3969;5556,1984;555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50C378D">
        <v:shape id="Freeform 611" o:spid="_x0000_s1635" style="position:absolute;left:0;text-align:left;margin-left:446.45pt;margin-top:4.3pt;width:1.5pt;height:1.5pt;z-index:25186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" path="m24,r5,l33,5r5,5l43,10r,4l48,19r,5l48,29r-5,5l43,38r-5,5l33,43r,5l29,48r-5,l19,48r-5,l9,43r-4,l,38,,34,,29,,24,,19,,14,,10r5,l9,5r5,l19,r5,xe" fillcolor="aqua" stroked="f">
          <v:path arrowok="t" o:connecttype="custom" o:connectlocs="9525,0;11509,0;13097,1984;13097,1984;15081,3969;17066,3969;17066,5556;19050,7541;19050,9525;19050,11509;17066,13494;17066,15081;15081,17066;13097,17066;13097,19050;11509,19050;9525,19050;7541,19050;5556,19050;3572,17066;1984,17066;0,15081;0,13494;0,11509;0,9525;0,7541;0,5556;0,3969;1984,3969;3572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0BBE6B4">
        <v:shape id="Freeform 610" o:spid="_x0000_s1634" style="position:absolute;left:0;text-align:left;margin-left:449.35pt;margin-top:4.3pt;width:1.45pt;height:1.5pt;z-index:25185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" path="m24,r5,l33,5r5,l38,10r5,l43,14r5,5l48,24r,5l43,34r,4l38,43r-5,5l29,48r-5,l19,48r-5,l9,43r-4,l5,38,,34,,29,,24,,19,,14,5,10,9,5r5,l19,r5,xe" fillcolor="aqua" stroked="f">
          <v:path arrowok="t" o:connecttype="custom" o:connectlocs="9208,0;11126,0;12660,1984;14579,1984;14579,3969;16497,3969;16497,5556;18415,7541;18415,9525;18415,11509;16497,13494;16497,15081;14579,17066;14579,17066;12660,19050;11126,19050;9208,19050;7289,19050;5371,19050;3453,17066;1918,17066;1918,15081;0,13494;0,11509;0,9525;0,7541;0,5556;1918,3969;1918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38E4FFF">
        <v:shape id="Freeform 609" o:spid="_x0000_s1633" style="position:absolute;left:0;text-align:left;margin-left:452.25pt;margin-top:4.3pt;width:1.45pt;height:1.5pt;z-index:25185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BB34wUAAC4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" path="m24,r5,l33,5r5,l43,10r5,4l48,19r,5l48,29r,5l43,38r,5l38,43r-5,5l29,48r-5,l19,48r-5,l9,43r-4,l5,38,,34,,29,,24,,19,,14,5,10,9,5r5,l19,r5,xe" fillcolor="aqua" stroked="f">
          <v:path arrowok="t" o:connecttype="custom" o:connectlocs="9208,0;11126,0;12660,1984;14579,1984;16497,3969;16497,3969;18415,5556;18415,7541;18415,9525;18415,11509;18415,13494;16497,15081;16497,17066;14579,17066;12660,19050;11126,19050;9208,19050;7289,19050;5371,19050;3453,17066;1918,17066;1918,15081;0,13494;0,11509;0,9525;0,7541;0,5556;1918,3969;1918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759FC3D9">
        <v:shape id="Freeform 608" o:spid="_x0000_s1632" style="position:absolute;left:0;text-align:left;margin-left:455.15pt;margin-top:4.3pt;width:1.45pt;height:1.5pt;z-index:25185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8kX3AUAAC4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" path="m24,r5,l33,5r5,l43,10r5,4l48,19r,5l48,29r,5l43,38r,5l38,43r-5,5l29,48r-5,l19,48r-5,l9,43,5,38r,-4l,29,,24,,19,5,14r,-4l9,10,9,5r5,l19,r5,xe" fillcolor="aqua" stroked="f">
          <v:path arrowok="t" o:connecttype="custom" o:connectlocs="9208,0;11126,0;12660,1984;14579,1984;16497,3969;16497,3969;18415,5556;18415,7541;18415,9525;18415,11509;18415,13494;16497,15081;16497,17066;14579,17066;12660,19050;11126,19050;9208,19050;7289,19050;5371,19050;3453,17066;3453,17066;1918,15081;1918,13494;0,11509;0,9525;0,7541;1918,5556;1918,3969;3453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D295059">
        <v:shape id="Freeform 607" o:spid="_x0000_s1631" style="position:absolute;left:0;text-align:left;margin-left:458pt;margin-top:4.3pt;width:1.5pt;height:1.5pt;z-index:25185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" path="m24,r5,l33,5r5,l43,10r5,l48,14r,5l48,24r,5l48,34r,4l43,43r-5,l33,48r-4,l24,48r-5,l14,48r,-5l9,43,5,38r,-4l,29,,24,,19,5,14r,-4l9,10,14,5,19,r5,xe" fillcolor="aqua" stroked="f">
          <v:path arrowok="t" o:connecttype="custom" o:connectlocs="9525,0;11509,0;13097,1984;15081,1984;17066,3969;19050,3969;19050,5556;19050,7541;19050,9525;19050,11509;19050,13494;19050,15081;17066,17066;15081,17066;13097,19050;11509,19050;9525,19050;7541,19050;5556,19050;5556,17066;3572,17066;1984,15081;1984,13494;0,11509;0,9525;0,7541;1984,5556;1984,3969;3572,3969;5556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4FC2B32">
        <v:shape id="Freeform 606" o:spid="_x0000_s1630" style="position:absolute;left:0;text-align:left;margin-left:461.05pt;margin-top:4.3pt;width:1.45pt;height:1.5pt;z-index:25185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" path="m24,r5,l34,5r5,5l44,10r,4l48,19r,5l48,29r-4,5l44,38r-5,5l34,43r,5l29,48r-5,l20,48r-5,l10,43r-5,l,38,,34,,29,,24,,19,,14,,10r5,l10,5r5,l20,r4,xe" fillcolor="aqua" stroked="f">
          <v:path arrowok="t" o:connecttype="custom" o:connectlocs="9208,0;11126,0;13044,1984;13044,1984;14962,3969;16880,3969;16880,5556;18415,7541;18415,9525;18415,11509;16880,13494;16880,15081;14962,17066;13044,17066;13044,19050;11126,19050;9208,19050;7673,19050;5755,19050;3836,17066;1918,17066;0,15081;0,13494;0,11509;0,9525;0,7541;0,5556;0,3969;1918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911CDDE">
        <v:shape id="Freeform 605" o:spid="_x0000_s1629" style="position:absolute;left:0;text-align:left;margin-left:463.95pt;margin-top:4.3pt;width:1.45pt;height:1.5pt;z-index:25185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" path="m24,r5,l34,5r5,l39,10r5,l44,14r4,5l48,24r,5l44,34r,4l39,43r-5,5l29,48r-5,l20,48r-5,l10,43r-5,l5,38,,34,,29,,24,,19,,14,5,10,10,5r5,l20,r4,xe" fillcolor="aqua" stroked="f">
          <v:path arrowok="t" o:connecttype="custom" o:connectlocs="9208,0;11126,0;13044,1984;14962,1984;14962,3969;16880,3969;16880,5556;18415,7541;18415,9525;18415,11509;16880,13494;16880,15081;14962,17066;14962,17066;13044,19050;11126,19050;9208,19050;7673,19050;5755,19050;3836,17066;1918,17066;1918,15081;0,13494;0,11509;0,9525;0,7541;0,5556;1918,3969;1918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B139A0A">
        <v:shape id="Freeform 604" o:spid="_x0000_s1628" style="position:absolute;left:0;text-align:left;margin-left:466.85pt;margin-top:4.3pt;width:1.45pt;height:1.5pt;z-index:25185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" path="m24,r5,l34,5r5,l44,10r4,4l48,19r,5l48,29r,5l44,38r,5l39,43r-5,5l29,48r-5,l20,48r-5,l10,43r-5,l5,38,,34,,29,,24,,19,,14,5,10,10,5r5,l20,r4,xe" fillcolor="aqua" stroked="f">
          <v:path arrowok="t" o:connecttype="custom" o:connectlocs="9208,0;11126,0;13044,1984;14962,1984;16880,3969;16880,3969;18415,5556;18415,7541;18415,9525;18415,11509;18415,13494;16880,15081;16880,17066;14962,17066;13044,19050;11126,19050;9208,19050;7673,19050;5755,19050;3836,17066;1918,17066;1918,15081;0,13494;0,11509;0,9525;0,7541;0,5556;1918,3969;1918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A0923AF">
        <v:shape id="Freeform 603" o:spid="_x0000_s1627" style="position:absolute;left:0;text-align:left;margin-left:46.4pt;margin-top:4.3pt;width:1.45pt;height:1.5pt;z-index:25185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" path="m24,r5,l34,5r5,l43,10r5,l48,14r,5l48,24r,5l48,34r,4l43,43r-4,l34,48r-5,l24,48r-5,l15,48r,-5l10,43,5,38r,-4l,29,,24,,19,5,14r,-4l10,10,15,5,19,r5,xe" fillcolor="aqua" stroked="f">
          <v:path arrowok="t" o:connecttype="custom" o:connectlocs="9208,0;11126,0;13044,1984;14962,1984;16497,3969;18415,3969;18415,5556;18415,7541;18415,9525;18415,11509;18415,13494;18415,15081;16497,17066;14962,17066;13044,19050;11126,19050;9208,19050;7289,19050;5755,19050;5755,17066;3836,17066;1918,15081;1918,13494;0,11509;0,9525;0,7541;1918,5556;1918,3969;3836,3969;5755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BAAD74D">
        <v:shape id="Freeform 602" o:spid="_x0000_s1626" style="position:absolute;left:0;text-align:left;margin-left:49.45pt;margin-top:4.3pt;width:1.45pt;height:1.5pt;z-index:25185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" path="m24,r5,l33,5r5,5l43,10r,4l48,19r,5l48,29r-5,5l43,38r-5,5l33,43r,5l29,48r-5,l19,48r-5,l9,43r-4,l,38,,34,,29,,24,,19,,14,,10r5,l9,5r5,l19,r5,xe" fillcolor="aqua" stroked="f">
          <v:path arrowok="t" o:connecttype="custom" o:connectlocs="9208,0;11126,0;12660,1984;12660,1984;14579,3969;16497,3969;16497,5556;18415,7541;18415,9525;18415,11509;16497,13494;16497,15081;14579,17066;12660,17066;12660,19050;11126,19050;9208,19050;7289,19050;5371,19050;3453,17066;1918,17066;0,15081;0,13494;0,11509;0,9525;0,7541;0,5556;0,3969;1918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4127FEF">
        <v:shape id="Freeform 601" o:spid="_x0000_s1625" style="position:absolute;left:0;text-align:left;margin-left:52.35pt;margin-top:4.3pt;width:1.45pt;height:1.5pt;z-index:25185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" path="m24,r5,l33,5r5,l38,10r5,l43,14r5,5l48,24r,5l43,34r,4l38,43r-5,5l29,48r-5,l19,48r-5,l9,43r-4,l5,38,,34,,29,,24,,19,,14,5,10,9,5r5,l19,r5,xe" fillcolor="aqua" stroked="f">
          <v:path arrowok="t" o:connecttype="custom" o:connectlocs="9208,0;11126,0;12660,1984;14579,1984;14579,3969;16497,3969;16497,5556;18415,7541;18415,9525;18415,11509;16497,13494;16497,15081;14579,17066;14579,17066;12660,19050;11126,19050;9208,19050;7289,19050;5371,19050;3453,17066;1918,17066;1918,15081;0,13494;0,11509;0,9525;0,7541;0,5556;1918,3969;1918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4C2E14B">
        <v:shape id="Freeform 600" o:spid="_x0000_s1624" style="position:absolute;left:0;text-align:left;margin-left:55.2pt;margin-top:4.3pt;width:1.5pt;height:1.5pt;z-index:25184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" path="m24,r5,l33,5r5,l43,10r5,4l48,19r,5l48,29r,5l43,38r,5l38,43r-5,5l29,48r-5,l19,48r-5,l9,43r-4,l5,38,,34,,29,,24,,19,,14,5,10,9,5r5,l19,r5,xe" fillcolor="aqua" stroked="f">
          <v:path arrowok="t" o:connecttype="custom" o:connectlocs="9525,0;11509,0;13097,1984;15081,1984;17066,3969;17066,3969;19050,5556;19050,7541;19050,9525;19050,11509;19050,13494;17066,15081;17066,17066;15081,17066;13097,19050;11509,19050;9525,19050;7541,19050;5556,19050;3572,17066;1984,17066;1984,15081;0,13494;0,11509;0,9525;0,7541;0,5556;1984,3969;1984,3969;3572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349E28C">
        <v:shape id="Freeform 599" o:spid="_x0000_s1623" style="position:absolute;left:0;text-align:left;margin-left:58.15pt;margin-top:4.3pt;width:1.4pt;height:1.5pt;z-index:25184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" path="m24,r5,l33,5r5,l43,10r5,4l48,19r,5l48,29r,5l43,38r,5l38,43r-5,5l29,48r-5,l19,48r-5,l9,43,5,38r,-4l,29,,24,,19,5,14r,-4l9,10,9,5r5,l19,r5,xe" fillcolor="aqua" stroked="f">
          <v:path arrowok="t" o:connecttype="custom" o:connectlocs="8890,0;10742,0;12224,1984;14076,1984;15928,3969;15928,3969;17780,5556;17780,7541;17780,9525;17780,11509;17780,13494;15928,15081;15928,17066;14076,17066;12224,19050;10742,19050;8890,19050;7038,19050;5186,19050;3334,17066;3334,17066;1852,15081;1852,13494;0,11509;0,9525;0,7541;1852,5556;1852,3969;3334,3969;333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484E8B4">
        <v:shape id="Freeform 598" o:spid="_x0000_s1622" style="position:absolute;left:0;text-align:left;margin-left:61pt;margin-top:4.3pt;width:1.5pt;height:1.5pt;z-index:2518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" path="m24,r5,l33,5r5,l43,10r5,l48,14r,5l48,24r,5l48,34r,4l43,43r-5,l33,48r-4,l24,48r-5,l14,48r,-5l9,43,5,38r,-4l,29,,24,,19,5,14r,-4l9,10,14,5,19,r5,xe" fillcolor="aqua" stroked="f">
          <v:path arrowok="t" o:connecttype="custom" o:connectlocs="9525,0;11509,0;13097,1984;15081,1984;17066,3969;19050,3969;19050,5556;19050,7541;19050,9525;19050,11509;19050,13494;19050,15081;17066,17066;15081,17066;13097,19050;11509,19050;9525,19050;7541,19050;5556,19050;5556,17066;3572,17066;1984,15081;1984,13494;0,11509;0,9525;0,7541;1984,5556;1984,3969;3572,3969;5556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9E0250B">
        <v:shape id="Freeform 597" o:spid="_x0000_s1621" style="position:absolute;left:0;text-align:left;margin-left:64.05pt;margin-top:4.3pt;width:1.4pt;height:1.5pt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" path="m24,r5,l34,5r5,5l44,10r,4l48,19r,5l48,29r-4,5l44,38r-5,5l34,43r,5l29,48r-5,l20,48r-5,l10,43r-5,l,38,,34,,29,,24,,19,,14,,10r5,l10,5r5,l20,r4,xe" fillcolor="aqua" stroked="f">
          <v:path arrowok="t" o:connecttype="custom" o:connectlocs="8890,0;10742,0;12594,1984;12594,1984;14446,3969;16298,3969;16298,5556;17780,7541;17780,9525;17780,11509;16298,13494;16298,15081;14446,17066;12594,17066;12594,19050;10742,19050;8890,19050;7408,19050;5556,19050;3704,17066;1852,17066;0,15081;0,13494;0,11509;0,9525;0,7541;0,5556;0,3969;1852,3969;3704,1984;5556,1984;740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6FA072B">
        <v:shape id="Freeform 596" o:spid="_x0000_s1620" style="position:absolute;left:0;text-align:left;margin-left:66.9pt;margin-top:4.3pt;width:1.5pt;height:1.5pt;z-index:2518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" path="m24,r5,l34,5r5,l39,10r5,l44,14r4,5l48,24r,5l44,34r,4l39,43r-5,5l29,48r-5,l20,48r-5,l10,43r-5,l5,38,,34,,29,,24,,19,,14,5,10,10,5r5,l20,r4,xe" fillcolor="aqua" stroked="f">
          <v:path arrowok="t" o:connecttype="custom" o:connectlocs="9525,0;11509,0;13494,1984;15478,1984;15478,3969;17463,3969;17463,5556;19050,7541;19050,9525;19050,11509;17463,13494;17463,15081;15478,17066;15478,17066;13494,19050;11509,19050;9525,19050;7938,19050;5953,19050;3969,17066;1984,17066;1984,15081;0,13494;0,11509;0,9525;0,7541;0,5556;1984,3969;1984,3969;3969,1984;5953,1984;7938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0F1ACE0">
        <v:shape id="Freeform 595" o:spid="_x0000_s1619" style="position:absolute;left:0;text-align:left;margin-left:69.8pt;margin-top:4.3pt;width:1.45pt;height:1.5pt;z-index:25184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JFD5AUAADI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" path="m24,r5,l34,5r5,l44,10r4,4l48,19r,5l48,29r,5l44,38r,5l39,43r-5,5l29,48r-5,l20,48r-5,l10,43r-5,l5,38,,34,,29,,24,,19,,14,5,10,10,5r5,l20,r4,xe" fillcolor="aqua" stroked="f">
          <v:path arrowok="t" o:connecttype="custom" o:connectlocs="9208,0;11126,0;13044,1984;14962,1984;16880,3969;16880,3969;18415,5556;18415,7541;18415,9525;18415,11509;18415,13494;16880,15081;16880,17066;14962,17066;13044,19050;11126,19050;9208,19050;7673,19050;5755,19050;3836,17066;1918,17066;1918,15081;0,13494;0,11509;0,9525;0,7541;0,5556;1918,3969;1918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281E651">
        <v:shape id="Freeform 594" o:spid="_x0000_s1618" style="position:absolute;left:0;text-align:left;margin-left:72.7pt;margin-top:4.3pt;width:1.45pt;height:1.5pt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" path="m24,r5,l34,5r5,l44,10r4,4l48,19r,5l48,29r,5l44,38r,5l39,43r-5,5l29,48r-5,l20,48r-5,l10,43,5,38r,-4l,29,,24,,19,5,14r,-4l10,10r,-5l15,5,20,r4,xe" fillcolor="aqua" stroked="f">
          <v:path arrowok="t" o:connecttype="custom" o:connectlocs="9208,0;11126,0;13044,1984;14962,1984;16880,3969;16880,3969;18415,5556;18415,7541;18415,9525;18415,11509;18415,13494;16880,15081;16880,17066;14962,17066;13044,19050;11126,19050;9208,19050;7673,19050;5755,19050;3836,17066;3836,17066;1918,15081;1918,13494;0,11509;0,9525;0,7541;1918,5556;1918,3969;3836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C6D7C35">
        <v:shape id="Freeform 593" o:spid="_x0000_s1617" style="position:absolute;left:0;text-align:left;margin-left:75.6pt;margin-top:4.3pt;width:1.45pt;height:1.5pt;z-index:2518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" path="m24,r5,l34,5r5,l43,10r5,l48,14r,5l48,24r,5l48,34r,4l43,43r-4,l34,48r-5,l24,48r-4,l15,48r,-5l10,43,5,38r,-4l,29,,24,,19,5,14r,-4l10,10,15,5,20,r4,xe" fillcolor="aqua" stroked="f">
          <v:path arrowok="t" o:connecttype="custom" o:connectlocs="9208,0;11126,0;13044,1984;14962,1984;16497,3969;18415,3969;18415,5556;18415,7541;18415,9525;18415,11509;18415,13494;18415,15081;16497,17066;14962,17066;13044,19050;11126,19050;9208,19050;7673,19050;5755,19050;5755,17066;3836,17066;1918,15081;1918,13494;0,11509;0,9525;0,7541;1918,5556;1918,3969;3836,3969;5755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F42BB5F">
        <v:shape id="Freeform 592" o:spid="_x0000_s1616" style="position:absolute;left:0;text-align:left;margin-left:78.6pt;margin-top:4.3pt;width:1.5pt;height:1.5pt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" path="m24,r5,l34,5r4,5l43,10r,4l48,19r,5l48,29r-5,5l43,38r-5,5l34,43r,5l29,48r-5,l19,48r-5,l10,43r-5,l,38,,34,,29,,24,,19,,14,,10r5,l10,5r4,l19,r5,xe" fillcolor="aqua" stroked="f">
          <v:path arrowok="t" o:connecttype="custom" o:connectlocs="9525,0;11509,0;13494,1984;13494,1984;15081,3969;17066,3969;17066,5556;19050,7541;19050,9525;19050,11509;17066,13494;17066,15081;15081,17066;13494,17066;13494,19050;11509,19050;9525,19050;7541,19050;5556,19050;3969,17066;1984,17066;0,15081;0,13494;0,11509;0,9525;0,7541;0,5556;0,3969;1984,3969;3969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E1AF53E">
        <v:shape id="Freeform 591" o:spid="_x0000_s1615" style="position:absolute;left:0;text-align:left;margin-left:81.55pt;margin-top:4.3pt;width:1.4pt;height:1.5pt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" path="m24,r5,l34,5r4,l38,10r5,l43,14r5,5l48,24r,5l43,34r,4l38,43r-4,5l29,48r-5,l19,48r-5,l10,43r-5,l5,38,,34,,29,,24,,19,,14,5,10,10,5r4,l19,r5,xe" fillcolor="aqua" stroked="f">
          <v:path arrowok="t" o:connecttype="custom" o:connectlocs="8890,0;10742,0;12594,1984;14076,1984;14076,3969;15928,3969;15928,5556;17780,7541;17780,9525;17780,11509;15928,13494;15928,15081;14076,17066;14076,17066;12594,19050;10742,19050;8890,19050;7038,19050;5186,19050;3704,17066;1852,17066;1852,15081;0,13494;0,11509;0,9525;0,7541;0,5556;1852,3969;1852,3969;370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B3F1B2C">
        <v:shape id="Freeform 590" o:spid="_x0000_s1614" style="position:absolute;left:0;text-align:left;margin-left:84.4pt;margin-top:4.3pt;width:1.5pt;height:1.5pt;z-index:2518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" path="m24,r5,l34,5r4,l43,10r5,4l48,19r,5l48,29r,5l43,38r,5l38,43r-4,5l29,48r-5,l19,48r-5,l10,43r-5,l5,38,,34,,29,,24,,19,,14,5,10,10,5r4,l19,r5,xe" fillcolor="aqua" stroked="f">
          <v:path arrowok="t" o:connecttype="custom" o:connectlocs="9525,0;11509,0;13494,1984;15081,1984;17066,3969;17066,3969;19050,5556;19050,7541;19050,9525;19050,11509;19050,13494;17066,15081;17066,17066;15081,17066;13494,19050;11509,19050;9525,19050;7541,19050;5556,19050;3969,17066;1984,17066;1984,15081;0,13494;0,11509;0,9525;0,7541;0,5556;1984,3969;1984,3969;3969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F02440C">
        <v:shape id="Freeform 589" o:spid="_x0000_s1613" style="position:absolute;left:0;text-align:left;margin-left:87.3pt;margin-top:4.3pt;width:1.45pt;height:1.5pt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" path="m24,r5,l34,5r4,l43,10r5,4l48,19r,5l48,29r,5l43,38r,5l38,43r-4,5l29,48r-5,l19,48r-5,l10,43,5,38r,-4l,29,,24,,19,5,14r,-4l10,10r,-5l14,5,19,r5,xe" fillcolor="aqua" stroked="f">
          <v:path arrowok="t" o:connecttype="custom" o:connectlocs="9208,0;11126,0;13044,1984;14579,1984;16497,3969;16497,3969;18415,5556;18415,7541;18415,9525;18415,11509;18415,13494;16497,15081;16497,17066;14579,17066;13044,19050;11126,19050;9208,19050;7289,19050;5371,19050;3836,17066;3836,17066;1918,15081;1918,13494;0,11509;0,9525;0,7541;1918,5556;1918,3969;3836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4F94AC4">
        <v:shape id="Freeform 588" o:spid="_x0000_s1612" style="position:absolute;left:0;text-align:left;margin-left:90.05pt;margin-top:4.3pt;width:1.45pt;height:1.5pt;z-index:2518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" path="m24,r5,l34,5r5,l43,10r5,l48,14r,5l48,24r,5l48,34r,4l43,43r-4,l34,48r-5,l24,48r-5,l15,48r,-5l10,43,5,38r,-4l,29,,24,,19,5,14r,-4l10,10,15,5,19,r5,xe" fillcolor="aqua" stroked="f">
          <v:path arrowok="t" o:connecttype="custom" o:connectlocs="9208,0;11126,0;13044,1984;14962,1984;16497,3969;18415,3969;18415,5556;18415,7541;18415,9525;18415,11509;18415,13494;18415,15081;16497,17066;14962,17066;13044,19050;11126,19050;9208,19050;7289,19050;5755,19050;5755,17066;3836,17066;1918,15081;1918,13494;0,11509;0,9525;0,7541;1918,5556;1918,3969;3836,3969;5755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AB602D7">
        <v:shape id="Freeform 587" o:spid="_x0000_s1611" style="position:absolute;left:0;text-align:left;margin-left:107.7pt;margin-top:4.3pt;width:1.45pt;height:1.5pt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" path="m24,r4,l33,5r5,l38,10r5,l43,14r5,5l48,24r,5l43,34r,4l38,43r-5,5l28,48r-4,l19,48r-5,l9,43r-5,l4,38,,34,,29,,24,,19,,14,4,10,9,5r5,l19,r5,xe" fillcolor="aqua" stroked="f">
          <v:path arrowok="t" o:connecttype="custom" o:connectlocs="9208,0;10742,0;12660,1984;14579,1984;14579,3969;16497,3969;16497,5556;18415,7541;18415,9525;18415,11509;16497,13494;16497,15081;14579,17066;14579,17066;12660,19050;10742,19050;9208,19050;7289,19050;5371,19050;3453,17066;1535,17066;1535,15081;0,13494;0,11509;0,9525;0,7541;0,5556;1535,3969;1535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397D071">
        <v:shape id="Freeform 586" o:spid="_x0000_s1610" style="position:absolute;left:0;text-align:left;margin-left:92.95pt;margin-top:4.3pt;width:1.6pt;height:1.5pt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" path="m29,r5,l39,5r4,5l48,10r,4l48,19r5,5l48,29r,5l48,38r-5,5l39,43r,5l34,48r-5,l24,48r-5,l15,43r-5,l5,38r,-4l5,29,,24,5,19r,-5l5,10r5,l15,5r4,l24,r5,xe" fillcolor="aqua" stroked="f">
          <v:path arrowok="t" o:connecttype="custom" o:connectlocs="11118,0;13035,0;14952,1984;14952,1984;16486,3969;18403,3969;18403,5556;18403,7541;20320,9525;18403,11509;18403,13494;18403,15081;16486,17066;14952,17066;14952,19050;13035,19050;11118,19050;9202,19050;7285,19050;5751,17066;3834,17066;1917,15081;1917,13494;1917,11509;0,9525;1917,7541;1917,5556;1917,3969;3834,3969;5751,1984;7285,1984;9202,0;1111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2244CD4">
        <v:shape id="Freeform 585" o:spid="_x0000_s1609" style="position:absolute;left:0;text-align:left;margin-left:110.6pt;margin-top:4.3pt;width:1.45pt;height:1.5pt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" path="m24,r4,l33,5r5,l38,10r5,l48,14r,5l48,24r,5l48,34r-5,4l38,43r-5,5l28,48r-4,l19,48r-5,l9,43r-5,l4,38,,34,,29,,24,,19,,14,4,10,9,5r5,l19,r5,xe" fillcolor="aqua" stroked="f">
          <v:path arrowok="t" o:connecttype="custom" o:connectlocs="9208,0;10742,0;12660,1984;14579,1984;14579,3969;16497,3969;18415,5556;18415,7541;18415,9525;18415,11509;18415,13494;16497,15081;14579,17066;14579,17066;12660,19050;10742,19050;9208,19050;7289,19050;5371,19050;3453,17066;1535,17066;1535,15081;0,13494;0,11509;0,9525;0,7541;0,5556;1535,3969;1535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5A42953">
        <v:shape id="Freeform 584" o:spid="_x0000_s1608" style="position:absolute;left:0;text-align:left;margin-left:95.95pt;margin-top:4.3pt;width:1.5pt;height:1.5pt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" path="m24,r5,l34,5r4,l38,10r5,l43,14r5,5l48,24r,5l43,34r,4l38,43r-4,5l29,48r-5,l19,48r-5,l10,43r-5,l5,38,,34,,29,,24,,19,,14,5,10,10,5r4,l19,r5,xe" fillcolor="aqua" stroked="f">
          <v:path arrowok="t" o:connecttype="custom" o:connectlocs="9525,0;11509,0;13494,1984;15081,1984;15081,3969;17066,3969;17066,5556;19050,7541;19050,9525;19050,11509;17066,13494;17066,15081;15081,17066;15081,17066;13494,19050;11509,19050;9525,19050;7541,19050;5556,19050;3969,17066;1984,17066;1984,15081;0,13494;0,11509;0,9525;0,7541;0,5556;1984,3969;1984,3969;3969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5D2137F">
        <v:shape id="Freeform 583" o:spid="_x0000_s1607" style="position:absolute;left:0;text-align:left;margin-left:113.45pt;margin-top:4.3pt;width:1.5pt;height:1.5pt;z-index:25183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" path="m24,r4,l33,5r5,l43,10r5,4l48,19r,5l48,29r,5l43,38r,5l38,43r-5,5l28,48r-4,l19,48r-5,l9,43,4,38,,34,,29,,24,,19,,14,4,10r5,l9,5r5,l19,r5,xe" fillcolor="aqua" stroked="f">
          <v:path arrowok="t" o:connecttype="custom" o:connectlocs="9525,0;11113,0;13097,1984;15081,1984;17066,3969;17066,3969;19050,5556;19050,7541;19050,9525;19050,11509;19050,13494;17066,15081;17066,17066;15081,17066;13097,19050;11113,19050;9525,19050;7541,19050;5556,19050;3572,17066;3572,17066;1588,15081;0,13494;0,11509;0,9525;0,7541;0,5556;1588,3969;3572,3969;3572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742A768">
        <v:shape id="Freeform 582" o:spid="_x0000_s1606" style="position:absolute;left:0;text-align:left;margin-left:98.9pt;margin-top:4.3pt;width:1.4pt;height:1.5pt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" path="m24,r5,l34,5r4,l43,10r5,4l48,19r,5l48,29r,5l43,38r,5l38,43r-4,5l29,48r-5,l19,48r-5,l10,43r-5,l5,38,,34,,29,,24,,19,,14,5,10,10,5r4,l19,r5,xe" fillcolor="aqua" stroked="f">
          <v:path arrowok="t" o:connecttype="custom" o:connectlocs="8890,0;10742,0;12594,1984;14076,1984;15928,3969;15928,3969;17780,5556;17780,7541;17780,9525;17780,11509;17780,13494;15928,15081;15928,17066;14076,17066;12594,19050;10742,19050;8890,19050;7038,19050;5186,19050;3704,17066;1852,17066;1852,15081;0,13494;0,11509;0,9525;0,7541;0,5556;1852,3969;1852,3969;370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31D2A6F">
        <v:shape id="Freeform 581" o:spid="_x0000_s1605" style="position:absolute;left:0;text-align:left;margin-left:116.4pt;margin-top:4.3pt;width:1.4pt;height:1.5pt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" path="m24,r4,l33,5r5,l43,10r5,l48,14r,5l48,24r,5l48,34r,4l43,43r-5,l33,48r-5,l24,48r-5,l14,48r,-5l9,43,4,38r,-4l,29,,24,,19,4,14r,-4l9,10,14,5,19,r5,xe" fillcolor="aqua" stroked="f">
          <v:path arrowok="t" o:connecttype="custom" o:connectlocs="8890,0;10372,0;12224,1984;14076,1984;15928,3969;17780,3969;17780,5556;17780,7541;17780,9525;17780,11509;17780,13494;17780,15081;15928,17066;14076,17066;12224,19050;10372,19050;8890,19050;7038,19050;5186,19050;5186,17066;3334,17066;1482,15081;1482,13494;0,11509;0,9525;0,7541;1482,5556;1482,3969;3334,3969;5186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0F19C26">
        <v:shape id="Freeform 580" o:spid="_x0000_s1604" style="position:absolute;left:0;text-align:left;margin-left:101.75pt;margin-top:4.3pt;width:1.5pt;height:1.5pt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" path="m24,r5,l34,5r4,l43,10r5,4l48,19r,5l48,29r,5l43,38r,5l38,43r-4,5l29,48r-5,l19,48r-5,l10,43,5,38r,-4l,29,,24,,19,5,14r,-4l10,10r,-5l14,5,19,r5,xe" fillcolor="aqua" stroked="f">
          <v:path arrowok="t" o:connecttype="custom" o:connectlocs="9525,0;11509,0;13494,1984;15081,1984;17066,3969;17066,3969;19050,5556;19050,7541;19050,9525;19050,11509;19050,13494;17066,15081;17066,17066;15081,17066;13494,19050;11509,19050;9525,19050;7541,19050;5556,19050;3969,17066;3969,17066;1984,15081;1984,13494;0,11509;0,9525;0,7541;1984,5556;1984,3969;3969,3969;3969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0001DA6">
        <v:shape id="Freeform 579" o:spid="_x0000_s1603" style="position:absolute;left:0;text-align:left;margin-left:119.2pt;margin-top:4.3pt;width:1.65pt;height:1.5pt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" path="m29,r5,l39,5r5,5l48,10r,4l48,19r5,5l48,29r,5l48,38r-4,5l39,43r,5l34,48r-5,l24,48r-4,l15,43r-5,l5,38r,-4l5,29,,24,5,19r,-5l5,10r5,l15,5r5,l24,r5,xe" fillcolor="aqua" stroked="f">
          <v:path arrowok="t" o:connecttype="custom" o:connectlocs="11466,0;13443,0;15420,1984;15420,1984;17397,3969;18978,3969;18978,5556;18978,7541;20955,9525;18978,11509;18978,13494;18978,15081;17397,17066;15420,17066;15420,19050;13443,19050;11466,19050;9489,19050;7908,19050;5931,17066;3954,17066;1977,15081;1977,13494;1977,11509;0,9525;1977,7541;1977,5556;1977,3969;3954,3969;5931,1984;7908,1984;9489,0;11466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F7E2A7E">
        <v:shape id="Freeform 578" o:spid="_x0000_s1602" style="position:absolute;left:0;text-align:left;margin-left:104.65pt;margin-top:4.3pt;width:1.45pt;height:1.5pt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" path="m24,r5,l33,5r5,l43,10r5,l48,14r,5l48,24r,5l48,34r,4l43,43r-5,l33,48r-4,l24,48r-5,l14,48r,-5l9,43,5,38r,-4l,29,,24,,19,5,14r,-4l9,10,14,5,19,r5,xe" fillcolor="aqua" stroked="f">
          <v:path arrowok="t" o:connecttype="custom" o:connectlocs="9208,0;11126,0;12660,1984;14579,1984;16497,3969;18415,3969;18415,5556;18415,7541;18415,9525;18415,11509;18415,13494;18415,15081;16497,17066;14579,17066;12660,19050;11126,19050;9208,19050;7289,19050;5371,19050;5371,17066;3453,17066;1918,15081;1918,13494;0,11509;0,9525;0,7541;1918,5556;1918,3969;3453,3969;5371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630FEA9">
        <v:shape id="Freeform 577" o:spid="_x0000_s1601" style="position:absolute;left:0;text-align:left;margin-left:122.3pt;margin-top:4.3pt;width:1.4pt;height:1.5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" path="m24,r5,l34,5r5,l39,10r4,l43,14r5,5l48,24r,5l43,34r,4l39,43r-5,5l29,48r-5,l19,48r-4,l10,43r-5,l5,38,,34,,29,,24,,19,,14,5,10,10,5r5,l19,r5,xe" fillcolor="aqua" stroked="f">
          <v:path arrowok="t" o:connecttype="custom" o:connectlocs="8890,0;10742,0;12594,1984;14446,1984;14446,3969;15928,3969;15928,5556;17780,7541;17780,9525;17780,11509;15928,13494;15928,15081;14446,17066;14446,17066;12594,19050;10742,19050;8890,19050;7038,19050;5556,19050;3704,17066;1852,17066;1852,15081;0,13494;0,11509;0,9525;0,7541;0,5556;1852,3969;1852,3969;3704,1984;555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0A67FE7">
        <v:shape id="Freeform 576" o:spid="_x0000_s1600" style="position:absolute;left:0;text-align:left;margin-left:125.15pt;margin-top:4.3pt;width:1.5pt;height:1.5pt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" path="m24,r5,l34,5r5,l43,10r5,4l48,19r,5l48,29r,5l43,38r,5l39,43r-5,5l29,48r-5,l19,48r-4,l10,43r-5,l5,38,,34,,29,,24,,19,,14,5,10,10,5r5,l19,r5,xe" fillcolor="aqua" stroked="f">
          <v:path arrowok="t" o:connecttype="custom" o:connectlocs="9525,0;11509,0;13494,1984;15478,1984;17066,3969;17066,3969;19050,5556;19050,7541;19050,9525;19050,11509;19050,13494;17066,15081;17066,17066;15478,17066;13494,19050;11509,19050;9525,19050;7541,19050;5953,19050;3969,17066;1984,17066;1984,15081;0,13494;0,11509;0,9525;0,7541;0,5556;1984,3969;1984,3969;3969,1984;5953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E85609E">
        <v:shape id="Freeform 575" o:spid="_x0000_s1599" style="position:absolute;left:0;text-align:left;margin-left:128.05pt;margin-top:4.3pt;width:1.45pt;height:1.5pt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" path="m24,r5,l34,5r5,l43,10r5,4l48,19r,5l48,29r,5l43,38r,5l39,43r-5,5l29,48r-5,l19,48r-4,l10,43,5,38r,-4l,29,,24,,19,5,14r,-4l10,10r,-5l15,5,19,r5,xe" fillcolor="aqua" stroked="f">
          <v:path arrowok="t" o:connecttype="custom" o:connectlocs="9208,0;11126,0;13044,1984;14962,1984;16497,3969;16497,3969;18415,5556;18415,7541;18415,9525;18415,11509;18415,13494;16497,15081;16497,17066;14962,17066;13044,19050;11126,19050;9208,19050;7289,19050;5755,19050;3836,17066;3836,17066;1918,15081;1918,13494;0,11509;0,9525;0,7541;1918,5556;1918,3969;3836,3969;3836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DD83A82">
        <v:shape id="Freeform 574" o:spid="_x0000_s1598" style="position:absolute;left:0;text-align:left;margin-left:130.95pt;margin-top:4.3pt;width:1.45pt;height:1.5pt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" path="m24,r5,l34,5r5,l43,10r5,l48,14r,5l48,24r,5l48,34r,4l43,43r-4,l34,48r-5,l24,48r-5,l15,48r,-5l10,43,5,38r,-4l,29,,24,,19,5,14r,-4l10,10,15,5,19,r5,xe" fillcolor="aqua" stroked="f">
          <v:path arrowok="t" o:connecttype="custom" o:connectlocs="9208,0;11126,0;13044,1984;14962,1984;16497,3969;18415,3969;18415,5556;18415,7541;18415,9525;18415,11509;18415,13494;18415,15081;16497,17066;14962,17066;13044,19050;11126,19050;9208,19050;7289,19050;5755,19050;5755,17066;3836,17066;1918,15081;1918,13494;0,11509;0,9525;0,7541;1918,5556;1918,3969;3836,3969;5755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B49598A">
        <v:shape id="Freeform 573" o:spid="_x0000_s1597" style="position:absolute;left:0;text-align:left;margin-left:134pt;margin-top:4.3pt;width:1.45pt;height:1.5pt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" path="m24,r5,l33,5r5,5l43,10r,4l48,19r,5l48,29r-5,5l43,38r-5,5l33,43r,5l29,48r-5,l19,48r-5,l9,43r-4,l,38,,34,,29,,24,,19,,14,,10r5,l9,5r5,l19,r5,xe" fillcolor="aqua" stroked="f">
          <v:path arrowok="t" o:connecttype="custom" o:connectlocs="9208,0;11126,0;12660,1984;12660,1984;14579,3969;16497,3969;16497,5556;18415,7541;18415,9525;18415,11509;16497,13494;16497,15081;14579,17066;12660,17066;12660,19050;11126,19050;9208,19050;7289,19050;5371,19050;3453,17066;1918,17066;0,15081;0,13494;0,11509;0,9525;0,7541;0,5556;0,3969;1918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7FCF031">
        <v:shape id="Freeform 572" o:spid="_x0000_s1596" style="position:absolute;left:0;text-align:left;margin-left:136.85pt;margin-top:4.3pt;width:1.5pt;height:1.5pt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" path="m24,r5,l33,5r5,l38,10r5,l43,14r5,5l48,24r,5l43,34r,4l38,43r-5,5l29,48r-5,l19,48r-5,l9,43r-4,l5,38,,34,,29,,24,,19,,14,5,10,9,5r5,l19,r5,xe" fillcolor="aqua" stroked="f">
          <v:path arrowok="t" o:connecttype="custom" o:connectlocs="9525,0;11509,0;13097,1984;15081,1984;15081,3969;17066,3969;17066,5556;19050,7541;19050,9525;19050,11509;17066,13494;17066,15081;15081,17066;15081,17066;13097,19050;11509,19050;9525,19050;7541,19050;5556,19050;3572,17066;1984,17066;1984,15081;0,13494;0,11509;0,9525;0,7541;0,5556;1984,3969;1984,3969;3572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D975CEC">
        <v:shape id="Freeform 571" o:spid="_x0000_s1595" style="position:absolute;left:0;text-align:left;margin-left:139.8pt;margin-top:4.3pt;width:1.4pt;height:1.5pt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" path="m24,r5,l33,5r5,l43,10r5,4l48,19r,5l48,29r,5l43,38r,5l38,43r-5,5l29,48r-5,l19,48r-5,l9,43r-4,l5,38,,34,,29,,24,,19,,14,5,10,9,5r5,l19,r5,xe" fillcolor="aqua" stroked="f">
          <v:path arrowok="t" o:connecttype="custom" o:connectlocs="8890,0;10742,0;12224,1984;14076,1984;15928,3969;15928,3969;17780,5556;17780,7541;17780,9525;17780,11509;17780,13494;15928,15081;15928,17066;14076,17066;12224,19050;10742,19050;8890,19050;7038,19050;5186,19050;3334,17066;1852,17066;1852,15081;0,13494;0,11509;0,9525;0,7541;0,5556;1852,3969;1852,3969;333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2D48A66">
        <v:shape id="Freeform 570" o:spid="_x0000_s1594" style="position:absolute;left:0;text-align:left;margin-left:142.65pt;margin-top:4.3pt;width:1.5pt;height:1.5pt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" path="m24,r5,l33,5r5,l43,10r5,4l48,19r,5l48,29r,5l43,38r,5l38,43r-5,5l29,48r-5,l19,48r-5,l9,43,5,38r,-4l,29,,24,,19,5,14r,-4l9,10,9,5r5,l19,r5,xe" fillcolor="aqua" stroked="f">
          <v:path arrowok="t" o:connecttype="custom" o:connectlocs="9525,0;11509,0;13097,1984;15081,1984;17066,3969;17066,3969;19050,5556;19050,7541;19050,9525;19050,11509;19050,13494;17066,15081;17066,17066;15081,17066;13097,19050;11509,19050;9525,19050;7541,19050;5556,19050;3572,17066;3572,17066;1984,15081;1984,13494;0,11509;0,9525;0,7541;1984,5556;1984,3969;3572,3969;3572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ECE3B87">
        <v:shape id="Freeform 569" o:spid="_x0000_s1593" style="position:absolute;left:0;text-align:left;margin-left:145.55pt;margin-top:4.3pt;width:1.45pt;height:1.5pt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" path="m24,r5,l33,5r5,l43,10r5,l48,14r,5l48,24r,5l48,34r,4l43,43r-5,l33,48r-4,l24,48r-5,l14,48r,-5l9,43,5,38r,-4l,29,,24,,19,5,14r,-4l9,10,14,5,19,r5,xe" fillcolor="aqua" stroked="f">
          <v:path arrowok="t" o:connecttype="custom" o:connectlocs="9208,0;11126,0;12660,1984;14579,1984;16497,3969;18415,3969;18415,5556;18415,7541;18415,9525;18415,11509;18415,13494;18415,15081;16497,17066;14579,17066;12660,19050;11126,19050;9208,19050;7289,19050;5371,19050;5371,17066;3453,17066;1918,15081;1918,13494;0,11509;0,9525;0,7541;1918,5556;1918,3969;3453,3969;5371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8CE8707">
        <v:shape id="Freeform 568" o:spid="_x0000_s1592" style="position:absolute;left:0;text-align:left;margin-left:148.55pt;margin-top:4.3pt;width:1.45pt;height:1.5pt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" path="m24,r5,l34,5r5,5l44,10r,4l48,19r,5l48,29r-4,5l44,38r-5,5l34,43r,5l29,48r-5,l20,48r-5,l10,43r-5,l,38,,34,,29,,24,,19,,14,,10r5,l10,5r5,l20,r4,xe" fillcolor="aqua" stroked="f">
          <v:path arrowok="t" o:connecttype="custom" o:connectlocs="9208,0;11126,0;13044,1984;13044,1984;14962,3969;16880,3969;16880,5556;18415,7541;18415,9525;18415,11509;16880,13494;16880,15081;14962,17066;13044,17066;13044,19050;11126,19050;9208,19050;7673,19050;5755,19050;3836,17066;1918,17066;0,15081;0,13494;0,11509;0,9525;0,7541;0,5556;0,3969;1918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61F0158">
        <v:shape id="Freeform 567" o:spid="_x0000_s1591" style="position:absolute;left:0;text-align:left;margin-left:151.5pt;margin-top:4.3pt;width:1.4pt;height:1.5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" path="m24,r5,l34,5r5,l39,10r5,l44,14r4,5l48,24r,5l44,34r,4l39,43r-5,5l29,48r-5,l20,48r-5,l10,43r-5,l5,38,,34,,29,,24,,19,,14,5,10,10,5r5,l20,r4,xe" fillcolor="aqua" stroked="f">
          <v:path arrowok="t" o:connecttype="custom" o:connectlocs="8890,0;10742,0;12594,1984;14446,1984;14446,3969;16298,3969;16298,5556;17780,7541;17780,9525;17780,11509;16298,13494;16298,15081;14446,17066;14446,17066;12594,19050;10742,19050;8890,19050;7408,19050;5556,19050;3704,17066;1852,17066;1852,15081;0,13494;0,11509;0,9525;0,7541;0,5556;1852,3969;1852,3969;3704,1984;5556,1984;740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E8352B9">
        <v:shape id="Freeform 566" o:spid="_x0000_s1590" style="position:absolute;left:0;text-align:left;margin-left:154.35pt;margin-top:4.3pt;width:1.45pt;height:1.5pt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hZg4QUAADI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" path="m24,r5,l34,5r5,l44,10r4,4l48,19r,5l48,29r,5l44,38r,5l39,43r-5,5l29,48r-5,l20,48r-5,l10,43r-5,l5,38,,34,,29,,24,,19,,14,5,10,10,5r5,l20,r4,xe" fillcolor="aqua" stroked="f">
          <v:path arrowok="t" o:connecttype="custom" o:connectlocs="9208,0;11126,0;13044,1984;14962,1984;16880,3969;16880,3969;18415,5556;18415,7541;18415,9525;18415,11509;18415,13494;16880,15081;16880,17066;14962,17066;13044,19050;11126,19050;9208,19050;7673,19050;5755,19050;3836,17066;1918,17066;1918,15081;0,13494;0,11509;0,9525;0,7541;0,5556;1918,3969;1918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F098788">
        <v:shape id="Freeform 565" o:spid="_x0000_s1589" style="position:absolute;left:0;text-align:left;margin-left:157.25pt;margin-top:4.3pt;width:1.45pt;height:1.5pt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" path="m24,r5,l34,5r5,l44,10r4,4l48,19r,5l48,29r,5l44,38r,5l39,43r-5,5l29,48r-5,l20,48r-5,l10,43,5,38r,-4l,29,,24,,19,5,14r,-4l10,10r,-5l15,5,20,r4,xe" fillcolor="aqua" stroked="f">
          <v:path arrowok="t" o:connecttype="custom" o:connectlocs="9208,0;11126,0;13044,1984;14962,1984;16880,3969;16880,3969;18415,5556;18415,7541;18415,9525;18415,11509;18415,13494;16880,15081;16880,17066;14962,17066;13044,19050;11126,19050;9208,19050;7673,19050;5755,19050;3836,17066;3836,17066;1918,15081;1918,13494;0,11509;0,9525;0,7541;1918,5556;1918,3969;3836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BA13DDA">
        <v:shape id="Freeform 564" o:spid="_x0000_s1588" style="position:absolute;left:0;text-align:left;margin-left:160.15pt;margin-top:4.3pt;width:1.45pt;height:1.5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" path="m24,r5,l34,5r5,l43,10r5,l48,14r,5l48,24r,5l48,34r,4l43,43r-4,l34,48r-5,l24,48r-4,l15,48r,-5l10,43,5,38r,-4l,29,,24,,19,5,14r,-4l10,10,15,5,20,r4,xe" fillcolor="aqua" stroked="f">
          <v:path arrowok="t" o:connecttype="custom" o:connectlocs="9208,0;11126,0;13044,1984;14962,1984;16497,3969;18415,3969;18415,5556;18415,7541;18415,9525;18415,11509;18415,13494;18415,15081;16497,17066;14962,17066;13044,19050;11126,19050;9208,19050;7673,19050;5755,19050;5755,17066;3836,17066;1918,15081;1918,13494;0,11509;0,9525;0,7541;1918,5556;1918,3969;3836,3969;5755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3CEBF0C">
        <v:shape id="Freeform 563" o:spid="_x0000_s1587" style="position:absolute;left:0;text-align:left;margin-left:163.2pt;margin-top:4.3pt;width:1.45pt;height:1.5pt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" path="m24,r5,l34,5r4,5l43,10r,4l48,19r,5l48,29r-5,5l43,38r-5,5l34,43r,5l29,48r-5,l19,48r-5,l10,43r-5,l,38,,34,,29,,24,,19,,14,,10r5,l10,5r4,l19,r5,xe" fillcolor="aqua" stroked="f">
          <v:path arrowok="t" o:connecttype="custom" o:connectlocs="9208,0;11126,0;13044,1984;13044,1984;14579,3969;16497,3969;16497,5556;18415,7541;18415,9525;18415,11509;16497,13494;16497,15081;14579,17066;13044,17066;13044,19050;11126,19050;9208,19050;7289,19050;5371,19050;3836,17066;1918,17066;0,15081;0,13494;0,11509;0,9525;0,7541;0,5556;0,3969;1918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D83E3BC">
        <v:shape id="Freeform 562" o:spid="_x0000_s1586" style="position:absolute;left:0;text-align:left;margin-left:166.05pt;margin-top:4.3pt;width:1.45pt;height:1.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" path="m24,r5,l34,5r4,l38,10r5,l43,14r5,5l48,24r,5l43,34r,4l38,43r-4,5l29,48r-5,l19,48r-5,l10,43r-5,l5,38,,34,,29,,24,,19,,14,5,10,10,5r4,l19,r5,xe" fillcolor="aqua" stroked="f">
          <v:path arrowok="t" o:connecttype="custom" o:connectlocs="9208,0;11126,0;13044,1984;14579,1984;14579,3969;16497,3969;16497,5556;18415,7541;18415,9525;18415,11509;16497,13494;16497,15081;14579,17066;14579,17066;13044,19050;11126,19050;9208,19050;7289,19050;5371,19050;3836,17066;1918,17066;1918,15081;0,13494;0,11509;0,9525;0,7541;0,5556;1918,3969;1918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7C47BDC">
        <v:shape id="Freeform 561" o:spid="_x0000_s1585" style="position:absolute;left:0;text-align:left;margin-left:169pt;margin-top:4.3pt;width:1.4pt;height:1.5pt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" path="m24,r5,l34,5r4,l43,10r5,4l48,19r,5l48,29r,5l43,38r,5l38,43r-4,5l29,48r-5,l19,48r-5,l10,43r-5,l5,38,,34,,29,,24,,19,,14,5,10,10,5r4,l19,r5,xe" fillcolor="aqua" stroked="f">
          <v:path arrowok="t" o:connecttype="custom" o:connectlocs="8890,0;10742,0;12594,1984;14076,1984;15928,3969;15928,3969;17780,5556;17780,7541;17780,9525;17780,11509;17780,13494;15928,15081;15928,17066;14076,17066;12594,19050;10742,19050;8890,19050;7038,19050;5186,19050;3704,17066;1852,17066;1852,15081;0,13494;0,11509;0,9525;0,7541;0,5556;1852,3969;1852,3969;370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7D09B96">
        <v:shape id="Freeform 560" o:spid="_x0000_s1584" style="position:absolute;left:0;text-align:left;margin-left:171.85pt;margin-top:4.3pt;width:1.45pt;height:1.5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" path="m24,r5,l34,5r4,l43,10r5,4l48,19r,5l48,29r,5l43,38r,5l38,43r-4,5l29,48r-5,l19,48r-5,l10,43,5,38r,-4l,29,,24,,19,5,14r,-4l10,10r,-5l14,5,19,r5,xe" fillcolor="aqua" stroked="f">
          <v:path arrowok="t" o:connecttype="custom" o:connectlocs="9208,0;11126,0;13044,1984;14579,1984;16497,3969;16497,3969;18415,5556;18415,7541;18415,9525;18415,11509;18415,13494;16497,15081;16497,17066;14579,17066;13044,19050;11126,19050;9208,19050;7289,19050;5371,19050;3836,17066;3836,17066;1918,15081;1918,13494;0,11509;0,9525;0,7541;1918,5556;1918,3969;3836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8ED9C37">
        <v:shape id="Freeform 559" o:spid="_x0000_s1583" style="position:absolute;left:0;text-align:left;margin-left:174.75pt;margin-top:4.3pt;width:1.45pt;height:1.5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" path="m24,r5,l33,5r5,l43,10r5,l48,14r,5l48,24r,5l48,34r,4l43,43r-5,l33,48r-4,l24,48r-5,l14,48r,-5l10,43,5,38r,-4l,29,,24,,19,5,14r,-4l10,10,14,5,19,r5,xe" fillcolor="aqua" stroked="f">
          <v:path arrowok="t" o:connecttype="custom" o:connectlocs="9208,0;11126,0;12660,1984;14579,1984;16497,3969;18415,3969;18415,5556;18415,7541;18415,9525;18415,11509;18415,13494;18415,15081;16497,17066;14579,17066;12660,19050;11126,19050;9208,19050;7289,19050;5371,19050;5371,17066;3836,17066;1918,15081;1918,13494;0,11509;0,9525;0,7541;1918,5556;1918,3969;3836,3969;5371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E8EB1D7">
        <v:shape id="Freeform 558" o:spid="_x0000_s1582" style="position:absolute;left:0;text-align:left;margin-left:177.8pt;margin-top:4.3pt;width:1.4pt;height:1.5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" path="m24,r4,l33,5r5,5l43,10r,4l48,19r,5l48,29r-5,5l43,38r-5,5l33,43r,5l28,48r-4,l19,48r-5,l9,43r-5,l,38,,34,,29,,24,,19,,14,,10r4,l9,5r5,l19,r5,xe" fillcolor="aqua" stroked="f">
          <v:path arrowok="t" o:connecttype="custom" o:connectlocs="8890,0;10372,0;12224,1984;12224,1984;14076,3969;15928,3969;15928,5556;17780,7541;17780,9525;17780,11509;15928,13494;15928,15081;14076,17066;12224,17066;12224,19050;10372,19050;8890,19050;7038,19050;5186,19050;3334,17066;1482,17066;0,15081;0,13494;0,11509;0,9525;0,7541;0,5556;0,3969;1482,3969;333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3493FFF">
        <v:shape id="Freeform 557" o:spid="_x0000_s1581" style="position:absolute;left:0;text-align:left;margin-left:180.7pt;margin-top:4.3pt;width:1.45pt;height:1.5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" path="m24,r4,l33,5r5,l38,10r5,l43,14r5,5l48,24r,5l43,34r,4l38,43r-5,5l28,48r-4,l19,48r-5,l9,43r-5,l4,38,,34,,29,,24,,19,,14,4,10,9,5r5,l19,r5,xe" fillcolor="aqua" stroked="f">
          <v:path arrowok="t" o:connecttype="custom" o:connectlocs="9208,0;10742,0;12660,1984;14579,1984;14579,3969;16497,3969;16497,5556;18415,7541;18415,9525;18415,11509;16497,13494;16497,15081;14579,17066;14579,17066;12660,19050;10742,19050;9208,19050;7289,19050;5371,19050;3453,17066;1535,17066;1535,15081;0,13494;0,11509;0,9525;0,7541;0,5556;1535,3969;1535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C291100">
        <v:shape id="Freeform 556" o:spid="_x0000_s1580" style="position:absolute;left:0;text-align:left;margin-left:183.55pt;margin-top:4.3pt;width:1.45pt;height:1.5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Oml5AUAAC4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" path="m24,r4,l33,5r5,l43,10r5,4l48,19r,5l48,29r,5l43,38r,5l38,43r-5,5l28,48r-4,l19,48r-5,l9,43r-5,l4,38,,34,,29,,24,,19,,14,4,10,9,5r5,l19,r5,xe" fillcolor="aqua" stroked="f">
          <v:path arrowok="t" o:connecttype="custom" o:connectlocs="9208,0;10742,0;12660,1984;14579,1984;16497,3969;16497,3969;18415,5556;18415,7541;18415,9525;18415,11509;18415,13494;16497,15081;16497,17066;14579,17066;12660,19050;10742,19050;9208,19050;7289,19050;5371,19050;3453,17066;1535,17066;1535,15081;0,13494;0,11509;0,9525;0,7541;0,5556;1535,3969;1535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E7DEE0A">
        <v:shape id="Freeform 555" o:spid="_x0000_s1579" style="position:absolute;left:0;text-align:left;margin-left:186.5pt;margin-top:4.3pt;width:1.4pt;height:1.5pt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" path="m24,r4,l33,5r5,l43,10r5,4l48,19r,5l48,29r,5l43,38r,5l38,43r-5,5l28,48r-4,l19,48r-5,l9,43,4,38r,-4l,29,,24,,19,4,14r,-4l9,10,9,5r5,l19,r5,xe" fillcolor="aqua" stroked="f">
          <v:path arrowok="t" o:connecttype="custom" o:connectlocs="8890,0;10372,0;12224,1984;14076,1984;15928,3969;15928,3969;17780,5556;17780,7541;17780,9525;17780,11509;17780,13494;15928,15081;15928,17066;14076,17066;12224,19050;10372,19050;8890,19050;7038,19050;5186,19050;3334,17066;3334,17066;1482,15081;1482,13494;0,11509;0,9525;0,7541;1482,5556;1482,3969;3334,3969;333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021C295">
        <v:shape id="Freeform 554" o:spid="_x0000_s1578" style="position:absolute;left:0;text-align:left;margin-left:189.35pt;margin-top:4.3pt;width:1.55pt;height:1.5pt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" path="m24,r4,l33,5r5,l43,10r4,l47,14r,5l52,24r-5,5l47,34r,4l43,43r-5,l33,48r-5,l24,48r-5,l14,48r,-5l9,43,4,38r,-4l4,29,,24,4,19r,-5l4,10r5,l14,5,19,r5,xe" fillcolor="aqua" stroked="f">
          <v:path arrowok="t" o:connecttype="custom" o:connectlocs="9085,0;10600,0;12492,1984;14385,1984;16278,3969;17792,3969;17792,5556;17792,7541;19685,9525;17792,11509;17792,13494;17792,15081;16278,17066;14385,17066;12492,19050;10600,19050;9085,19050;7193,19050;5300,19050;5300,17066;3407,17066;1514,15081;1514,13494;1514,11509;0,9525;1514,7541;1514,5556;1514,3969;3407,3969;5300,1984;5300,1984;7193,0;908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A32BCE0">
        <v:shape id="Freeform 553" o:spid="_x0000_s1577" style="position:absolute;left:0;text-align:left;margin-left:192.4pt;margin-top:4.3pt;width:1.4pt;height:1.5pt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" path="m24,r5,l34,5r5,5l43,10r,4l48,19r,5l48,29r-5,5l43,38r-4,5l34,43r,5l29,48r-5,l19,48r-4,l10,43r-5,l,38,,34,,29,,24,,19,,14,,10r5,l10,5r5,l19,r5,xe" fillcolor="aqua" stroked="f">
          <v:path arrowok="t" o:connecttype="custom" o:connectlocs="8890,0;10742,0;12594,1984;12594,1984;14446,3969;15928,3969;15928,5556;17780,7541;17780,9525;17780,11509;15928,13494;15928,15081;14446,17066;12594,17066;12594,19050;10742,19050;8890,19050;7038,19050;5556,19050;3704,17066;1852,17066;0,15081;0,13494;0,11509;0,9525;0,7541;0,5556;0,3969;1852,3969;3704,1984;555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784A2AF">
        <v:shape id="Freeform 552" o:spid="_x0000_s1576" style="position:absolute;left:0;text-align:left;margin-left:195.25pt;margin-top:4.3pt;width:1.45pt;height:1.5pt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" path="m24,r5,l34,5r5,l39,10r4,l48,14r,5l48,24r,5l48,34r-5,4l39,43r-5,5l29,48r-5,l19,48r-4,l10,43r-5,l5,38,,34,,29,,24,,19,,14,5,10,10,5r5,l19,r5,xe" fillcolor="aqua" stroked="f">
          <v:path arrowok="t" o:connecttype="custom" o:connectlocs="9208,0;11126,0;13044,1984;14962,1984;14962,3969;16497,3969;18415,5556;18415,7541;18415,9525;18415,11509;18415,13494;16497,15081;14962,17066;14962,17066;13044,19050;11126,19050;9208,19050;7289,19050;5755,19050;3836,17066;1918,17066;1918,15081;0,13494;0,11509;0,9525;0,7541;0,5556;1918,3969;1918,3969;3836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661EE17">
        <v:shape id="Freeform 551" o:spid="_x0000_s1575" style="position:absolute;left:0;text-align:left;margin-left:198.15pt;margin-top:4.3pt;width:1.45pt;height:1.5pt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" path="m24,r5,l34,5r5,l43,10r5,4l48,19r,5l48,29r,5l43,38r,5l39,43r-5,5l29,48r-5,l19,48r-4,l10,43r-5,l5,38,,34,,29,,24,,19,,14,5,10,10,5r5,l19,r5,xe" fillcolor="aqua" stroked="f">
          <v:path arrowok="t" o:connecttype="custom" o:connectlocs="9208,0;11126,0;13044,1984;14962,1984;16497,3969;16497,3969;18415,5556;18415,7541;18415,9525;18415,11509;18415,13494;16497,15081;16497,17066;14962,17066;13044,19050;11126,19050;9208,19050;7289,19050;5755,19050;3836,17066;1918,17066;1918,15081;0,13494;0,11509;0,9525;0,7541;0,5556;1918,3969;1918,3969;3836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5F7AC04">
        <v:shape id="Freeform 550" o:spid="_x0000_s1574" style="position:absolute;left:0;text-align:left;margin-left:201.05pt;margin-top:4.3pt;width:1.4pt;height:1.5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" path="m24,r5,l34,5r5,l43,10r5,4l48,19r,5l48,29r,5l43,38r,5l39,43r-5,5l29,48r-5,l19,48r-4,l10,43,5,38r,-4l,29,,24,,19,5,14r,-4l10,10r,-5l15,5,19,r5,xe" fillcolor="aqua" stroked="f">
          <v:path arrowok="t" o:connecttype="custom" o:connectlocs="8890,0;10742,0;12594,1984;14446,1984;15928,3969;15928,3969;17780,5556;17780,7541;17780,9525;17780,11509;17780,13494;15928,15081;15928,17066;14446,17066;12594,19050;10742,19050;8890,19050;7038,19050;5556,19050;3704,17066;3704,17066;1852,15081;1852,13494;0,11509;0,9525;0,7541;1852,5556;1852,3969;3704,3969;3704,1984;555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98EF01E">
        <v:shape id="Freeform 549" o:spid="_x0000_s1573" style="position:absolute;left:0;text-align:left;margin-left:203.95pt;margin-top:4.3pt;width:1.6pt;height:1.5pt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" path="m24,r5,l34,5r4,l43,10r5,l48,14r,5l53,24r-5,5l48,34r,4l43,43r-5,l34,48r-5,l24,48r-5,l15,43r-5,l5,38r,-4l5,29,,24,5,19r,-5l5,10r5,l15,5r4,l19,r5,xe" fillcolor="aqua" stroked="f">
          <v:path arrowok="t" o:connecttype="custom" o:connectlocs="9202,0;11118,0;13035,1984;14569,1984;16486,3969;18403,3969;18403,5556;18403,7541;20320,9525;18403,11509;18403,13494;18403,15081;16486,17066;14569,17066;13035,19050;11118,19050;9202,19050;7285,19050;7285,19050;5751,17066;3834,17066;1917,15081;1917,13494;1917,11509;0,9525;1917,7541;1917,5556;1917,3969;3834,3969;5751,1984;7285,1984;7285,0;9202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B9E8080">
        <v:shape id="Freeform 548" o:spid="_x0000_s1572" style="position:absolute;left:0;text-align:left;margin-left:206.95pt;margin-top:4.3pt;width:1.45pt;height:1.5pt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" path="m24,r5,l33,5r5,5l43,10r,4l48,19r,5l48,29r-5,5l43,38r-5,5l33,43r,5l29,48r-5,l19,48r-5,l9,43r-4,l,38,,34,,29,,24,,19,,14,,10r5,l9,5r5,l19,r5,xe" fillcolor="aqua" stroked="f">
          <v:path arrowok="t" o:connecttype="custom" o:connectlocs="9208,0;11126,0;12660,1984;12660,1984;14579,3969;16497,3969;16497,5556;18415,7541;18415,9525;18415,11509;16497,13494;16497,15081;14579,17066;12660,17066;12660,19050;11126,19050;9208,19050;7289,19050;5371,19050;3453,17066;1918,17066;0,15081;0,13494;0,11509;0,9525;0,7541;0,5556;0,3969;1918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AB45A8E">
        <v:shape id="Freeform 547" o:spid="_x0000_s1571" style="position:absolute;left:0;text-align:left;margin-left:209.9pt;margin-top:4.3pt;width:1.4pt;height:1.5pt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" path="m24,r5,l33,5r5,l38,10r5,l48,14r,5l48,24r,5l48,34r-5,4l38,43r-5,5l29,48r-5,l19,48r-5,l9,43r-4,l5,38,,34,,29,,24,,19,,14,5,10,9,5r5,l19,r5,xe" fillcolor="aqua" stroked="f">
          <v:path arrowok="t" o:connecttype="custom" o:connectlocs="8890,0;10742,0;12224,1984;14076,1984;14076,3969;15928,3969;17780,5556;17780,7541;17780,9525;17780,11509;17780,13494;15928,15081;14076,17066;14076,17066;12224,19050;10742,19050;8890,19050;7038,19050;5186,19050;3334,17066;1852,17066;1852,15081;0,13494;0,11509;0,9525;0,7541;0,5556;1852,3969;1852,3969;333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402F24B">
        <v:shape id="Freeform 546" o:spid="_x0000_s1570" style="position:absolute;left:0;text-align:left;margin-left:212.75pt;margin-top:4.3pt;width:1.45pt;height:1.5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" path="m24,r5,l33,5r5,l43,10r5,4l48,19r,5l48,29r,5l43,38r,5l38,43r-5,5l29,48r-5,l19,48r-5,l9,43,5,38,,34,,29,,24,,19,,14,5,10r4,l9,5r5,l19,r5,xe" fillcolor="aqua" stroked="f">
          <v:path arrowok="t" o:connecttype="custom" o:connectlocs="9208,0;11126,0;12660,1984;14579,1984;16497,3969;16497,3969;18415,5556;18415,7541;18415,9525;18415,11509;18415,13494;16497,15081;16497,17066;14579,17066;12660,19050;11126,19050;9208,19050;7289,19050;5371,19050;3453,17066;3453,17066;1918,15081;0,13494;0,11509;0,9525;0,7541;0,5556;1918,3969;3453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01618FE">
        <v:shape id="Freeform 545" o:spid="_x0000_s1569" style="position:absolute;left:0;text-align:left;margin-left:215.65pt;margin-top:4.3pt;width:1.45pt;height:1.5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" path="m24,r5,l33,5r5,l43,10r5,4l48,19r,5l48,29r,5l43,38r,5l38,43r-5,5l29,48r-5,l19,48r-5,l9,43,5,38r,-4l,29,,24,,19,5,14r,-4l9,10,9,5r5,l19,r5,xe" fillcolor="aqua" stroked="f">
          <v:path arrowok="t" o:connecttype="custom" o:connectlocs="9208,0;11126,0;12660,1984;14579,1984;16497,3969;16497,3969;18415,5556;18415,7541;18415,9525;18415,11509;18415,13494;16497,15081;16497,17066;14579,17066;12660,19050;11126,19050;9208,19050;7289,19050;5371,19050;3453,17066;3453,17066;1918,15081;1918,13494;0,11509;0,9525;0,7541;1918,5556;1918,3969;3453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AC97169">
        <v:shape id="Freeform 544" o:spid="_x0000_s1568" style="position:absolute;left:0;text-align:left;margin-left:218.55pt;margin-top:4.3pt;width:1.55pt;height:1.5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" path="m24,r9,l33,5r5,l43,10r5,l48,14r,5l52,24r-4,5l48,34r,4l43,43r-5,l33,48r-9,l19,48,14,43r-5,l5,38r,-4l5,29,,24,5,19r,-5l5,10r4,l14,5r5,l19,r5,xe" fillcolor="aqua" stroked="f">
          <v:path arrowok="t" o:connecttype="custom" o:connectlocs="9085,0;12492,0;12492,1984;14385,1984;16278,3969;18171,3969;18171,5556;18171,7541;19685,9525;18171,11509;18171,13494;18171,15081;16278,17066;14385,17066;12492,19050;12492,19050;9085,19050;7193,19050;7193,19050;5300,17066;3407,17066;1893,15081;1893,13494;1893,11509;0,9525;1893,7541;1893,5556;1893,3969;3407,3969;5300,1984;7193,1984;7193,0;908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D109844">
        <v:shape id="Freeform 543" o:spid="_x0000_s1567" style="position:absolute;left:0;text-align:left;margin-left:221.6pt;margin-top:4.3pt;width:1.4pt;height:1.5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" path="m24,r5,l34,5r5,l39,10r5,l44,14r4,5l48,24r,5l44,34r,4l39,43r-5,5l29,48r-5,l20,48r-5,l10,43r-5,l5,38,,34,,29,,24,,19,,14,5,10,10,5r5,l20,r4,xe" fillcolor="aqua" stroked="f">
          <v:path arrowok="t" o:connecttype="custom" o:connectlocs="8890,0;10742,0;12594,1984;14446,1984;14446,3969;16298,3969;16298,5556;17780,7541;17780,9525;17780,11509;16298,13494;16298,15081;14446,17066;14446,17066;12594,19050;10742,19050;8890,19050;7408,19050;5556,19050;3704,17066;1852,17066;1852,15081;0,13494;0,11509;0,9525;0,7541;0,5556;1852,3969;1852,3969;3704,1984;5556,1984;740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0AE61B6">
        <v:shape id="Freeform 542" o:spid="_x0000_s1566" style="position:absolute;left:0;text-align:left;margin-left:224.45pt;margin-top:4.3pt;width:1.45pt;height:1.5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" path="m24,r5,l34,5r5,l39,10r5,l48,14r,5l48,24r,5l48,34r-4,4l39,43r-5,5l29,48r-5,l20,48r-5,l10,43r-5,l5,38,,34,,29,,24,,19,,14,5,10,10,5r5,l20,r4,xe" fillcolor="aqua" stroked="f">
          <v:path arrowok="t" o:connecttype="custom" o:connectlocs="9208,0;11126,0;13044,1984;14962,1984;14962,3969;16880,3969;18415,5556;18415,7541;18415,9525;18415,11509;18415,13494;16880,15081;14962,17066;14962,17066;13044,19050;11126,19050;9208,19050;7673,19050;5755,19050;3836,17066;1918,17066;1918,15081;0,13494;0,11509;0,9525;0,7541;0,5556;1918,3969;1918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CE76A5F">
        <v:shape id="Freeform 541" o:spid="_x0000_s1565" style="position:absolute;left:0;text-align:left;margin-left:227.35pt;margin-top:4.3pt;width:1.45pt;height:1.5pt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" path="m24,r5,l34,5r5,l44,10r4,4l48,19r,5l48,29r,5l44,38r,5l39,43r-5,5l29,48r-5,l20,48r-5,l10,43,5,38,,34,,29,,24,,19,,14,5,10r5,l10,5r5,l20,r4,xe" fillcolor="aqua" stroked="f">
          <v:path arrowok="t" o:connecttype="custom" o:connectlocs="9208,0;11126,0;13044,1984;14962,1984;16880,3969;16880,3969;18415,5556;18415,7541;18415,9525;18415,11509;18415,13494;16880,15081;16880,17066;14962,17066;13044,19050;11126,19050;9208,19050;7673,19050;5755,19050;3836,17066;3836,17066;1918,15081;0,13494;0,11509;0,9525;0,7541;0,5556;1918,3969;3836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74E87D86">
        <v:shape id="Freeform 540" o:spid="_x0000_s1564" style="position:absolute;left:0;text-align:left;margin-left:230.25pt;margin-top:4.3pt;width:1.4pt;height:1.5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" path="m24,r5,l34,5r5,l44,10r4,l48,14r,5l48,24r,5l48,34r,4l44,43r-5,l34,48r-5,l24,48r-4,l15,48,10,43,5,38r,-4l,29,,24,,19,5,14r,-4l10,10r,-5l15,5,20,r4,xe" fillcolor="aqua" stroked="f">
          <v:path arrowok="t" o:connecttype="custom" o:connectlocs="8890,0;10742,0;12594,1984;14446,1984;16298,3969;17780,3969;17780,5556;17780,7541;17780,9525;17780,11509;17780,13494;17780,15081;16298,17066;14446,17066;12594,19050;10742,19050;8890,19050;7408,19050;5556,19050;3704,17066;3704,17066;1852,15081;1852,13494;0,11509;0,9525;0,7541;1852,5556;1852,3969;3704,3969;3704,1984;5556,1984;740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62474AB">
        <v:shape id="Freeform 539" o:spid="_x0000_s1563" style="position:absolute;left:0;text-align:left;margin-left:233.15pt;margin-top:4.3pt;width:1.6pt;height:1.5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" path="m29,r5,l34,5r5,l43,10r5,l48,14r,5l53,24r-5,5l48,34r,4l43,43r-4,l34,48r-5,l24,48r-5,l15,43r-5,l5,38r,-4l5,29,,24,5,19r,-5l5,10r5,l15,5r4,l24,r5,xe" fillcolor="aqua" stroked="f">
          <v:path arrowok="t" o:connecttype="custom" o:connectlocs="11118,0;13035,0;13035,1984;14952,1984;16486,3969;18403,3969;18403,5556;18403,7541;20320,9525;18403,11509;18403,13494;18403,15081;16486,17066;14952,17066;13035,19050;13035,19050;11118,19050;9202,19050;7285,19050;5751,17066;3834,17066;1917,15081;1917,13494;1917,11509;0,9525;1917,7541;1917,5556;1917,3969;3834,3969;5751,1984;7285,1984;9202,0;1111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F9C88AF">
        <v:shape id="Freeform 538" o:spid="_x0000_s1562" style="position:absolute;left:0;text-align:left;margin-left:236.15pt;margin-top:4.3pt;width:1.45pt;height:1.5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" path="m24,r5,l34,5r4,l38,10r5,l43,14r5,5l48,24r,5l43,34r,4l38,43r-4,5l29,48r-5,l19,48r-5,l10,43r-5,l5,38,,34,,29,,24,,19,,14,5,10,10,5r4,l19,r5,xe" fillcolor="aqua" stroked="f">
          <v:path arrowok="t" o:connecttype="custom" o:connectlocs="9208,0;11126,0;13044,1984;14579,1984;14579,3969;16497,3969;16497,5556;18415,7541;18415,9525;18415,11509;16497,13494;16497,15081;14579,17066;14579,17066;13044,19050;11126,19050;9208,19050;7289,19050;5371,19050;3836,17066;1918,17066;1918,15081;0,13494;0,11509;0,9525;0,7541;0,5556;1918,3969;1918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3345CC6">
        <v:shape id="Freeform 537" o:spid="_x0000_s1561" style="position:absolute;left:0;text-align:left;margin-left:239.1pt;margin-top:4.3pt;width:1.4pt;height:1.5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" path="m24,r5,l34,5r4,l38,10r5,l48,14r,5l48,24r,5l48,34r-5,4l38,43r-4,5l29,48r-5,l19,48r-5,l10,43r-5,l5,38,,34,,29,,24,,19,,14,5,10,10,5r4,l19,r5,xe" fillcolor="aqua" stroked="f">
          <v:path arrowok="t" o:connecttype="custom" o:connectlocs="8890,0;10742,0;12594,1984;14076,1984;14076,3969;15928,3969;17780,5556;17780,7541;17780,9525;17780,11509;17780,13494;15928,15081;14076,17066;14076,17066;12594,19050;10742,19050;8890,19050;7038,19050;5186,19050;3704,17066;1852,17066;1852,15081;0,13494;0,11509;0,9525;0,7541;0,5556;1852,3969;1852,3969;3704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AD7B814">
        <v:shape id="Freeform 536" o:spid="_x0000_s1560" style="position:absolute;left:0;text-align:left;margin-left:241.95pt;margin-top:4.3pt;width:1.45pt;height:1.5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" path="m24,r5,l34,5r4,l43,10r5,4l48,19r,5l48,29r,5l43,38r,5l38,43r-4,5l29,48r-5,l19,48r-5,l10,43,5,38,,34,,29,,24,,19,,14,5,10r5,l10,5r4,l19,r5,xe" fillcolor="aqua" stroked="f">
          <v:path arrowok="t" o:connecttype="custom" o:connectlocs="9208,0;11126,0;13044,1984;14579,1984;16497,3969;16497,3969;18415,5556;18415,7541;18415,9525;18415,11509;18415,13494;16497,15081;16497,17066;14579,17066;13044,19050;11126,19050;9208,19050;7289,19050;5371,19050;3836,17066;3836,17066;1918,15081;0,13494;0,11509;0,9525;0,7541;0,5556;1918,3969;3836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0BD87D3">
        <v:shape id="Freeform 535" o:spid="_x0000_s1559" style="position:absolute;left:0;text-align:left;margin-left:244.85pt;margin-top:4.3pt;width:1.45pt;height:1.5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" path="m24,r5,l34,5r4,l43,10r5,l48,14r,5l48,24r,5l48,34r,4l43,43r-5,l34,48r-5,l24,48r-5,l14,48r,-5l10,43,5,38r,-4l,29,,24,,19,5,14r,-4l10,10,14,5,19,r5,xe" fillcolor="aqua" stroked="f">
          <v:path arrowok="t" o:connecttype="custom" o:connectlocs="9208,0;11126,0;13044,1984;14579,1984;16497,3969;18415,3969;18415,5556;18415,7541;18415,9525;18415,11509;18415,13494;18415,15081;16497,17066;14579,17066;13044,19050;11126,19050;9208,19050;7289,19050;5371,19050;5371,17066;3836,17066;1918,15081;1918,13494;0,11509;0,9525;0,7541;1918,5556;1918,3969;3836,3969;5371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21068BB">
        <v:shape id="Freeform 534" o:spid="_x0000_s1558" style="position:absolute;left:0;text-align:left;margin-left:247.75pt;margin-top:4.3pt;width:1.55pt;height:1.5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" path="m29,r4,l38,5r5,5l48,10r,4l48,19r5,5l48,29r,5l48,38r-5,5l38,43r,5l33,48r-4,l24,48r-5,l14,43r-5,l5,38r,-4l5,29,,24,5,19r,-5l5,10r4,l14,5r5,l24,r5,xe" fillcolor="aqua" stroked="f">
          <v:path arrowok="t" o:connecttype="custom" o:connectlocs="10771,0;12257,0;14114,1984;14114,1984;15971,3969;17828,3969;17828,5556;17828,7541;19685,9525;17828,11509;17828,13494;17828,15081;15971,17066;14114,17066;14114,19050;12257,19050;10771,19050;8914,19050;7057,19050;5200,17066;3343,17066;1857,15081;1857,13494;1857,11509;0,9525;1857,7541;1857,5556;1857,3969;3343,3969;5200,1984;7057,1984;8914,0;10771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A8EBCA4">
        <v:shape id="Freeform 533" o:spid="_x0000_s1557" style="position:absolute;left:0;text-align:left;margin-left:250.75pt;margin-top:4.3pt;width:1.5pt;height:1.5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" path="m24,r4,l33,5r5,l38,10r5,l43,14r5,5l48,24r,5l43,34r,4l38,43r-5,5l28,48r-4,l19,48r-5,l9,43r-5,l4,38,,34,,29,,24,,19,,14,4,10,9,5r5,l19,r5,xe" fillcolor="aqua" stroked="f">
          <v:path arrowok="t" o:connecttype="custom" o:connectlocs="9525,0;11113,0;13097,1984;15081,1984;15081,3969;17066,3969;17066,5556;19050,7541;19050,9525;19050,11509;17066,13494;17066,15081;15081,17066;15081,17066;13097,19050;11113,19050;9525,19050;7541,19050;5556,19050;3572,17066;1588,17066;1588,15081;0,13494;0,11509;0,9525;0,7541;0,5556;1588,3969;1588,3969;3572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0E7B48C">
        <v:shape id="Freeform 532" o:spid="_x0000_s1556" style="position:absolute;left:0;text-align:left;margin-left:253.65pt;margin-top:4.3pt;width:1.45pt;height:1.5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KY+4wUAAC4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" path="m24,r4,l33,5r5,l43,10r5,4l48,19r,5l48,29r,5l43,38r,5l38,43r-5,5l28,48r-4,l19,48r-5,l9,43r-5,l4,38,,34,,29,,24,,19,,14,4,10,9,5r5,l19,r5,xe" fillcolor="aqua" stroked="f">
          <v:path arrowok="t" o:connecttype="custom" o:connectlocs="9208,0;10742,0;12660,1984;14579,1984;16497,3969;16497,3969;18415,5556;18415,7541;18415,9525;18415,11509;18415,13494;16497,15081;16497,17066;14579,17066;12660,19050;10742,19050;9208,19050;7289,19050;5371,19050;3453,17066;1535,17066;1535,15081;0,13494;0,11509;0,9525;0,7541;0,5556;1535,3969;1535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40637F3">
        <v:shape id="Freeform 531" o:spid="_x0000_s1555" style="position:absolute;left:0;text-align:left;margin-left:256.55pt;margin-top:4.3pt;width:1.45pt;height:1.5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WB35QUAAC4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" path="m24,r4,l33,5r5,l43,10r5,4l48,19r,5l48,29r,5l43,38r,5l38,43r-5,5l28,48r-4,l19,48r-5,l9,43,4,38,,34,,29,,24,,19,,14,4,10r5,l9,5r5,l19,r5,xe" fillcolor="aqua" stroked="f">
          <v:path arrowok="t" o:connecttype="custom" o:connectlocs="9208,0;10742,0;12660,1984;14579,1984;16497,3969;16497,3969;18415,5556;18415,7541;18415,9525;18415,11509;18415,13494;16497,15081;16497,17066;14579,17066;12660,19050;10742,19050;9208,19050;7289,19050;5371,19050;3453,17066;3453,17066;1535,15081;0,13494;0,11509;0,9525;0,7541;0,5556;1535,3969;3453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D9D3DFE">
        <v:shape id="Freeform 530" o:spid="_x0000_s1554" style="position:absolute;left:0;text-align:left;margin-left:259.45pt;margin-top:4.3pt;width:1.45pt;height:1.5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" path="m24,r4,l33,5r5,l43,10r5,l48,14r,5l48,24r,5l48,34r,4l43,43r-5,l33,48r-5,l24,48r-5,l14,48r,-5l9,43,4,38r,-4l,29,,24,,19,4,14r,-4l9,10,14,5,19,r5,xe" fillcolor="aqua" stroked="f">
          <v:path arrowok="t" o:connecttype="custom" o:connectlocs="9208,0;10742,0;12660,1984;14579,1984;16497,3969;18415,3969;18415,5556;18415,7541;18415,9525;18415,11509;18415,13494;18415,15081;16497,17066;14579,17066;12660,19050;10742,19050;9208,19050;7289,19050;5371,19050;5371,17066;3453,17066;1535,15081;1535,13494;0,11509;0,9525;0,7541;1535,5556;1535,3969;3453,3969;5371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4601582">
        <v:shape id="Freeform 529" o:spid="_x0000_s1553" style="position:absolute;left:0;text-align:left;margin-left:262.45pt;margin-top:4.3pt;width:1.45pt;height:1.5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" path="m24,r5,l34,5r5,5l43,10r,4l48,19r,5l48,29r-5,5l43,38r-4,5l34,43r,5l29,48r-5,l19,48r-4,l10,43r-5,l,38,,34,,29,,24,,19,,14,,10r5,l10,5r5,l19,r5,xe" fillcolor="aqua" stroked="f">
          <v:path arrowok="t" o:connecttype="custom" o:connectlocs="9208,0;11126,0;13044,1984;13044,1984;14962,3969;16497,3969;16497,5556;18415,7541;18415,9525;18415,11509;16497,13494;16497,15081;14962,17066;13044,17066;13044,19050;11126,19050;9208,19050;7289,19050;5755,19050;3836,17066;1918,17066;0,15081;0,13494;0,11509;0,9525;0,7541;0,5556;0,3969;1918,3969;3836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5260D13">
        <v:shape id="Freeform 528" o:spid="_x0000_s1552" style="position:absolute;left:0;text-align:left;margin-left:265.35pt;margin-top:4.3pt;width:1.45pt;height:1.5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" path="m24,r5,l34,5r5,l39,10r4,l43,14r5,5l48,24r,5l43,34r,4l39,43r-5,5l29,48r-5,l19,48r-4,l10,43r-5,l5,38,,34,,29,,24,,19,,14,5,10,10,5r5,l19,r5,xe" fillcolor="aqua" stroked="f">
          <v:path arrowok="t" o:connecttype="custom" o:connectlocs="9208,0;11126,0;13044,1984;14962,1984;14962,3969;16497,3969;16497,5556;18415,7541;18415,9525;18415,11509;16497,13494;16497,15081;14962,17066;14962,17066;13044,19050;11126,19050;9208,19050;7289,19050;5755,19050;3836,17066;1918,17066;1918,15081;0,13494;0,11509;0,9525;0,7541;0,5556;1918,3969;1918,3969;3836,1984;5755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FD03426">
        <v:shape id="Freeform 527" o:spid="_x0000_s1551" style="position:absolute;left:0;text-align:left;margin-left:268.2pt;margin-top:4.3pt;width:1.5pt;height:1.5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" path="m24,r5,l34,5r5,l43,10r5,4l48,19r,5l48,29r,5l43,38r,5l39,43r-5,5l29,48r-5,l19,48r-4,l10,43r-5,l5,38,,34,,29,,24,,19,,14,5,10,10,5r5,l19,r5,xe" fillcolor="aqua" stroked="f">
          <v:path arrowok="t" o:connecttype="custom" o:connectlocs="9525,0;11509,0;13494,1984;15478,1984;17066,3969;17066,3969;19050,5556;19050,7541;19050,9525;19050,11509;19050,13494;17066,15081;17066,17066;15478,17066;13494,19050;11509,19050;9525,19050;7541,19050;5953,19050;3969,17066;1984,17066;1984,15081;0,13494;0,11509;0,9525;0,7541;0,5556;1984,3969;1984,3969;3969,1984;5953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16D49A9">
        <v:shape id="Freeform 526" o:spid="_x0000_s1550" style="position:absolute;left:0;text-align:left;margin-left:271.15pt;margin-top:4.3pt;width:1.4pt;height:1.5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" path="m24,r5,l34,5r5,l43,10r5,4l48,19r,5l48,29r,5l43,38r,5l39,43r-5,5l29,48r-5,l19,48r-4,l10,43,5,38r,-4l,29,,24,,19,5,14r,-4l10,10r,-5l15,5,19,r5,xe" fillcolor="aqua" stroked="f">
          <v:path arrowok="t" o:connecttype="custom" o:connectlocs="8890,0;10742,0;12594,1984;14446,1984;15928,3969;15928,3969;17780,5556;17780,7541;17780,9525;17780,11509;17780,13494;15928,15081;15928,17066;14446,17066;12594,19050;10742,19050;8890,19050;7038,19050;5556,19050;3704,17066;3704,17066;1852,15081;1852,13494;0,11509;0,9525;0,7541;1852,5556;1852,3969;3704,3969;3704,1984;555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8AF802F">
        <v:shape id="Freeform 525" o:spid="_x0000_s1549" style="position:absolute;left:0;text-align:left;margin-left:274pt;margin-top:4.3pt;width:1.5pt;height:1.5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" path="m24,r5,l34,5r5,l43,10r5,l48,14r,5l48,24r,5l48,34r,4l43,43r-4,l34,48r-5,l24,48r-5,l15,48r,-5l10,43,5,38r,-4l,29,,24,,19,5,14r,-4l10,10,15,5,19,r5,xe" fillcolor="aqua" stroked="f">
          <v:path arrowok="t" o:connecttype="custom" o:connectlocs="9525,0;11509,0;13494,1984;15478,1984;17066,3969;19050,3969;19050,5556;19050,7541;19050,9525;19050,11509;19050,13494;19050,15081;17066,17066;15478,17066;13494,19050;11509,19050;9525,19050;7541,19050;5953,19050;5953,17066;3969,17066;1984,15081;1984,13494;0,11509;0,9525;0,7541;1984,5556;1984,3969;3969,3969;5953,1984;5953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FD54FDB">
        <v:shape id="Freeform 524" o:spid="_x0000_s1548" style="position:absolute;left:0;text-align:left;margin-left:277.05pt;margin-top:4.3pt;width:1.45pt;height:1.5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" path="m24,r5,l33,5r5,5l43,10r,4l48,19r,5l48,29r-5,5l43,38r-5,5l33,43r,5l29,48r-5,l19,48r-5,l9,43r-4,l,38,,34,,29,,24,,19,,14,,10r5,l9,5r5,l19,r5,xe" fillcolor="aqua" stroked="f">
          <v:path arrowok="t" o:connecttype="custom" o:connectlocs="9208,0;11126,0;12660,1984;12660,1984;14579,3969;16497,3969;16497,5556;18415,7541;18415,9525;18415,11509;16497,13494;16497,15081;14579,17066;12660,17066;12660,19050;11126,19050;9208,19050;7289,19050;5371,19050;3453,17066;1918,17066;0,15081;0,13494;0,11509;0,9525;0,7541;0,5556;0,3969;1918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65657B05">
        <v:shape id="Freeform 523" o:spid="_x0000_s1547" style="position:absolute;left:0;text-align:left;margin-left:279.95pt;margin-top:4.3pt;width:1.45pt;height:1.5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" path="m24,r5,l33,5r5,l38,10r5,l43,14r5,5l48,24r,5l43,34r,4l38,43r-5,5l29,48r-5,l19,48r-5,l9,43r-4,l5,38,,34,,29,,24,,19,,14,5,10,9,5r5,l19,r5,xe" fillcolor="aqua" stroked="f">
          <v:path arrowok="t" o:connecttype="custom" o:connectlocs="9208,0;11126,0;12660,1984;14579,1984;14579,3969;16497,3969;16497,5556;18415,7541;18415,9525;18415,11509;16497,13494;16497,15081;14579,17066;14579,17066;12660,19050;11126,19050;9208,19050;7289,19050;5371,19050;3453,17066;1918,17066;1918,15081;0,13494;0,11509;0,9525;0,7541;0,5556;1918,3969;1918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12D4F67">
        <v:shape id="Freeform 522" o:spid="_x0000_s1546" style="position:absolute;left:0;text-align:left;margin-left:282.85pt;margin-top:4.3pt;width:1.45pt;height:1.5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" path="m24,r5,l33,5r5,l43,10r5,4l48,19r,5l48,29r,5l43,38r,5l38,43r-5,5l29,48r-5,l19,48r-5,l9,43r-4,l5,38,,34,,29,,24,,19,,14,5,10,9,5r5,l19,r5,xe" fillcolor="aqua" stroked="f">
          <v:path arrowok="t" o:connecttype="custom" o:connectlocs="9208,0;11126,0;12660,1984;14579,1984;16497,3969;16497,3969;18415,5556;18415,7541;18415,9525;18415,11509;18415,13494;16497,15081;16497,17066;14579,17066;12660,19050;11126,19050;9208,19050;7289,19050;5371,19050;3453,17066;1918,17066;1918,15081;0,13494;0,11509;0,9525;0,7541;0,5556;1918,3969;1918,3969;3453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24BDB10">
        <v:shape id="Freeform 521" o:spid="_x0000_s1545" style="position:absolute;left:0;text-align:left;margin-left:285.7pt;margin-top:4.3pt;width:1.5pt;height:1.5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" path="m24,r5,l33,5r5,l43,10r5,4l48,19r,5l48,29r,5l43,38r,5l38,43r-5,5l29,48r-5,l19,48r-5,l9,43,5,38r,-4l,29,,24,,19,5,14r,-4l9,10,9,5r5,l19,r5,xe" fillcolor="aqua" stroked="f">
          <v:path arrowok="t" o:connecttype="custom" o:connectlocs="9525,0;11509,0;13097,1984;15081,1984;17066,3969;17066,3969;19050,5556;19050,7541;19050,9525;19050,11509;19050,13494;17066,15081;17066,17066;15081,17066;13097,19050;11509,19050;9525,19050;7541,19050;5556,19050;3572,17066;3572,17066;1984,15081;1984,13494;0,11509;0,9525;0,7541;1984,5556;1984,3969;3572,3969;3572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731FDAF0">
        <v:shape id="Freeform 520" o:spid="_x0000_s1544" style="position:absolute;left:0;text-align:left;margin-left:288.65pt;margin-top:4.3pt;width:1.4pt;height:1.5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" path="m24,r5,l33,5r5,l43,10r5,l48,14r,5l48,24r,5l48,34r,4l43,43r-5,l33,48r-4,l24,48r-5,l14,48r,-5l9,43,5,38r,-4l,29,,24,,19,5,14r,-4l9,10,14,5,19,r5,xe" fillcolor="aqua" stroked="f">
          <v:path arrowok="t" o:connecttype="custom" o:connectlocs="8890,0;10742,0;12224,1984;14076,1984;15928,3969;17780,3969;17780,5556;17780,7541;17780,9525;17780,11509;17780,13494;17780,15081;15928,17066;14076,17066;12224,19050;10742,19050;8890,19050;7038,19050;5186,19050;5186,17066;3334,17066;1852,15081;1852,13494;0,11509;0,9525;0,7541;1852,5556;1852,3969;3334,3969;5186,1984;5186,1984;703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81F2499">
        <v:shape id="Freeform 519" o:spid="_x0000_s1543" style="position:absolute;left:0;text-align:left;margin-left:291.65pt;margin-top:4.3pt;width:1.45pt;height:1.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" path="m24,r5,l34,5r5,5l44,10r,4l48,19r,5l48,29r-4,5l44,38r-5,5l34,43r,5l29,48r-5,l20,48r-5,l10,43r-5,l,38,,34,,29,,24,,19,,14,,10r5,l10,5r5,l20,r4,xe" fillcolor="aqua" stroked="f">
          <v:path arrowok="t" o:connecttype="custom" o:connectlocs="9208,0;11126,0;13044,1984;13044,1984;14962,3969;16880,3969;16880,5556;18415,7541;18415,9525;18415,11509;16880,13494;16880,15081;14962,17066;13044,17066;13044,19050;11126,19050;9208,19050;7673,19050;5755,19050;3836,17066;1918,17066;0,15081;0,13494;0,11509;0,9525;0,7541;0,5556;0,3969;1918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DCBBB5A">
        <v:shape id="Freeform 518" o:spid="_x0000_s1542" style="position:absolute;left:0;text-align:left;margin-left:294.55pt;margin-top:4.3pt;width:1.45pt;height:1.5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" path="m24,r5,l34,5r5,l39,10r5,l44,14r4,5l48,24r,5l44,34r,4l39,43r-5,5l29,48r-5,l20,48r-5,l10,43r-5,l5,38,,34,,29,,24,,19,,14,5,10,10,5r5,l20,r4,xe" fillcolor="aqua" stroked="f">
          <v:path arrowok="t" o:connecttype="custom" o:connectlocs="9208,0;11126,0;13044,1984;14962,1984;14962,3969;16880,3969;16880,5556;18415,7541;18415,9525;18415,11509;16880,13494;16880,15081;14962,17066;14962,17066;13044,19050;11126,19050;9208,19050;7673,19050;5755,19050;3836,17066;1918,17066;1918,15081;0,13494;0,11509;0,9525;0,7541;0,5556;1918,3969;1918,3969;3836,1984;5755,1984;7673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BDF4743">
        <v:shape id="Freeform 517" o:spid="_x0000_s1541" style="position:absolute;left:0;text-align:left;margin-left:297.4pt;margin-top:4.3pt;width:1.5pt;height:1.5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" path="m24,r5,l34,5r5,l44,10r4,4l48,19r,5l48,29r,5l44,38r,5l39,43r-5,5l29,48r-5,l20,48r-5,l10,43r-5,l5,38,,34,,29,,24,,19,,14,5,10,10,5r5,l20,r4,xe" fillcolor="aqua" stroked="f">
          <v:path arrowok="t" o:connecttype="custom" o:connectlocs="9525,0;11509,0;13494,1984;15478,1984;17463,3969;17463,3969;19050,5556;19050,7541;19050,9525;19050,11509;19050,13494;17463,15081;17463,17066;15478,17066;13494,19050;11509,19050;9525,19050;7938,19050;5953,19050;3969,17066;1984,17066;1984,15081;0,13494;0,11509;0,9525;0,7541;0,5556;1984,3969;1984,3969;3969,1984;5953,1984;7938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FBD8777">
        <v:shape id="Freeform 516" o:spid="_x0000_s1540" style="position:absolute;left:0;text-align:left;margin-left:300.35pt;margin-top:4.3pt;width:1.4pt;height:1.5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" path="m24,r5,l34,5r5,l44,10r4,4l48,19r,5l48,29r,5l44,38r,5l39,43r-5,5l29,48r-5,l20,48r-5,l10,43,5,38r,-4l,29,,24,,19,5,14r,-4l10,10r,-5l15,5,20,r4,xe" fillcolor="aqua" stroked="f">
          <v:path arrowok="t" o:connecttype="custom" o:connectlocs="8890,0;10742,0;12594,1984;14446,1984;16298,3969;16298,3969;17780,5556;17780,7541;17780,9525;17780,11509;17780,13494;16298,15081;16298,17066;14446,17066;12594,19050;10742,19050;8890,19050;7408,19050;5556,19050;3704,17066;3704,17066;1852,15081;1852,13494;0,11509;0,9525;0,7541;1852,5556;1852,3969;3704,3969;3704,1984;5556,1984;7408,0;8890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0502CDEE">
        <v:shape id="Freeform 515" o:spid="_x0000_s1539" style="position:absolute;left:0;text-align:left;margin-left:303.2pt;margin-top:4.3pt;width:1.5pt;height:1.5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" path="m24,r5,l34,5r5,l44,10r4,l48,14r,5l48,24r,5l48,34r,4l44,43r-5,l34,48r-5,l24,48r-4,l15,48r,-5l10,43,5,38r,-4l,29,,24,,19,5,14r,-4l10,10,15,5,20,r4,xe" fillcolor="aqua" stroked="f">
          <v:path arrowok="t" o:connecttype="custom" o:connectlocs="9525,0;11509,0;13494,1984;15478,1984;17463,3969;19050,3969;19050,5556;19050,7541;19050,9525;19050,11509;19050,13494;19050,15081;17463,17066;15478,17066;13494,19050;11509,19050;9525,19050;7938,19050;5953,19050;5953,17066;3969,17066;1984,15081;1984,13494;0,11509;0,9525;0,7541;1984,5556;1984,3969;3969,3969;5953,1984;5953,1984;7938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57A2D3F0">
        <v:shape id="Freeform 514" o:spid="_x0000_s1538" style="position:absolute;left:0;text-align:left;margin-left:306.25pt;margin-top:4.3pt;width:1.45pt;height:1.5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" path="m24,r5,l34,5r4,5l43,10r,4l48,19r,5l48,29r-5,5l43,38r-5,5l34,43r,5l29,48r-5,l19,48r-5,l10,43r-5,l,38,,34,,29,,24,,19,,14,,10r5,l10,5r4,l19,r5,xe" fillcolor="aqua" stroked="f">
          <v:path arrowok="t" o:connecttype="custom" o:connectlocs="9208,0;11126,0;13044,1984;13044,1984;14579,3969;16497,3969;16497,5556;18415,7541;18415,9525;18415,11509;16497,13494;16497,15081;14579,17066;13044,17066;13044,19050;11126,19050;9208,19050;7289,19050;5371,19050;3836,17066;1918,17066;0,15081;0,13494;0,11509;0,9525;0,7541;0,5556;0,3969;1918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1CA98C09">
        <v:shape id="Freeform 513" o:spid="_x0000_s1537" style="position:absolute;left:0;text-align:left;margin-left:309.15pt;margin-top:4.3pt;width:1.45pt;height:1.5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" path="m24,r5,l34,5r4,l38,10r5,l43,14r5,5l48,24r,5l43,34r,4l38,43r-4,5l29,48r-5,l19,48r-5,l10,43r-5,l5,38,,34,,29,,24,,19,,14,5,10,10,5r4,l19,r5,xe" fillcolor="aqua" stroked="f">
          <v:path arrowok="t" o:connecttype="custom" o:connectlocs="9208,0;11126,0;13044,1984;14579,1984;14579,3969;16497,3969;16497,5556;18415,7541;18415,9525;18415,11509;16497,13494;16497,15081;14579,17066;14579,17066;13044,19050;11126,19050;9208,19050;7289,19050;5371,19050;3836,17066;1918,17066;1918,15081;0,13494;0,11509;0,9525;0,7541;0,5556;1918,3969;1918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F6DF3B0">
        <v:shape id="Freeform 512" o:spid="_x0000_s1536" style="position:absolute;left:0;text-align:left;margin-left:312.05pt;margin-top:4.3pt;width:1.45pt;height:1.5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" path="m24,r5,l34,5r4,l43,10r5,4l48,19r,5l48,29r,5l43,38r,5l38,43r-4,5l29,48r-5,l19,48r-5,l10,43r-5,l5,38,,34,,29,,24,,19,,14,5,10,10,5r4,l19,r5,xe" fillcolor="aqua" stroked="f">
          <v:path arrowok="t" o:connecttype="custom" o:connectlocs="9208,0;11126,0;13044,1984;14579,1984;16497,3969;16497,3969;18415,5556;18415,7541;18415,9525;18415,11509;18415,13494;16497,15081;16497,17066;14579,17066;13044,19050;11126,19050;9208,19050;7289,19050;5371,19050;3836,17066;1918,17066;1918,15081;0,13494;0,11509;0,9525;0,7541;0,5556;1918,3969;1918,3969;3836,1984;5371,1984;7289,0;9208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282A662E">
        <v:shape id="Freeform 511" o:spid="_x0000_s1535" style="position:absolute;left:0;text-align:left;margin-left:314.9pt;margin-top:4.3pt;width:1.5pt;height:1.5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" path="m24,r5,l34,5r4,l43,10r5,4l48,19r,5l48,29r,5l43,38r,5l38,43r-4,5l29,48r-5,l19,48r-5,l10,43,5,38r,-4l,29,,24,,19,5,14r,-4l10,10r,-5l14,5,19,r5,xe" fillcolor="aqua" stroked="f">
          <v:path arrowok="t" o:connecttype="custom" o:connectlocs="9525,0;11509,0;13494,1984;15081,1984;17066,3969;17066,3969;19050,5556;19050,7541;19050,9525;19050,11509;19050,13494;17066,15081;17066,17066;15081,17066;13494,19050;11509,19050;9525,19050;7541,19050;5556,19050;3969,17066;3969,17066;1984,15081;1984,13494;0,11509;0,9525;0,7541;1984,5556;1984,3969;3969,3969;3969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7D9EB1DF">
        <v:shape id="Freeform 510" o:spid="_x0000_s1534" style="position:absolute;left:0;text-align:left;margin-left:317.85pt;margin-top:4.3pt;width:1.55pt;height:1.5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" path="m24,r5,l34,5r4,l43,10r5,l48,14r,5l53,24r-5,5l48,34r,4l43,43r-5,l34,48r-5,l24,48r-5,l14,48r,-5l10,43,5,38r,-4l,29,,24,,19,5,14r,-4l10,10,14,5,19,r5,xe" fillcolor="aqua" stroked="f">
          <v:path arrowok="t" o:connecttype="custom" o:connectlocs="8914,0;10771,0;12628,1984;14114,1984;15971,3969;17828,3969;17828,5556;17828,7541;19685,9525;17828,11509;17828,13494;17828,15081;15971,17066;14114,17066;12628,19050;10771,19050;8914,19050;7057,19050;5200,19050;5200,17066;3714,17066;1857,15081;1857,13494;0,11509;0,9525;0,7541;1857,5556;1857,3969;3714,3969;5200,1984;5200,1984;7057,0;8914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4C1ABCEF">
        <v:shape id="Freeform 509" o:spid="_x0000_s1533" style="position:absolute;left:0;text-align:left;margin-left:320.85pt;margin-top:4.3pt;width:1.5pt;height:1.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" path="m24,r4,l33,5r5,5l43,10r,4l48,19r,5l48,29r-5,5l43,38r-5,5l33,43r,5l28,48r-4,l19,48r-5,l9,43r-5,l,38,,34,,29,,24,,19,,14,,10r4,l9,5r5,l19,r5,xe" fillcolor="aqua" stroked="f">
          <v:path arrowok="t" o:connecttype="custom" o:connectlocs="9525,0;11113,0;13097,1984;13097,1984;15081,3969;17066,3969;17066,5556;19050,7541;19050,9525;19050,11509;17066,13494;17066,15081;15081,17066;13097,17066;13097,19050;11113,19050;9525,19050;7541,19050;5556,19050;3572,17066;1588,17066;0,15081;0,13494;0,11509;0,9525;0,7541;0,5556;0,3969;1588,3969;3572,1984;5556,1984;7541,0;9525,0" o:connectangles="0,0,0,0,0,0,0,0,0,0,0,0,0,0,0,0,0,0,0,0,0,0,0,0,0,0,0,0,0,0,0,0,0"/>
          <o:lock v:ext="edit" aspectratio="t"/>
        </v:shape>
      </w:pict>
    </w:r>
    <w:r>
      <w:rPr>
        <w:noProof/>
        <w:color w:val="00FFFF"/>
      </w:rPr>
      <w:pict w14:anchorId="38CEFFA8">
        <v:shape id="Freeform 508" o:spid="_x0000_s1532" style="position:absolute;left:0;text-align:left;margin-left:323.75pt;margin-top:4.3pt;width:1.45pt;height:1.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" path="m24,r4,l33,5r5,l38,10r5,l48,14r,5l48,24r,5l48,34r-5,4l38,43r-5,5l28,48r-4,l19,48r-5,l9,43r-5,l4,38,,34,,29,,24,,19,,14,4,10,9,5r5,l19,r5,xe" fillcolor="aqua" stroked="f">
          <v:path arrowok="t" o:connecttype="custom" o:connectlocs="9208,0;10742,0;12660,1984;14579,1984;14579,3969;16497,3969;18415,5556;18415,7541;18415,9525;18415,11509;18415,13494;16497,15081;14579,17066;14579,17066;12660,19050;10742,19050;9208,19050;7289,19050;5371,19050;3453,17066;1535,17066;1535,15081;0,13494;0,11509;0,9525;0,7541;0,5556;1535,3969;1535,3969;3453,1984;5371,1984;7289,0;9208,0" o:connectangles="0,0,0,0,0,0,0,0,0,0,0,0,0,0,0,0,0,0,0,0,0,0,0,0,0,0,0,0,0,0,0,0,0"/>
          <o:lock v:ext="edit" aspectratio="t"/>
        </v:shape>
      </w:pict>
    </w:r>
    <w:r w:rsidR="0080525C">
      <w:rPr>
        <w:color w:val="00FFFF"/>
      </w:rPr>
      <w:tab/>
      <w:t xml:space="preserve"> </w:t>
    </w:r>
    <w:r w:rsidR="0080525C">
      <w:rPr>
        <w:rFonts w:ascii="Arial" w:hAnsi="Arial" w:cs="Arial"/>
        <w:color w:val="000080"/>
        <w:sz w:val="18"/>
        <w:szCs w:val="18"/>
      </w:rPr>
      <w:t>EP Rožnov, a.s.</w:t>
    </w:r>
  </w:p>
  <w:p w14:paraId="74D07553" w14:textId="77777777" w:rsidR="00000000" w:rsidRPr="00B121D1" w:rsidRDefault="0080525C" w:rsidP="00B121D1">
    <w:pPr>
      <w:pStyle w:val="Zhlav"/>
      <w:tabs>
        <w:tab w:val="clear" w:pos="9072"/>
      </w:tabs>
      <w:rPr>
        <w:rFonts w:ascii="Arial" w:hAnsi="Arial" w:cs="Arial"/>
      </w:rPr>
    </w:pPr>
    <w:r>
      <w:rPr>
        <w:color w:val="00FFFF"/>
      </w:rPr>
      <w:tab/>
    </w:r>
    <w:r>
      <w:rPr>
        <w:color w:val="00FFFF"/>
      </w:rPr>
      <w:tab/>
    </w:r>
    <w:r>
      <w:rPr>
        <w:color w:val="00FFFF"/>
      </w:rPr>
      <w:tab/>
    </w:r>
    <w:r>
      <w:rPr>
        <w:color w:val="00FFFF"/>
      </w:rPr>
      <w:tab/>
    </w:r>
    <w:r>
      <w:rPr>
        <w:color w:val="00FFFF"/>
      </w:rPr>
      <w:tab/>
    </w:r>
    <w:r w:rsidRPr="00C63F44">
      <w:rPr>
        <w:snapToGrid w:val="0"/>
        <w:color w:val="002060"/>
        <w:sz w:val="18"/>
      </w:rPr>
      <w:t xml:space="preserve"> </w:t>
    </w:r>
    <w:r>
      <w:rPr>
        <w:snapToGrid w:val="0"/>
        <w:color w:val="002060"/>
        <w:sz w:val="18"/>
      </w:rPr>
      <w:t xml:space="preserve">   </w:t>
    </w:r>
    <w:r>
      <w:rPr>
        <w:color w:val="00FFFF"/>
      </w:rPr>
      <w:tab/>
    </w:r>
    <w:r>
      <w:rPr>
        <w:color w:val="00FFFF"/>
      </w:rPr>
      <w:tab/>
    </w:r>
    <w:r>
      <w:rPr>
        <w:color w:val="00FFFF"/>
      </w:rPr>
      <w:tab/>
    </w:r>
    <w:r>
      <w:rPr>
        <w:color w:val="00FFFF"/>
      </w:rPr>
      <w:tab/>
    </w:r>
    <w:r>
      <w:rPr>
        <w:color w:val="00FFFF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36A"/>
    <w:multiLevelType w:val="singleLevel"/>
    <w:tmpl w:val="3DB6D38A"/>
    <w:lvl w:ilvl="0">
      <w:start w:val="1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44454AA"/>
    <w:multiLevelType w:val="singleLevel"/>
    <w:tmpl w:val="99409E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930189B"/>
    <w:multiLevelType w:val="hybridMultilevel"/>
    <w:tmpl w:val="615690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97A33"/>
    <w:multiLevelType w:val="singleLevel"/>
    <w:tmpl w:val="A052D75C"/>
    <w:lvl w:ilvl="0">
      <w:start w:val="1"/>
      <w:numFmt w:val="upperLetter"/>
      <w:lvlText w:val="%1."/>
      <w:lvlJc w:val="left"/>
      <w:pPr>
        <w:tabs>
          <w:tab w:val="num" w:pos="689"/>
        </w:tabs>
        <w:ind w:left="689" w:hanging="405"/>
      </w:pPr>
      <w:rPr>
        <w:rFonts w:hint="default"/>
      </w:rPr>
    </w:lvl>
  </w:abstractNum>
  <w:abstractNum w:abstractNumId="4" w15:restartNumberingAfterBreak="0">
    <w:nsid w:val="13E6082F"/>
    <w:multiLevelType w:val="hybridMultilevel"/>
    <w:tmpl w:val="D25A6CD4"/>
    <w:lvl w:ilvl="0" w:tplc="D1BCD8E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503493D"/>
    <w:multiLevelType w:val="hybridMultilevel"/>
    <w:tmpl w:val="C8668466"/>
    <w:lvl w:ilvl="0" w:tplc="F496A656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 w15:restartNumberingAfterBreak="0">
    <w:nsid w:val="19A20F35"/>
    <w:multiLevelType w:val="hybridMultilevel"/>
    <w:tmpl w:val="717E6F1E"/>
    <w:lvl w:ilvl="0" w:tplc="B8949B68">
      <w:start w:val="1"/>
      <w:numFmt w:val="upperLetter"/>
      <w:lvlText w:val="%1."/>
      <w:lvlJc w:val="left"/>
      <w:pPr>
        <w:ind w:left="1141" w:hanging="43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D882FF8"/>
    <w:multiLevelType w:val="hybridMultilevel"/>
    <w:tmpl w:val="58C625BA"/>
    <w:lvl w:ilvl="0" w:tplc="74486A88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E3C14AC"/>
    <w:multiLevelType w:val="singleLevel"/>
    <w:tmpl w:val="9B1634FA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9" w15:restartNumberingAfterBreak="0">
    <w:nsid w:val="21F27605"/>
    <w:multiLevelType w:val="hybridMultilevel"/>
    <w:tmpl w:val="CDB4290E"/>
    <w:lvl w:ilvl="0" w:tplc="AD18FA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23EF4F21"/>
    <w:multiLevelType w:val="hybridMultilevel"/>
    <w:tmpl w:val="BBE287F2"/>
    <w:lvl w:ilvl="0" w:tplc="05F267C8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 w15:restartNumberingAfterBreak="0">
    <w:nsid w:val="292D6767"/>
    <w:multiLevelType w:val="singleLevel"/>
    <w:tmpl w:val="44D890DE"/>
    <w:lvl w:ilvl="0">
      <w:start w:val="1"/>
      <w:numFmt w:val="upperLetter"/>
      <w:pStyle w:val="Nadpis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A984CDC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3" w15:restartNumberingAfterBreak="0">
    <w:nsid w:val="2D432C55"/>
    <w:multiLevelType w:val="hybridMultilevel"/>
    <w:tmpl w:val="04DCD7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5B2492"/>
    <w:multiLevelType w:val="hybridMultilevel"/>
    <w:tmpl w:val="75165F82"/>
    <w:lvl w:ilvl="0" w:tplc="5B74F646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67B2DAF"/>
    <w:multiLevelType w:val="hybridMultilevel"/>
    <w:tmpl w:val="9BBE4DEE"/>
    <w:lvl w:ilvl="0" w:tplc="18060232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6" w15:restartNumberingAfterBreak="0">
    <w:nsid w:val="47DF6CA0"/>
    <w:multiLevelType w:val="hybridMultilevel"/>
    <w:tmpl w:val="47748914"/>
    <w:lvl w:ilvl="0" w:tplc="2D94FFA0">
      <w:start w:val="1"/>
      <w:numFmt w:val="bullet"/>
      <w:lvlText w:val="-"/>
      <w:lvlJc w:val="left"/>
      <w:pPr>
        <w:ind w:left="19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49E22625"/>
    <w:multiLevelType w:val="hybridMultilevel"/>
    <w:tmpl w:val="78DC08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554EB6"/>
    <w:multiLevelType w:val="hybridMultilevel"/>
    <w:tmpl w:val="059CA47A"/>
    <w:lvl w:ilvl="0" w:tplc="E0384380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9" w15:restartNumberingAfterBreak="0">
    <w:nsid w:val="4B70500D"/>
    <w:multiLevelType w:val="hybridMultilevel"/>
    <w:tmpl w:val="C0CE3106"/>
    <w:lvl w:ilvl="0" w:tplc="53F42AE4">
      <w:start w:val="3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4D4B0CB8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1" w15:restartNumberingAfterBreak="0">
    <w:nsid w:val="50FC0E94"/>
    <w:multiLevelType w:val="hybridMultilevel"/>
    <w:tmpl w:val="0B483134"/>
    <w:lvl w:ilvl="0" w:tplc="D150980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4F50AE9"/>
    <w:multiLevelType w:val="hybridMultilevel"/>
    <w:tmpl w:val="032E66EC"/>
    <w:lvl w:ilvl="0" w:tplc="F5AC812C">
      <w:start w:val="1"/>
      <w:numFmt w:val="bullet"/>
      <w:lvlText w:val="-"/>
      <w:lvlJc w:val="left"/>
      <w:pPr>
        <w:ind w:left="125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23" w15:restartNumberingAfterBreak="0">
    <w:nsid w:val="5DB52DA7"/>
    <w:multiLevelType w:val="hybridMultilevel"/>
    <w:tmpl w:val="077A1D6A"/>
    <w:lvl w:ilvl="0" w:tplc="5ACA89C6">
      <w:start w:val="1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60BF417B"/>
    <w:multiLevelType w:val="hybridMultilevel"/>
    <w:tmpl w:val="C3FE6E58"/>
    <w:lvl w:ilvl="0" w:tplc="875EB622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5" w15:restartNumberingAfterBreak="0">
    <w:nsid w:val="62506807"/>
    <w:multiLevelType w:val="hybridMultilevel"/>
    <w:tmpl w:val="4F5E2A9A"/>
    <w:lvl w:ilvl="0" w:tplc="C6FC42F6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D29A0EFE">
      <w:start w:val="1"/>
      <w:numFmt w:val="bullet"/>
      <w:lvlText w:val="-"/>
      <w:lvlJc w:val="left"/>
      <w:pPr>
        <w:tabs>
          <w:tab w:val="num" w:pos="2214"/>
        </w:tabs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6" w15:restartNumberingAfterBreak="0">
    <w:nsid w:val="63186508"/>
    <w:multiLevelType w:val="hybridMultilevel"/>
    <w:tmpl w:val="424238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A6B4754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8" w15:restartNumberingAfterBreak="0">
    <w:nsid w:val="6ABA2FA8"/>
    <w:multiLevelType w:val="hybridMultilevel"/>
    <w:tmpl w:val="1492938C"/>
    <w:lvl w:ilvl="0" w:tplc="0405000F">
      <w:start w:val="1"/>
      <w:numFmt w:val="decimal"/>
      <w:lvlText w:val="%1."/>
      <w:lvlJc w:val="left"/>
      <w:pPr>
        <w:ind w:left="1637" w:hanging="360"/>
      </w:p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9" w15:restartNumberingAfterBreak="0">
    <w:nsid w:val="6BFB57F7"/>
    <w:multiLevelType w:val="hybridMultilevel"/>
    <w:tmpl w:val="DF4E6D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B43C7"/>
    <w:multiLevelType w:val="singleLevel"/>
    <w:tmpl w:val="C2A6CE4E"/>
    <w:lvl w:ilvl="0">
      <w:start w:val="4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31" w15:restartNumberingAfterBreak="0">
    <w:nsid w:val="722C40FF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 w16cid:durableId="1102215947">
    <w:abstractNumId w:val="11"/>
  </w:num>
  <w:num w:numId="2" w16cid:durableId="2024817125">
    <w:abstractNumId w:val="8"/>
  </w:num>
  <w:num w:numId="3" w16cid:durableId="652105194">
    <w:abstractNumId w:val="3"/>
  </w:num>
  <w:num w:numId="4" w16cid:durableId="223834119">
    <w:abstractNumId w:val="25"/>
  </w:num>
  <w:num w:numId="5" w16cid:durableId="846135808">
    <w:abstractNumId w:val="15"/>
  </w:num>
  <w:num w:numId="6" w16cid:durableId="751320930">
    <w:abstractNumId w:val="5"/>
  </w:num>
  <w:num w:numId="7" w16cid:durableId="936255189">
    <w:abstractNumId w:val="31"/>
  </w:num>
  <w:num w:numId="8" w16cid:durableId="62069510">
    <w:abstractNumId w:val="10"/>
  </w:num>
  <w:num w:numId="9" w16cid:durableId="409430055">
    <w:abstractNumId w:val="24"/>
  </w:num>
  <w:num w:numId="10" w16cid:durableId="995643229">
    <w:abstractNumId w:val="18"/>
  </w:num>
  <w:num w:numId="11" w16cid:durableId="1033076100">
    <w:abstractNumId w:val="12"/>
  </w:num>
  <w:num w:numId="12" w16cid:durableId="1665546450">
    <w:abstractNumId w:val="27"/>
  </w:num>
  <w:num w:numId="13" w16cid:durableId="1380276906">
    <w:abstractNumId w:val="28"/>
  </w:num>
  <w:num w:numId="14" w16cid:durableId="271403015">
    <w:abstractNumId w:val="21"/>
  </w:num>
  <w:num w:numId="15" w16cid:durableId="1121462268">
    <w:abstractNumId w:val="20"/>
  </w:num>
  <w:num w:numId="16" w16cid:durableId="353459478">
    <w:abstractNumId w:val="2"/>
  </w:num>
  <w:num w:numId="17" w16cid:durableId="1902863732">
    <w:abstractNumId w:val="29"/>
  </w:num>
  <w:num w:numId="18" w16cid:durableId="1149244138">
    <w:abstractNumId w:val="26"/>
  </w:num>
  <w:num w:numId="19" w16cid:durableId="492065145">
    <w:abstractNumId w:val="30"/>
  </w:num>
  <w:num w:numId="20" w16cid:durableId="755785127">
    <w:abstractNumId w:val="19"/>
  </w:num>
  <w:num w:numId="21" w16cid:durableId="437409851">
    <w:abstractNumId w:val="17"/>
  </w:num>
  <w:num w:numId="22" w16cid:durableId="367727949">
    <w:abstractNumId w:val="0"/>
  </w:num>
  <w:num w:numId="23" w16cid:durableId="1511263107">
    <w:abstractNumId w:val="1"/>
  </w:num>
  <w:num w:numId="24" w16cid:durableId="262612116">
    <w:abstractNumId w:val="14"/>
  </w:num>
  <w:num w:numId="25" w16cid:durableId="60319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49375532">
    <w:abstractNumId w:val="23"/>
  </w:num>
  <w:num w:numId="27" w16cid:durableId="1514998453">
    <w:abstractNumId w:val="7"/>
  </w:num>
  <w:num w:numId="28" w16cid:durableId="2055764344">
    <w:abstractNumId w:val="22"/>
  </w:num>
  <w:num w:numId="29" w16cid:durableId="1198348565">
    <w:abstractNumId w:val="6"/>
  </w:num>
  <w:num w:numId="30" w16cid:durableId="580871929">
    <w:abstractNumId w:val="4"/>
  </w:num>
  <w:num w:numId="31" w16cid:durableId="1989246223">
    <w:abstractNumId w:val="9"/>
  </w:num>
  <w:num w:numId="32" w16cid:durableId="17322516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6" fill="f" fillcolor="white" stroke="f">
      <v:fill color="white" on="f"/>
      <v:stroke on="f"/>
      <o:colormru v:ext="edit" colors="#cff,#edfff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3E05"/>
    <w:rsid w:val="0000016F"/>
    <w:rsid w:val="00002077"/>
    <w:rsid w:val="000044B4"/>
    <w:rsid w:val="0000738E"/>
    <w:rsid w:val="0001035E"/>
    <w:rsid w:val="00013F90"/>
    <w:rsid w:val="00020E9C"/>
    <w:rsid w:val="00041609"/>
    <w:rsid w:val="000510CF"/>
    <w:rsid w:val="00055F79"/>
    <w:rsid w:val="000664A5"/>
    <w:rsid w:val="00074027"/>
    <w:rsid w:val="000766FD"/>
    <w:rsid w:val="00081287"/>
    <w:rsid w:val="00087686"/>
    <w:rsid w:val="00090A29"/>
    <w:rsid w:val="00093654"/>
    <w:rsid w:val="000B20FE"/>
    <w:rsid w:val="000B4511"/>
    <w:rsid w:val="000B638E"/>
    <w:rsid w:val="000C1EB2"/>
    <w:rsid w:val="000C5CAB"/>
    <w:rsid w:val="000D3149"/>
    <w:rsid w:val="000D389F"/>
    <w:rsid w:val="000D6035"/>
    <w:rsid w:val="000D703D"/>
    <w:rsid w:val="000E3551"/>
    <w:rsid w:val="000E4C3C"/>
    <w:rsid w:val="000F01BF"/>
    <w:rsid w:val="000F03E3"/>
    <w:rsid w:val="000F577C"/>
    <w:rsid w:val="00111DD2"/>
    <w:rsid w:val="00141E98"/>
    <w:rsid w:val="00151593"/>
    <w:rsid w:val="001538D5"/>
    <w:rsid w:val="00155C46"/>
    <w:rsid w:val="00157FE9"/>
    <w:rsid w:val="00166A23"/>
    <w:rsid w:val="00170266"/>
    <w:rsid w:val="001755B3"/>
    <w:rsid w:val="00176D07"/>
    <w:rsid w:val="00187CB6"/>
    <w:rsid w:val="001A18CE"/>
    <w:rsid w:val="001A5A0C"/>
    <w:rsid w:val="001B70A7"/>
    <w:rsid w:val="001D3DC7"/>
    <w:rsid w:val="001D4C9B"/>
    <w:rsid w:val="001E24E4"/>
    <w:rsid w:val="001E54B9"/>
    <w:rsid w:val="001F0858"/>
    <w:rsid w:val="001F5BEF"/>
    <w:rsid w:val="00201281"/>
    <w:rsid w:val="0020616A"/>
    <w:rsid w:val="00206DB6"/>
    <w:rsid w:val="0021608F"/>
    <w:rsid w:val="00216947"/>
    <w:rsid w:val="00217F4F"/>
    <w:rsid w:val="00222163"/>
    <w:rsid w:val="00244C7D"/>
    <w:rsid w:val="00256D82"/>
    <w:rsid w:val="00267A66"/>
    <w:rsid w:val="002722C1"/>
    <w:rsid w:val="00273881"/>
    <w:rsid w:val="00275E68"/>
    <w:rsid w:val="00276BF1"/>
    <w:rsid w:val="002A61DF"/>
    <w:rsid w:val="002B47FB"/>
    <w:rsid w:val="002C1766"/>
    <w:rsid w:val="002E07AC"/>
    <w:rsid w:val="002E1E41"/>
    <w:rsid w:val="0030727A"/>
    <w:rsid w:val="00307AE7"/>
    <w:rsid w:val="00315E8F"/>
    <w:rsid w:val="00321786"/>
    <w:rsid w:val="00321DAF"/>
    <w:rsid w:val="00326A01"/>
    <w:rsid w:val="00345A79"/>
    <w:rsid w:val="00357E40"/>
    <w:rsid w:val="00360D0E"/>
    <w:rsid w:val="00367E76"/>
    <w:rsid w:val="0037435E"/>
    <w:rsid w:val="00383FCC"/>
    <w:rsid w:val="00384265"/>
    <w:rsid w:val="00391FF0"/>
    <w:rsid w:val="00393B4A"/>
    <w:rsid w:val="00394B99"/>
    <w:rsid w:val="003A744C"/>
    <w:rsid w:val="003D04A4"/>
    <w:rsid w:val="003D1F40"/>
    <w:rsid w:val="003E34B4"/>
    <w:rsid w:val="003E3F68"/>
    <w:rsid w:val="003E701D"/>
    <w:rsid w:val="003F7FB3"/>
    <w:rsid w:val="0040750A"/>
    <w:rsid w:val="00411A62"/>
    <w:rsid w:val="004124AE"/>
    <w:rsid w:val="00416D29"/>
    <w:rsid w:val="00424E8F"/>
    <w:rsid w:val="004356F8"/>
    <w:rsid w:val="0044475C"/>
    <w:rsid w:val="00445FA1"/>
    <w:rsid w:val="00452288"/>
    <w:rsid w:val="004545C1"/>
    <w:rsid w:val="00462CDC"/>
    <w:rsid w:val="0047295C"/>
    <w:rsid w:val="004800AF"/>
    <w:rsid w:val="00481585"/>
    <w:rsid w:val="00495F6E"/>
    <w:rsid w:val="004B0191"/>
    <w:rsid w:val="004B0C13"/>
    <w:rsid w:val="004B18EA"/>
    <w:rsid w:val="004C2961"/>
    <w:rsid w:val="004D2938"/>
    <w:rsid w:val="004D3EF1"/>
    <w:rsid w:val="004E00B5"/>
    <w:rsid w:val="004E413A"/>
    <w:rsid w:val="004E436C"/>
    <w:rsid w:val="004F3BDB"/>
    <w:rsid w:val="00507EC5"/>
    <w:rsid w:val="00511A2E"/>
    <w:rsid w:val="00524AA7"/>
    <w:rsid w:val="00526ED2"/>
    <w:rsid w:val="00535898"/>
    <w:rsid w:val="00545C18"/>
    <w:rsid w:val="00553227"/>
    <w:rsid w:val="00572A51"/>
    <w:rsid w:val="00575086"/>
    <w:rsid w:val="00584226"/>
    <w:rsid w:val="00593AE8"/>
    <w:rsid w:val="0059472B"/>
    <w:rsid w:val="0059734F"/>
    <w:rsid w:val="005B0F79"/>
    <w:rsid w:val="005B1966"/>
    <w:rsid w:val="005B5AA0"/>
    <w:rsid w:val="005D48B5"/>
    <w:rsid w:val="005E05B4"/>
    <w:rsid w:val="005F0476"/>
    <w:rsid w:val="005F0C12"/>
    <w:rsid w:val="005F2286"/>
    <w:rsid w:val="005F636E"/>
    <w:rsid w:val="005F7FF9"/>
    <w:rsid w:val="00617B0C"/>
    <w:rsid w:val="00624200"/>
    <w:rsid w:val="00625C1D"/>
    <w:rsid w:val="00636B33"/>
    <w:rsid w:val="00645D54"/>
    <w:rsid w:val="006463CF"/>
    <w:rsid w:val="00650F6F"/>
    <w:rsid w:val="00665467"/>
    <w:rsid w:val="00697128"/>
    <w:rsid w:val="006A29F6"/>
    <w:rsid w:val="006A7122"/>
    <w:rsid w:val="006A71A5"/>
    <w:rsid w:val="006C0402"/>
    <w:rsid w:val="006D29F3"/>
    <w:rsid w:val="006D38F3"/>
    <w:rsid w:val="006D39D8"/>
    <w:rsid w:val="006E016A"/>
    <w:rsid w:val="006F120E"/>
    <w:rsid w:val="007065B2"/>
    <w:rsid w:val="00715EE0"/>
    <w:rsid w:val="007171D0"/>
    <w:rsid w:val="00722AE2"/>
    <w:rsid w:val="00722D34"/>
    <w:rsid w:val="00745754"/>
    <w:rsid w:val="007567DF"/>
    <w:rsid w:val="00764CA1"/>
    <w:rsid w:val="00784AF6"/>
    <w:rsid w:val="0079002B"/>
    <w:rsid w:val="0079171F"/>
    <w:rsid w:val="007928A0"/>
    <w:rsid w:val="00793490"/>
    <w:rsid w:val="00795AA8"/>
    <w:rsid w:val="00796889"/>
    <w:rsid w:val="0079715F"/>
    <w:rsid w:val="00797F5E"/>
    <w:rsid w:val="007A082D"/>
    <w:rsid w:val="007C14B8"/>
    <w:rsid w:val="007C51FE"/>
    <w:rsid w:val="007C56F7"/>
    <w:rsid w:val="007C5AB6"/>
    <w:rsid w:val="007D0F3F"/>
    <w:rsid w:val="007D4FB0"/>
    <w:rsid w:val="007D7BCC"/>
    <w:rsid w:val="007E0A61"/>
    <w:rsid w:val="007E5F04"/>
    <w:rsid w:val="007E78F7"/>
    <w:rsid w:val="007F0200"/>
    <w:rsid w:val="007F063A"/>
    <w:rsid w:val="007F23E3"/>
    <w:rsid w:val="0080525C"/>
    <w:rsid w:val="00806087"/>
    <w:rsid w:val="0081465A"/>
    <w:rsid w:val="00816B83"/>
    <w:rsid w:val="0083492F"/>
    <w:rsid w:val="008601FE"/>
    <w:rsid w:val="00861025"/>
    <w:rsid w:val="008636B9"/>
    <w:rsid w:val="00874CD4"/>
    <w:rsid w:val="008836E6"/>
    <w:rsid w:val="00884266"/>
    <w:rsid w:val="00893E05"/>
    <w:rsid w:val="008A557F"/>
    <w:rsid w:val="008B1BEA"/>
    <w:rsid w:val="008C49B8"/>
    <w:rsid w:val="008C6038"/>
    <w:rsid w:val="008E207E"/>
    <w:rsid w:val="008E53CE"/>
    <w:rsid w:val="008F3F41"/>
    <w:rsid w:val="00905FB6"/>
    <w:rsid w:val="009123CB"/>
    <w:rsid w:val="009128BD"/>
    <w:rsid w:val="009171DF"/>
    <w:rsid w:val="0092006F"/>
    <w:rsid w:val="00926D7A"/>
    <w:rsid w:val="00932938"/>
    <w:rsid w:val="00935BB1"/>
    <w:rsid w:val="009424D8"/>
    <w:rsid w:val="00963DE6"/>
    <w:rsid w:val="00970F58"/>
    <w:rsid w:val="00986977"/>
    <w:rsid w:val="009914E9"/>
    <w:rsid w:val="009A51E5"/>
    <w:rsid w:val="009A5277"/>
    <w:rsid w:val="009B0D0D"/>
    <w:rsid w:val="009B4BB2"/>
    <w:rsid w:val="009D33F1"/>
    <w:rsid w:val="009D4920"/>
    <w:rsid w:val="009D4989"/>
    <w:rsid w:val="009D4F5C"/>
    <w:rsid w:val="009E4173"/>
    <w:rsid w:val="009E6483"/>
    <w:rsid w:val="009F1527"/>
    <w:rsid w:val="009F179E"/>
    <w:rsid w:val="009F373A"/>
    <w:rsid w:val="009F5D61"/>
    <w:rsid w:val="00A0009E"/>
    <w:rsid w:val="00A02C85"/>
    <w:rsid w:val="00A2464F"/>
    <w:rsid w:val="00A26B26"/>
    <w:rsid w:val="00A324A9"/>
    <w:rsid w:val="00A36EAF"/>
    <w:rsid w:val="00A40279"/>
    <w:rsid w:val="00A52AB0"/>
    <w:rsid w:val="00A73DE5"/>
    <w:rsid w:val="00A84D9D"/>
    <w:rsid w:val="00A8621D"/>
    <w:rsid w:val="00A86FC6"/>
    <w:rsid w:val="00A90659"/>
    <w:rsid w:val="00A9129B"/>
    <w:rsid w:val="00AA189A"/>
    <w:rsid w:val="00AA5295"/>
    <w:rsid w:val="00AB2C3B"/>
    <w:rsid w:val="00AB3D1B"/>
    <w:rsid w:val="00AB46F0"/>
    <w:rsid w:val="00AC119A"/>
    <w:rsid w:val="00AC1C91"/>
    <w:rsid w:val="00AD6B1F"/>
    <w:rsid w:val="00AE4AB3"/>
    <w:rsid w:val="00AF1721"/>
    <w:rsid w:val="00AF23EB"/>
    <w:rsid w:val="00AF2A18"/>
    <w:rsid w:val="00B0217D"/>
    <w:rsid w:val="00B0473E"/>
    <w:rsid w:val="00B0767D"/>
    <w:rsid w:val="00B11C40"/>
    <w:rsid w:val="00B16C25"/>
    <w:rsid w:val="00B42EDE"/>
    <w:rsid w:val="00B462EC"/>
    <w:rsid w:val="00B474B0"/>
    <w:rsid w:val="00B64A23"/>
    <w:rsid w:val="00B66B4A"/>
    <w:rsid w:val="00B71BFC"/>
    <w:rsid w:val="00B722B7"/>
    <w:rsid w:val="00B73FDE"/>
    <w:rsid w:val="00B77013"/>
    <w:rsid w:val="00B801C1"/>
    <w:rsid w:val="00B872DB"/>
    <w:rsid w:val="00B95F1D"/>
    <w:rsid w:val="00BA6A53"/>
    <w:rsid w:val="00BB29B3"/>
    <w:rsid w:val="00BB368B"/>
    <w:rsid w:val="00BB720A"/>
    <w:rsid w:val="00BC21D1"/>
    <w:rsid w:val="00BC676B"/>
    <w:rsid w:val="00BD1728"/>
    <w:rsid w:val="00BD29F1"/>
    <w:rsid w:val="00BD7F4E"/>
    <w:rsid w:val="00BE1986"/>
    <w:rsid w:val="00BF14A6"/>
    <w:rsid w:val="00BF3B2B"/>
    <w:rsid w:val="00BF4488"/>
    <w:rsid w:val="00C16F6F"/>
    <w:rsid w:val="00C17E10"/>
    <w:rsid w:val="00C23EE2"/>
    <w:rsid w:val="00C303F8"/>
    <w:rsid w:val="00C41643"/>
    <w:rsid w:val="00C47ADA"/>
    <w:rsid w:val="00C63F44"/>
    <w:rsid w:val="00C64823"/>
    <w:rsid w:val="00C8085C"/>
    <w:rsid w:val="00C838A8"/>
    <w:rsid w:val="00C84200"/>
    <w:rsid w:val="00C86FFB"/>
    <w:rsid w:val="00C879CE"/>
    <w:rsid w:val="00C95324"/>
    <w:rsid w:val="00C9549F"/>
    <w:rsid w:val="00CB789E"/>
    <w:rsid w:val="00CE1943"/>
    <w:rsid w:val="00CF6F11"/>
    <w:rsid w:val="00D014D8"/>
    <w:rsid w:val="00D102A1"/>
    <w:rsid w:val="00D15D42"/>
    <w:rsid w:val="00D3092C"/>
    <w:rsid w:val="00D451F6"/>
    <w:rsid w:val="00D53B4E"/>
    <w:rsid w:val="00D54B98"/>
    <w:rsid w:val="00D5519C"/>
    <w:rsid w:val="00D70820"/>
    <w:rsid w:val="00D76D49"/>
    <w:rsid w:val="00D80B9F"/>
    <w:rsid w:val="00DA2E8E"/>
    <w:rsid w:val="00DA3171"/>
    <w:rsid w:val="00DA3D9E"/>
    <w:rsid w:val="00DD09DF"/>
    <w:rsid w:val="00DD2DFD"/>
    <w:rsid w:val="00DE0AE0"/>
    <w:rsid w:val="00DF246A"/>
    <w:rsid w:val="00E1798A"/>
    <w:rsid w:val="00E249FE"/>
    <w:rsid w:val="00E3387E"/>
    <w:rsid w:val="00E36B05"/>
    <w:rsid w:val="00E37DF6"/>
    <w:rsid w:val="00E53DE9"/>
    <w:rsid w:val="00E53DFD"/>
    <w:rsid w:val="00E60862"/>
    <w:rsid w:val="00E63737"/>
    <w:rsid w:val="00E6393A"/>
    <w:rsid w:val="00E6526C"/>
    <w:rsid w:val="00E772D9"/>
    <w:rsid w:val="00E87EA0"/>
    <w:rsid w:val="00E93910"/>
    <w:rsid w:val="00EA0BAA"/>
    <w:rsid w:val="00EA0D56"/>
    <w:rsid w:val="00EB3869"/>
    <w:rsid w:val="00EB5988"/>
    <w:rsid w:val="00EF26E5"/>
    <w:rsid w:val="00EF3E45"/>
    <w:rsid w:val="00F049BB"/>
    <w:rsid w:val="00F127B8"/>
    <w:rsid w:val="00F1381C"/>
    <w:rsid w:val="00F151A7"/>
    <w:rsid w:val="00F20801"/>
    <w:rsid w:val="00F31D51"/>
    <w:rsid w:val="00F343F8"/>
    <w:rsid w:val="00F35E34"/>
    <w:rsid w:val="00F3704A"/>
    <w:rsid w:val="00F41EBC"/>
    <w:rsid w:val="00F50574"/>
    <w:rsid w:val="00F52EB5"/>
    <w:rsid w:val="00F548B6"/>
    <w:rsid w:val="00F55EC5"/>
    <w:rsid w:val="00F62967"/>
    <w:rsid w:val="00F715E3"/>
    <w:rsid w:val="00F90CB3"/>
    <w:rsid w:val="00F9102C"/>
    <w:rsid w:val="00F95BAA"/>
    <w:rsid w:val="00FA6827"/>
    <w:rsid w:val="00FB2709"/>
    <w:rsid w:val="00FB2CC5"/>
    <w:rsid w:val="00FB652E"/>
    <w:rsid w:val="00FC1B85"/>
    <w:rsid w:val="00FC56B1"/>
    <w:rsid w:val="00FC6C37"/>
    <w:rsid w:val="00FD6330"/>
    <w:rsid w:val="00FF2C16"/>
    <w:rsid w:val="00FF5D4A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 fill="f" fillcolor="white" stroke="f">
      <v:fill color="white" on="f"/>
      <v:stroke on="f"/>
      <o:colormru v:ext="edit" colors="#cff,#edffff"/>
    </o:shapedefaults>
    <o:shapelayout v:ext="edit">
      <o:idmap v:ext="edit" data="2"/>
    </o:shapelayout>
  </w:shapeDefaults>
  <w:decimalSymbol w:val=","/>
  <w:listSeparator w:val=";"/>
  <w14:docId w14:val="3C8A25ED"/>
  <w15:docId w15:val="{40909EE9-16F0-4C44-8C55-38B8FC7B5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B0C13"/>
  </w:style>
  <w:style w:type="paragraph" w:styleId="Nadpis1">
    <w:name w:val="heading 1"/>
    <w:basedOn w:val="Normln"/>
    <w:next w:val="Normln"/>
    <w:qFormat/>
    <w:rsid w:val="004B0C13"/>
    <w:pPr>
      <w:keepNext/>
      <w:outlineLvl w:val="0"/>
    </w:pPr>
    <w:rPr>
      <w:rFonts w:ascii="Arial" w:hAnsi="Arial"/>
      <w:b/>
      <w:snapToGrid w:val="0"/>
      <w:color w:val="0000FF"/>
      <w:sz w:val="52"/>
      <w:lang w:val="en-US"/>
    </w:rPr>
  </w:style>
  <w:style w:type="paragraph" w:styleId="Nadpis2">
    <w:name w:val="heading 2"/>
    <w:aliases w:val="ÈL,EL,Nadpis 2 Char Char,Nadpis 2 Char Char Char Char Char,Nadpis 2 Char Char Char"/>
    <w:basedOn w:val="Normln"/>
    <w:next w:val="Normln"/>
    <w:link w:val="Nadpis2Char"/>
    <w:qFormat/>
    <w:rsid w:val="004B0C13"/>
    <w:pPr>
      <w:keepNext/>
      <w:outlineLvl w:val="1"/>
    </w:pPr>
    <w:rPr>
      <w:rFonts w:ascii="GaramondItcTEECon" w:hAnsi="GaramondItcTEECon"/>
      <w:i/>
      <w:snapToGrid w:val="0"/>
      <w:color w:val="0000FF"/>
      <w:sz w:val="36"/>
      <w:lang w:val="en-US"/>
    </w:rPr>
  </w:style>
  <w:style w:type="paragraph" w:styleId="Nadpis3">
    <w:name w:val="heading 3"/>
    <w:basedOn w:val="Normln"/>
    <w:next w:val="Normln"/>
    <w:qFormat/>
    <w:rsid w:val="004B0C13"/>
    <w:pPr>
      <w:keepNext/>
      <w:ind w:left="1843"/>
      <w:outlineLvl w:val="2"/>
    </w:pPr>
    <w:rPr>
      <w:rFonts w:ascii="Arial Black" w:hAnsi="Arial Black"/>
      <w:color w:val="808080"/>
      <w:spacing w:val="1580"/>
      <w:sz w:val="96"/>
    </w:rPr>
  </w:style>
  <w:style w:type="paragraph" w:styleId="Nadpis4">
    <w:name w:val="heading 4"/>
    <w:basedOn w:val="Normln"/>
    <w:next w:val="Normln"/>
    <w:qFormat/>
    <w:rsid w:val="004B0C13"/>
    <w:pPr>
      <w:keepNext/>
      <w:numPr>
        <w:numId w:val="1"/>
      </w:numPr>
      <w:tabs>
        <w:tab w:val="left" w:pos="2977"/>
      </w:tabs>
      <w:ind w:left="567"/>
      <w:jc w:val="center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link w:val="Nadpis5Char"/>
    <w:qFormat/>
    <w:rsid w:val="004B0C13"/>
    <w:pPr>
      <w:keepNext/>
      <w:tabs>
        <w:tab w:val="left" w:pos="2977"/>
      </w:tabs>
      <w:ind w:left="567"/>
      <w:jc w:val="center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qFormat/>
    <w:rsid w:val="004B0C13"/>
    <w:pPr>
      <w:keepNext/>
      <w:outlineLvl w:val="5"/>
    </w:pPr>
    <w:rPr>
      <w:rFonts w:ascii="Arial" w:hAnsi="Arial"/>
      <w:b/>
      <w:color w:val="0000FF"/>
      <w:sz w:val="18"/>
    </w:rPr>
  </w:style>
  <w:style w:type="paragraph" w:styleId="Nadpis7">
    <w:name w:val="heading 7"/>
    <w:basedOn w:val="Normln"/>
    <w:next w:val="Normln"/>
    <w:qFormat/>
    <w:rsid w:val="004B0C13"/>
    <w:pPr>
      <w:keepNext/>
      <w:ind w:left="2977"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4B0C13"/>
    <w:pPr>
      <w:keepNext/>
      <w:outlineLvl w:val="7"/>
    </w:pPr>
    <w:rPr>
      <w:b/>
      <w:i/>
      <w:color w:val="000000"/>
      <w:sz w:val="24"/>
    </w:rPr>
  </w:style>
  <w:style w:type="paragraph" w:styleId="Nadpis9">
    <w:name w:val="heading 9"/>
    <w:basedOn w:val="Normln"/>
    <w:next w:val="Normln"/>
    <w:qFormat/>
    <w:rsid w:val="004B0C13"/>
    <w:pPr>
      <w:keepNext/>
      <w:ind w:left="284"/>
      <w:jc w:val="center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sid w:val="004B0C1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B0C1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4B0C13"/>
    <w:pPr>
      <w:ind w:left="1134" w:hanging="567"/>
      <w:jc w:val="both"/>
    </w:pPr>
    <w:rPr>
      <w:rFonts w:ascii="Arial" w:hAnsi="Arial"/>
      <w:sz w:val="22"/>
    </w:rPr>
  </w:style>
  <w:style w:type="paragraph" w:customStyle="1" w:styleId="Odstavec">
    <w:name w:val="Odstavec"/>
    <w:basedOn w:val="Zkladntext"/>
    <w:rsid w:val="004B0C13"/>
    <w:pPr>
      <w:widowControl w:val="0"/>
      <w:spacing w:after="115" w:line="288" w:lineRule="auto"/>
      <w:ind w:firstLine="480"/>
      <w:jc w:val="both"/>
    </w:pPr>
    <w:rPr>
      <w:noProof/>
      <w:sz w:val="24"/>
    </w:rPr>
  </w:style>
  <w:style w:type="paragraph" w:styleId="Zkladntext">
    <w:name w:val="Body Text"/>
    <w:basedOn w:val="Normln"/>
    <w:rsid w:val="004B0C13"/>
    <w:pPr>
      <w:spacing w:after="120"/>
    </w:pPr>
  </w:style>
  <w:style w:type="character" w:styleId="slostrnky">
    <w:name w:val="page number"/>
    <w:basedOn w:val="Standardnpsmoodstavce"/>
    <w:rsid w:val="004B0C13"/>
  </w:style>
  <w:style w:type="character" w:customStyle="1" w:styleId="Nadpis5Char">
    <w:name w:val="Nadpis 5 Char"/>
    <w:basedOn w:val="Standardnpsmoodstavce"/>
    <w:link w:val="Nadpis5"/>
    <w:rsid w:val="008A557F"/>
    <w:rPr>
      <w:rFonts w:ascii="Arial" w:hAnsi="Arial"/>
      <w:b/>
      <w:sz w:val="24"/>
    </w:rPr>
  </w:style>
  <w:style w:type="character" w:styleId="Hypertextovodkaz">
    <w:name w:val="Hyperlink"/>
    <w:basedOn w:val="Standardnpsmoodstavce"/>
    <w:uiPriority w:val="99"/>
    <w:rsid w:val="009F373A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C47ADA"/>
    <w:pPr>
      <w:ind w:left="708"/>
    </w:pPr>
    <w:rPr>
      <w:rFonts w:ascii="Arial" w:hAnsi="Arial"/>
    </w:rPr>
  </w:style>
  <w:style w:type="paragraph" w:customStyle="1" w:styleId="Vlastn">
    <w:name w:val="Vlastní"/>
    <w:basedOn w:val="Normln"/>
    <w:rsid w:val="00535898"/>
    <w:pPr>
      <w:ind w:firstLine="708"/>
      <w:jc w:val="both"/>
    </w:pPr>
    <w:rPr>
      <w:rFonts w:ascii="Arial" w:hAnsi="Arial"/>
      <w:sz w:val="22"/>
    </w:rPr>
  </w:style>
  <w:style w:type="paragraph" w:styleId="Textvbloku">
    <w:name w:val="Block Text"/>
    <w:basedOn w:val="Normln"/>
    <w:rsid w:val="00081287"/>
    <w:pPr>
      <w:ind w:left="1134" w:right="798"/>
    </w:pPr>
    <w:rPr>
      <w:rFonts w:ascii="Arial" w:hAnsi="Arial"/>
      <w:sz w:val="22"/>
    </w:rPr>
  </w:style>
  <w:style w:type="paragraph" w:styleId="Zkladntextodsazen2">
    <w:name w:val="Body Text Indent 2"/>
    <w:basedOn w:val="Normln"/>
    <w:link w:val="Zkladntextodsazen2Char"/>
    <w:rsid w:val="007065B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7065B2"/>
  </w:style>
  <w:style w:type="paragraph" w:styleId="Normlnodsazen">
    <w:name w:val="Normal Indent"/>
    <w:basedOn w:val="Normln"/>
    <w:unhideWhenUsed/>
    <w:rsid w:val="007065B2"/>
    <w:pPr>
      <w:spacing w:before="100" w:beforeAutospacing="1" w:after="100" w:afterAutospacing="1"/>
    </w:pPr>
    <w:rPr>
      <w:sz w:val="24"/>
      <w:szCs w:val="24"/>
    </w:rPr>
  </w:style>
  <w:style w:type="paragraph" w:styleId="Zkladntext3">
    <w:name w:val="Body Text 3"/>
    <w:basedOn w:val="Normln"/>
    <w:link w:val="Zkladntext3Char"/>
    <w:rsid w:val="007A082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A082D"/>
    <w:rPr>
      <w:sz w:val="16"/>
      <w:szCs w:val="16"/>
    </w:rPr>
  </w:style>
  <w:style w:type="paragraph" w:customStyle="1" w:styleId="Import0">
    <w:name w:val="Import 0"/>
    <w:basedOn w:val="Normln"/>
    <w:rsid w:val="007A082D"/>
    <w:pPr>
      <w:suppressAutoHyphens/>
      <w:spacing w:line="276" w:lineRule="auto"/>
    </w:pPr>
    <w:rPr>
      <w:rFonts w:ascii="Courier New" w:hAnsi="Courier New"/>
      <w:sz w:val="24"/>
    </w:rPr>
  </w:style>
  <w:style w:type="paragraph" w:styleId="Zkladntextodsazen3">
    <w:name w:val="Body Text Indent 3"/>
    <w:basedOn w:val="Normln"/>
    <w:link w:val="Zkladntextodsazen3Char"/>
    <w:rsid w:val="00EB598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EB5988"/>
    <w:rPr>
      <w:sz w:val="16"/>
      <w:szCs w:val="16"/>
    </w:rPr>
  </w:style>
  <w:style w:type="paragraph" w:styleId="Zkladntext2">
    <w:name w:val="Body Text 2"/>
    <w:basedOn w:val="Normln"/>
    <w:link w:val="Zkladntext2Char"/>
    <w:rsid w:val="00391FF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91FF0"/>
  </w:style>
  <w:style w:type="character" w:styleId="Siln">
    <w:name w:val="Strong"/>
    <w:basedOn w:val="Standardnpsmoodstavce"/>
    <w:uiPriority w:val="22"/>
    <w:qFormat/>
    <w:rsid w:val="00CB789E"/>
    <w:rPr>
      <w:b/>
      <w:bCs/>
    </w:rPr>
  </w:style>
  <w:style w:type="paragraph" w:styleId="Textbubliny">
    <w:name w:val="Balloon Text"/>
    <w:basedOn w:val="Normln"/>
    <w:link w:val="TextbublinyChar"/>
    <w:rsid w:val="000C5C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C5CAB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B0191"/>
    <w:pPr>
      <w:tabs>
        <w:tab w:val="right" w:pos="9923"/>
      </w:tabs>
      <w:spacing w:before="120" w:after="120"/>
      <w:ind w:left="851"/>
    </w:pPr>
    <w:rPr>
      <w:rFonts w:ascii="Arial" w:hAnsi="Arial"/>
      <w:b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4B0191"/>
    <w:pPr>
      <w:tabs>
        <w:tab w:val="right" w:pos="9923"/>
      </w:tabs>
      <w:spacing w:before="120" w:after="120"/>
      <w:ind w:left="1276"/>
    </w:pPr>
    <w:rPr>
      <w:rFonts w:ascii="Arial" w:hAnsi="Arial"/>
      <w:sz w:val="22"/>
    </w:rPr>
  </w:style>
  <w:style w:type="character" w:customStyle="1" w:styleId="ZhlavChar">
    <w:name w:val="Záhlaví Char"/>
    <w:aliases w:val="záhlaví Char"/>
    <w:basedOn w:val="Standardnpsmoodstavce"/>
    <w:link w:val="Zhlav"/>
    <w:rsid w:val="004B0191"/>
  </w:style>
  <w:style w:type="paragraph" w:customStyle="1" w:styleId="Import7">
    <w:name w:val="Import 7"/>
    <w:basedOn w:val="Import0"/>
    <w:rsid w:val="004B0191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D6B1F"/>
    <w:rPr>
      <w:rFonts w:ascii="Arial" w:hAnsi="Arial"/>
    </w:rPr>
  </w:style>
  <w:style w:type="character" w:customStyle="1" w:styleId="Nadpis2Char">
    <w:name w:val="Nadpis 2 Char"/>
    <w:aliases w:val="ÈL Char,EL Char,Nadpis 2 Char Char Char1,Nadpis 2 Char Char Char Char Char Char,Nadpis 2 Char Char Char Char"/>
    <w:basedOn w:val="Standardnpsmoodstavce"/>
    <w:link w:val="Nadpis2"/>
    <w:rsid w:val="00AD6B1F"/>
    <w:rPr>
      <w:rFonts w:ascii="GaramondItcTEECon" w:hAnsi="GaramondItcTEECon"/>
      <w:i/>
      <w:snapToGrid w:val="0"/>
      <w:color w:val="0000FF"/>
      <w:sz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9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ep@eprozno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ET\Miger%20-%20tituln&#237;%20listy\Technick&#225;%20zpr&#225;va%20-%20tit.list_opr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 - tit.list_opr</Template>
  <TotalTime>25</TotalTime>
  <Pages>5</Pages>
  <Words>986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MIGER</Company>
  <LinksUpToDate>false</LinksUpToDate>
  <CharactersWithSpaces>6791</CharactersWithSpaces>
  <SharedDoc>false</SharedDoc>
  <HLinks>
    <vt:vector size="6" baseType="variant">
      <vt:variant>
        <vt:i4>2293782</vt:i4>
      </vt:variant>
      <vt:variant>
        <vt:i4>0</vt:i4>
      </vt:variant>
      <vt:variant>
        <vt:i4>0</vt:i4>
      </vt:variant>
      <vt:variant>
        <vt:i4>5</vt:i4>
      </vt:variant>
      <vt:variant>
        <vt:lpwstr>mailto:ep@eproznov.cz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Kolečková</dc:creator>
  <cp:lastModifiedBy>Zbyněk Onderka</cp:lastModifiedBy>
  <cp:revision>12</cp:revision>
  <cp:lastPrinted>2016-05-13T12:08:00Z</cp:lastPrinted>
  <dcterms:created xsi:type="dcterms:W3CDTF">2022-02-14T16:20:00Z</dcterms:created>
  <dcterms:modified xsi:type="dcterms:W3CDTF">2025-04-16T07:32:00Z</dcterms:modified>
</cp:coreProperties>
</file>